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D4A098" w14:textId="2F346FC9" w:rsidR="00394E2B" w:rsidRPr="00A75D41" w:rsidRDefault="000D0B19" w:rsidP="001E01A1">
      <w:pPr>
        <w:pStyle w:val="subhead"/>
        <w:rPr>
          <w:rFonts w:ascii="Artifakt ElementOfc" w:hAnsi="Artifakt ElementOfc"/>
        </w:rPr>
      </w:pPr>
      <w:bookmarkStart w:id="0" w:name="OLE_LINK88"/>
      <w:bookmarkStart w:id="1" w:name="OLE_LINK85"/>
      <w:r>
        <w:rPr>
          <w:rFonts w:ascii="Artifakt ElementOfc" w:hAnsi="Artifakt ElementOfc"/>
        </w:rPr>
        <w:t xml:space="preserve">Introduction to BIM for Construction Management </w:t>
      </w:r>
    </w:p>
    <w:bookmarkEnd w:id="0"/>
    <w:p w14:paraId="3F21D5BD" w14:textId="43E34F52" w:rsidR="00394E2B" w:rsidRPr="00A75D41" w:rsidRDefault="00394E2B" w:rsidP="00394E2B">
      <w:pPr>
        <w:pStyle w:val="Heading1"/>
        <w:rPr>
          <w:rFonts w:ascii="Artifakt ElementOfc" w:hAnsi="Artifakt ElementOfc" w:cs="Artifakt ElementOfc"/>
        </w:rPr>
      </w:pPr>
      <w:r w:rsidRPr="00A75D41">
        <w:rPr>
          <w:rFonts w:ascii="Artifakt ElementOfc" w:hAnsi="Artifakt ElementOfc" w:cs="Artifakt ElementOfc"/>
        </w:rPr>
        <w:t>In</w:t>
      </w:r>
      <w:r w:rsidR="00FB1127" w:rsidRPr="00A75D41">
        <w:rPr>
          <w:rFonts w:ascii="Artifakt ElementOfc" w:hAnsi="Artifakt ElementOfc" w:cs="Artifakt ElementOfc"/>
        </w:rPr>
        <w:t>s</w:t>
      </w:r>
      <w:r w:rsidRPr="00A75D41">
        <w:rPr>
          <w:rFonts w:ascii="Artifakt ElementOfc" w:hAnsi="Artifakt ElementOfc" w:cs="Artifakt ElementOfc"/>
        </w:rPr>
        <w:t>tr</w:t>
      </w:r>
      <w:r w:rsidR="00FB1127" w:rsidRPr="00A75D41">
        <w:rPr>
          <w:rFonts w:ascii="Artifakt ElementOfc" w:hAnsi="Artifakt ElementOfc" w:cs="Artifakt ElementOfc"/>
        </w:rPr>
        <w:t>uctor</w:t>
      </w:r>
      <w:r w:rsidRPr="00A75D41">
        <w:rPr>
          <w:rFonts w:ascii="Artifakt ElementOfc" w:hAnsi="Artifakt ElementOfc" w:cs="Artifakt ElementOfc"/>
        </w:rPr>
        <w:t xml:space="preserve"> </w:t>
      </w:r>
      <w:r w:rsidR="00FB1127" w:rsidRPr="00A75D41">
        <w:rPr>
          <w:rFonts w:ascii="Artifakt ElementOfc" w:hAnsi="Artifakt ElementOfc" w:cs="Artifakt ElementOfc"/>
        </w:rPr>
        <w:t xml:space="preserve">guide </w:t>
      </w:r>
    </w:p>
    <w:p w14:paraId="10118A81" w14:textId="4F70B8CB" w:rsidR="001377C2" w:rsidRPr="000B49C2" w:rsidRDefault="001377C2" w:rsidP="001377C2">
      <w:pPr>
        <w:tabs>
          <w:tab w:val="left" w:pos="2089"/>
        </w:tabs>
        <w:rPr>
          <w:rFonts w:ascii="Artifakt ElementOfc" w:hAnsi="Artifakt ElementOfc" w:cs="Artifakt ElementOfc"/>
          <w:color w:val="000000"/>
        </w:rPr>
      </w:pPr>
      <w:r w:rsidRPr="000B49C2">
        <w:rPr>
          <w:rFonts w:ascii="Artifakt ElementOfc" w:hAnsi="Artifakt ElementOfc" w:cs="Artifakt ElementOfc"/>
          <w:color w:val="000000"/>
        </w:rPr>
        <w:t>Course duration:  ~</w:t>
      </w:r>
      <w:r w:rsidR="003F417C" w:rsidRPr="000B49C2">
        <w:rPr>
          <w:rFonts w:ascii="Artifakt ElementOfc" w:hAnsi="Artifakt ElementOfc" w:cs="Artifakt ElementOfc"/>
          <w:color w:val="000000"/>
        </w:rPr>
        <w:t xml:space="preserve">3.5 hours to </w:t>
      </w:r>
      <w:r w:rsidR="00E07242" w:rsidRPr="000B49C2">
        <w:rPr>
          <w:rFonts w:ascii="Artifakt ElementOfc" w:hAnsi="Artifakt ElementOfc" w:cs="Artifakt ElementOfc"/>
          <w:color w:val="000000"/>
        </w:rPr>
        <w:t>5 hours</w:t>
      </w:r>
      <w:r w:rsidR="00C066BE" w:rsidRPr="000B49C2">
        <w:rPr>
          <w:rFonts w:ascii="Artifakt ElementOfc" w:hAnsi="Artifakt ElementOfc" w:cs="Artifakt ElementOfc"/>
          <w:color w:val="000000"/>
        </w:rPr>
        <w:t xml:space="preserve">, depending on </w:t>
      </w:r>
      <w:r w:rsidR="00F64A8E" w:rsidRPr="000B49C2">
        <w:rPr>
          <w:rFonts w:ascii="Artifakt ElementOfc" w:hAnsi="Artifakt ElementOfc" w:cs="Artifakt ElementOfc"/>
          <w:color w:val="000000"/>
        </w:rPr>
        <w:t>lecture</w:t>
      </w:r>
      <w:r w:rsidR="00C4407D" w:rsidRPr="000B49C2">
        <w:rPr>
          <w:rFonts w:ascii="Artifakt ElementOfc" w:hAnsi="Artifakt ElementOfc" w:cs="Artifakt ElementOfc"/>
          <w:color w:val="000000"/>
        </w:rPr>
        <w:t xml:space="preserve"> time and </w:t>
      </w:r>
      <w:r w:rsidR="00F64A8E" w:rsidRPr="000B49C2">
        <w:rPr>
          <w:rFonts w:ascii="Artifakt ElementOfc" w:hAnsi="Artifakt ElementOfc" w:cs="Artifakt ElementOfc"/>
          <w:color w:val="000000"/>
        </w:rPr>
        <w:t>slides used</w:t>
      </w:r>
    </w:p>
    <w:p w14:paraId="0BFB3E59" w14:textId="441324F1" w:rsidR="001377C2" w:rsidRPr="000B49C2" w:rsidRDefault="00A75D41" w:rsidP="001377C2">
      <w:pPr>
        <w:tabs>
          <w:tab w:val="left" w:pos="2089"/>
        </w:tabs>
        <w:rPr>
          <w:rFonts w:ascii="Artifakt ElementOfc" w:hAnsi="Artifakt ElementOfc" w:cs="Artifakt ElementOfc"/>
        </w:rPr>
      </w:pPr>
      <w:r w:rsidRPr="000B49C2">
        <w:rPr>
          <w:rFonts w:ascii="Artifakt ElementOfc" w:hAnsi="Artifakt ElementOfc" w:cs="Artifakt ElementOfc"/>
          <w:color w:val="000000"/>
        </w:rPr>
        <w:t>Recommended student l</w:t>
      </w:r>
      <w:r w:rsidR="001377C2" w:rsidRPr="000B49C2">
        <w:rPr>
          <w:rFonts w:ascii="Artifakt ElementOfc" w:hAnsi="Artifakt ElementOfc" w:cs="Artifakt ElementOfc"/>
          <w:color w:val="000000"/>
        </w:rPr>
        <w:t xml:space="preserve">evel: </w:t>
      </w:r>
      <w:r w:rsidR="00A67EA3" w:rsidRPr="000B49C2">
        <w:rPr>
          <w:rFonts w:ascii="Artifakt ElementOfc" w:hAnsi="Artifakt ElementOfc" w:cs="Artifakt ElementOfc"/>
          <w:color w:val="000000"/>
        </w:rPr>
        <w:t xml:space="preserve">4-year construction management </w:t>
      </w:r>
      <w:r w:rsidR="005C6FA4" w:rsidRPr="000B49C2">
        <w:rPr>
          <w:rFonts w:ascii="Artifakt ElementOfc" w:hAnsi="Artifakt ElementOfc" w:cs="Artifakt ElementOfc"/>
          <w:color w:val="000000"/>
        </w:rPr>
        <w:t xml:space="preserve">degree </w:t>
      </w:r>
      <w:r w:rsidR="00A67EA3" w:rsidRPr="000B49C2">
        <w:rPr>
          <w:rFonts w:ascii="Artifakt ElementOfc" w:hAnsi="Artifakt ElementOfc" w:cs="Artifakt ElementOfc"/>
          <w:color w:val="000000"/>
        </w:rPr>
        <w:t>students</w:t>
      </w:r>
    </w:p>
    <w:p w14:paraId="79A476FC" w14:textId="03A17C19" w:rsidR="001377C2" w:rsidRPr="000B49C2" w:rsidRDefault="001377C2" w:rsidP="001377C2">
      <w:pPr>
        <w:tabs>
          <w:tab w:val="left" w:pos="2089"/>
        </w:tabs>
        <w:rPr>
          <w:rFonts w:ascii="Artifakt ElementOfc" w:hAnsi="Artifakt ElementOfc" w:cs="Artifakt ElementOfc"/>
          <w:color w:val="000000"/>
        </w:rPr>
        <w:sectPr w:rsidR="001377C2" w:rsidRPr="000B49C2" w:rsidSect="00D338A3">
          <w:headerReference w:type="default" r:id="rId10"/>
          <w:footerReference w:type="default" r:id="rId11"/>
          <w:headerReference w:type="first" r:id="rId12"/>
          <w:footerReference w:type="first" r:id="rId13"/>
          <w:pgSz w:w="12240" w:h="15840"/>
          <w:pgMar w:top="720" w:right="720" w:bottom="720" w:left="720" w:header="720" w:footer="720" w:gutter="0"/>
          <w:cols w:space="720"/>
          <w:titlePg/>
          <w:docGrid w:linePitch="360"/>
        </w:sectPr>
      </w:pPr>
      <w:r w:rsidRPr="000B49C2">
        <w:rPr>
          <w:rFonts w:ascii="Artifakt ElementOfc" w:hAnsi="Artifakt ElementOfc" w:cs="Artifakt ElementOfc"/>
          <w:color w:val="000000"/>
        </w:rPr>
        <w:t>Product</w:t>
      </w:r>
      <w:r w:rsidR="005C6FA4" w:rsidRPr="000B49C2">
        <w:rPr>
          <w:rFonts w:ascii="Artifakt ElementOfc" w:hAnsi="Artifakt ElementOfc" w:cs="Artifakt ElementOfc"/>
          <w:color w:val="000000"/>
        </w:rPr>
        <w:t>s</w:t>
      </w:r>
      <w:r w:rsidRPr="000B49C2">
        <w:rPr>
          <w:rFonts w:ascii="Artifakt ElementOfc" w:hAnsi="Artifakt ElementOfc" w:cs="Artifakt ElementOfc"/>
          <w:color w:val="000000"/>
        </w:rPr>
        <w:t xml:space="preserve">: </w:t>
      </w:r>
      <w:r w:rsidR="00902E89" w:rsidRPr="000B49C2">
        <w:rPr>
          <w:rFonts w:ascii="Artifakt ElementOfc" w:hAnsi="Artifakt ElementOfc" w:cs="Artifakt ElementOfc"/>
          <w:color w:val="000000"/>
        </w:rPr>
        <w:t xml:space="preserve">Autodesk </w:t>
      </w:r>
      <w:r w:rsidR="005C6FA4" w:rsidRPr="000B49C2">
        <w:rPr>
          <w:rFonts w:ascii="Artifakt ElementOfc" w:hAnsi="Artifakt ElementOfc" w:cs="Artifakt ElementOfc"/>
          <w:color w:val="000000"/>
        </w:rPr>
        <w:t xml:space="preserve">Revit, </w:t>
      </w:r>
      <w:r w:rsidR="002427BB" w:rsidRPr="000B49C2">
        <w:rPr>
          <w:rFonts w:ascii="Artifakt ElementOfc" w:hAnsi="Artifakt ElementOfc" w:cs="Artifakt ElementOfc"/>
          <w:color w:val="000000"/>
        </w:rPr>
        <w:t>Autodesk Navisworks, Autodesk Construction Cloud</w:t>
      </w:r>
    </w:p>
    <w:p w14:paraId="7E8B8052" w14:textId="7C0C9F03" w:rsidR="00A21E0A" w:rsidRPr="001668B3" w:rsidRDefault="001377C2" w:rsidP="00A21E0A">
      <w:pPr>
        <w:rPr>
          <w:rFonts w:ascii="Artifakt ElementOfc" w:hAnsi="Artifakt ElementOfc" w:cs="Artifakt ElementOfc"/>
          <w:color w:val="000000"/>
        </w:rPr>
      </w:pPr>
      <w:r w:rsidRPr="000B49C2">
        <w:rPr>
          <w:rFonts w:ascii="Artifakt ElementOfc" w:hAnsi="Artifakt ElementOfc" w:cs="Artifakt ElementOfc"/>
          <w:color w:val="000000"/>
        </w:rPr>
        <w:t xml:space="preserve">This instructor guide is a comprehensive tool for facilitating this </w:t>
      </w:r>
      <w:r w:rsidR="006C45B4" w:rsidRPr="000B49C2">
        <w:rPr>
          <w:rFonts w:ascii="Artifakt ElementOfc" w:hAnsi="Artifakt ElementOfc" w:cs="Artifakt ElementOfc"/>
          <w:color w:val="000000"/>
        </w:rPr>
        <w:t xml:space="preserve">course </w:t>
      </w:r>
      <w:r w:rsidRPr="000B49C2">
        <w:rPr>
          <w:rFonts w:ascii="Artifakt ElementOfc" w:hAnsi="Artifakt ElementOfc" w:cs="Artifakt ElementOfc"/>
          <w:color w:val="000000"/>
        </w:rPr>
        <w:t xml:space="preserve">in the classroom. Prepare to teach </w:t>
      </w:r>
      <w:r w:rsidR="00311A9D" w:rsidRPr="000B49C2">
        <w:rPr>
          <w:rFonts w:ascii="Artifakt ElementOfc" w:hAnsi="Artifakt ElementOfc" w:cs="Artifakt ElementOfc"/>
          <w:color w:val="000000"/>
        </w:rPr>
        <w:t>the course</w:t>
      </w:r>
      <w:r w:rsidRPr="000B49C2">
        <w:rPr>
          <w:rFonts w:ascii="Artifakt ElementOfc" w:hAnsi="Artifakt ElementOfc" w:cs="Artifakt ElementOfc"/>
          <w:color w:val="000000"/>
        </w:rPr>
        <w:t xml:space="preserve"> by thoroughly reviewing this document, as well as all related course materials and resources. </w:t>
      </w:r>
      <w:r w:rsidR="00FD72C9" w:rsidRPr="000B49C2">
        <w:rPr>
          <w:rFonts w:ascii="Artifakt ElementOfc" w:hAnsi="Artifakt ElementOfc" w:cs="Artifakt ElementOfc"/>
          <w:color w:val="000000"/>
        </w:rPr>
        <w:t>You may also share this document with your students to guide them in their assignments.</w:t>
      </w:r>
      <w:r w:rsidR="001668B3" w:rsidRPr="000B49C2">
        <w:rPr>
          <w:rFonts w:ascii="Artifakt ElementOfc" w:hAnsi="Artifakt ElementOfc" w:cs="Artifakt ElementOfc"/>
          <w:color w:val="000000"/>
        </w:rPr>
        <w:t xml:space="preserve"> </w:t>
      </w:r>
      <w:r w:rsidR="00A21E0A" w:rsidRPr="000B49C2">
        <w:rPr>
          <w:rFonts w:ascii="Artifakt ElementOfc" w:hAnsi="Artifakt ElementOfc" w:cs="Artifakt ElementOfc"/>
          <w:lang w:val="en"/>
        </w:rPr>
        <w:t>It’s always recommended that you work through the course yourself in preparation for each module.</w:t>
      </w:r>
    </w:p>
    <w:p w14:paraId="48C6B370" w14:textId="77777777" w:rsidR="001377C2" w:rsidRPr="00132781" w:rsidRDefault="001377C2" w:rsidP="001377C2">
      <w:pPr>
        <w:rPr>
          <w:rFonts w:ascii="Artifakt ElementOfc" w:hAnsi="Artifakt ElementOfc" w:cs="Artifakt ElementOfc"/>
          <w:b/>
          <w:bCs/>
          <w:color w:val="000000"/>
          <w:sz w:val="24"/>
          <w:szCs w:val="24"/>
        </w:rPr>
      </w:pPr>
      <w:r w:rsidRPr="00132781">
        <w:rPr>
          <w:rFonts w:ascii="Artifakt ElementOfc" w:hAnsi="Artifakt ElementOfc" w:cs="Artifakt ElementOfc"/>
          <w:b/>
          <w:bCs/>
          <w:color w:val="000000"/>
          <w:sz w:val="24"/>
          <w:szCs w:val="24"/>
        </w:rPr>
        <w:t>Learning objectives:</w:t>
      </w:r>
    </w:p>
    <w:p w14:paraId="2EA46B90"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Model to match construction methods and use parts to improve model accuracy.</w:t>
      </w:r>
    </w:p>
    <w:p w14:paraId="74BF4D99"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Create and manage callouts and views</w:t>
      </w:r>
    </w:p>
    <w:p w14:paraId="6A10E210"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Create a federated model.</w:t>
      </w:r>
    </w:p>
    <w:p w14:paraId="24BD66D7"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Use LIDAR for construction.</w:t>
      </w:r>
    </w:p>
    <w:p w14:paraId="111F1695"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Create and manage 4D simulations in Navisworks.</w:t>
      </w:r>
    </w:p>
    <w:p w14:paraId="70B208C0"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Segment elements to model location for scheduling tasks.</w:t>
      </w:r>
    </w:p>
    <w:p w14:paraId="7906978C"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Use 4D simulations for materials planning and management.</w:t>
      </w:r>
    </w:p>
    <w:p w14:paraId="0CF0C1FC"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Run clash tests, create clash reports, and retest.</w:t>
      </w:r>
    </w:p>
    <w:p w14:paraId="0B4E9839" w14:textId="77777777" w:rsidR="0028345A"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Create quantity takeoffs.</w:t>
      </w:r>
    </w:p>
    <w:p w14:paraId="73E3E220" w14:textId="1A997717" w:rsidR="00F54F27" w:rsidRPr="0028345A" w:rsidRDefault="0028345A" w:rsidP="0028345A">
      <w:pPr>
        <w:pStyle w:val="ListParagraph"/>
        <w:numPr>
          <w:ilvl w:val="0"/>
          <w:numId w:val="25"/>
        </w:numPr>
        <w:spacing w:before="100" w:beforeAutospacing="1" w:after="100" w:afterAutospacing="1" w:line="360" w:lineRule="auto"/>
        <w:rPr>
          <w:rFonts w:ascii="Artifakt ElementOfc" w:hAnsi="Artifakt ElementOfc" w:cs="Artifakt ElementOfc"/>
        </w:rPr>
      </w:pPr>
      <w:r w:rsidRPr="0028345A">
        <w:rPr>
          <w:rFonts w:ascii="Artifakt ElementOfc" w:hAnsi="Artifakt ElementOfc" w:cs="Artifakt ElementOfc"/>
        </w:rPr>
        <w:t>Use the BIM model to add maintainable asset data.</w:t>
      </w:r>
    </w:p>
    <w:bookmarkEnd w:id="1"/>
    <w:p w14:paraId="6CEB338E" w14:textId="77777777" w:rsidR="00EE538E" w:rsidRPr="000B49C2" w:rsidRDefault="00EE538E" w:rsidP="00EE538E">
      <w:pPr>
        <w:pStyle w:val="copy"/>
        <w:rPr>
          <w:rFonts w:ascii="Artifakt ElementOfc" w:hAnsi="Artifakt ElementOfc"/>
        </w:rPr>
      </w:pPr>
      <w:r w:rsidRPr="000B49C2">
        <w:rPr>
          <w:rFonts w:ascii="Artifakt ElementOfc" w:hAnsi="Artifakt ElementOfc"/>
        </w:rPr>
        <w:t>The overall course contains the following resources:</w:t>
      </w:r>
    </w:p>
    <w:p w14:paraId="1625CF64" w14:textId="4FC07304" w:rsidR="00EE538E" w:rsidRPr="000B49C2" w:rsidRDefault="00EE6433" w:rsidP="00EE538E">
      <w:pPr>
        <w:pStyle w:val="Bullets-new"/>
        <w:rPr>
          <w:rFonts w:ascii="Artifakt ElementOfc" w:hAnsi="Artifakt ElementOfc"/>
        </w:rPr>
      </w:pPr>
      <w:r w:rsidRPr="000B49C2">
        <w:rPr>
          <w:rFonts w:ascii="Artifakt ElementOfc" w:hAnsi="Artifakt ElementOfc"/>
        </w:rPr>
        <w:t>1</w:t>
      </w:r>
      <w:r w:rsidR="00705BAD" w:rsidRPr="000B49C2">
        <w:rPr>
          <w:rFonts w:ascii="Artifakt ElementOfc" w:hAnsi="Artifakt ElementOfc"/>
        </w:rPr>
        <w:t>0</w:t>
      </w:r>
      <w:r w:rsidR="00EE538E" w:rsidRPr="000B49C2">
        <w:rPr>
          <w:rFonts w:ascii="Artifakt ElementOfc" w:hAnsi="Artifakt ElementOfc"/>
        </w:rPr>
        <w:t xml:space="preserve"> video modules covering all the topics in the course.</w:t>
      </w:r>
    </w:p>
    <w:p w14:paraId="4391EC18" w14:textId="1960E3D9" w:rsidR="00EE538E" w:rsidRPr="000B49C2" w:rsidRDefault="00EE6433" w:rsidP="00EE538E">
      <w:pPr>
        <w:pStyle w:val="Bullets-new"/>
        <w:rPr>
          <w:rFonts w:ascii="Artifakt ElementOfc" w:hAnsi="Artifakt ElementOfc"/>
        </w:rPr>
      </w:pPr>
      <w:r w:rsidRPr="000B49C2">
        <w:rPr>
          <w:rFonts w:ascii="Artifakt ElementOfc" w:hAnsi="Artifakt ElementOfc"/>
        </w:rPr>
        <w:t>D</w:t>
      </w:r>
      <w:r w:rsidR="00EE538E" w:rsidRPr="000B49C2">
        <w:rPr>
          <w:rFonts w:ascii="Artifakt ElementOfc" w:hAnsi="Artifakt ElementOfc"/>
        </w:rPr>
        <w:t>ataset files for use when following the video modules.</w:t>
      </w:r>
    </w:p>
    <w:p w14:paraId="501B3A79"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Quiz questions with timecodes for remedial knowledge check.</w:t>
      </w:r>
    </w:p>
    <w:p w14:paraId="3F9F010F" w14:textId="77777777" w:rsidR="00EE538E" w:rsidRPr="000B49C2" w:rsidRDefault="00EE538E" w:rsidP="00EE538E">
      <w:pPr>
        <w:pStyle w:val="Bullets-new"/>
        <w:rPr>
          <w:rFonts w:ascii="Artifakt ElementOfc" w:hAnsi="Artifakt ElementOfc"/>
        </w:rPr>
      </w:pPr>
      <w:r w:rsidRPr="000B49C2">
        <w:rPr>
          <w:rFonts w:ascii="Artifakt ElementOfc" w:hAnsi="Artifakt ElementOfc"/>
        </w:rPr>
        <w:t>Exam-style final test questions at the conclusion of the course.</w:t>
      </w:r>
    </w:p>
    <w:p w14:paraId="51F872C4" w14:textId="12942788" w:rsidR="00EE538E" w:rsidRPr="000B49C2" w:rsidRDefault="002449A7" w:rsidP="00EE538E">
      <w:pPr>
        <w:pStyle w:val="Bullets-new"/>
        <w:rPr>
          <w:rFonts w:ascii="Artifakt ElementOfc" w:hAnsi="Artifakt ElementOfc"/>
        </w:rPr>
      </w:pPr>
      <w:r w:rsidRPr="000B49C2">
        <w:rPr>
          <w:rFonts w:ascii="Artifakt ElementOfc" w:hAnsi="Artifakt ElementOfc"/>
        </w:rPr>
        <w:lastRenderedPageBreak/>
        <w:t>6</w:t>
      </w:r>
      <w:r w:rsidR="00EE6433" w:rsidRPr="000B49C2">
        <w:rPr>
          <w:rFonts w:ascii="Artifakt ElementOfc" w:hAnsi="Artifakt ElementOfc"/>
        </w:rPr>
        <w:t xml:space="preserve"> </w:t>
      </w:r>
      <w:r w:rsidR="00EE538E" w:rsidRPr="000B49C2">
        <w:rPr>
          <w:rFonts w:ascii="Artifakt ElementOfc" w:hAnsi="Artifakt ElementOfc"/>
        </w:rPr>
        <w:t>practice exercises with exercise files and solution</w:t>
      </w:r>
      <w:r w:rsidR="0098351E" w:rsidRPr="000B49C2">
        <w:rPr>
          <w:rFonts w:ascii="Artifakt ElementOfc" w:hAnsi="Artifakt ElementOfc"/>
        </w:rPr>
        <w:t>s</w:t>
      </w:r>
      <w:r w:rsidR="00EE538E" w:rsidRPr="000B49C2">
        <w:rPr>
          <w:rFonts w:ascii="Artifakt ElementOfc" w:hAnsi="Artifakt ElementOfc"/>
        </w:rPr>
        <w:t>.</w:t>
      </w:r>
    </w:p>
    <w:p w14:paraId="4357ACA2" w14:textId="72E62921" w:rsidR="00EE538E" w:rsidRPr="000B49C2" w:rsidRDefault="002449A7" w:rsidP="00EE538E">
      <w:pPr>
        <w:pStyle w:val="Bullets-new"/>
        <w:rPr>
          <w:rFonts w:ascii="Artifakt ElementOfc" w:hAnsi="Artifakt ElementOfc"/>
        </w:rPr>
      </w:pPr>
      <w:r w:rsidRPr="000B49C2">
        <w:rPr>
          <w:rFonts w:ascii="Artifakt ElementOfc" w:hAnsi="Artifakt ElementOfc"/>
        </w:rPr>
        <w:t xml:space="preserve">2 </w:t>
      </w:r>
      <w:r w:rsidR="00EE538E" w:rsidRPr="000B49C2">
        <w:rPr>
          <w:rFonts w:ascii="Artifakt ElementOfc" w:hAnsi="Artifakt ElementOfc"/>
        </w:rPr>
        <w:t>challenge assignment</w:t>
      </w:r>
      <w:r w:rsidRPr="000B49C2">
        <w:rPr>
          <w:rFonts w:ascii="Artifakt ElementOfc" w:hAnsi="Artifakt ElementOfc"/>
        </w:rPr>
        <w:t>s</w:t>
      </w:r>
      <w:r w:rsidR="00EE538E" w:rsidRPr="000B49C2">
        <w:rPr>
          <w:rFonts w:ascii="Artifakt ElementOfc" w:hAnsi="Artifakt ElementOfc"/>
        </w:rPr>
        <w:t xml:space="preserve"> with recommended assessment criteria.</w:t>
      </w:r>
    </w:p>
    <w:p w14:paraId="616D70EA" w14:textId="3544B38E" w:rsidR="00D972D4" w:rsidRPr="000B49C2" w:rsidRDefault="00826576" w:rsidP="00EE538E">
      <w:pPr>
        <w:pStyle w:val="Bullets-new"/>
        <w:rPr>
          <w:rFonts w:ascii="Artifakt ElementOfc" w:hAnsi="Artifakt ElementOfc"/>
        </w:rPr>
      </w:pPr>
      <w:r w:rsidRPr="000B49C2">
        <w:rPr>
          <w:rFonts w:ascii="Artifakt ElementOfc" w:hAnsi="Artifakt ElementOfc"/>
        </w:rPr>
        <w:t xml:space="preserve">Lecture slides that </w:t>
      </w:r>
      <w:r w:rsidR="00865A58" w:rsidRPr="000B49C2">
        <w:rPr>
          <w:rFonts w:ascii="Artifakt ElementOfc" w:hAnsi="Artifakt ElementOfc"/>
        </w:rPr>
        <w:t>introduce</w:t>
      </w:r>
      <w:r w:rsidRPr="000B49C2">
        <w:rPr>
          <w:rFonts w:ascii="Artifakt ElementOfc" w:hAnsi="Artifakt ElementOfc"/>
        </w:rPr>
        <w:t xml:space="preserve"> topics and them</w:t>
      </w:r>
      <w:r w:rsidR="00A1076F" w:rsidRPr="000B49C2">
        <w:rPr>
          <w:rFonts w:ascii="Artifakt ElementOfc" w:hAnsi="Artifakt ElementOfc"/>
        </w:rPr>
        <w:t>es covered in the course</w:t>
      </w:r>
      <w:r w:rsidR="00EE538E" w:rsidRPr="000B49C2">
        <w:rPr>
          <w:rFonts w:ascii="Artifakt ElementOfc" w:hAnsi="Artifakt ElementOfc"/>
        </w:rPr>
        <w:t>.</w:t>
      </w:r>
    </w:p>
    <w:p w14:paraId="686CA183" w14:textId="02C4C01E" w:rsidR="00EE538E" w:rsidRPr="00132781" w:rsidRDefault="0052086B" w:rsidP="00EE538E">
      <w:pPr>
        <w:pStyle w:val="copy"/>
        <w:rPr>
          <w:rFonts w:ascii="Artifakt ElementOfc" w:hAnsi="Artifakt ElementOfc"/>
          <w:b/>
          <w:bCs/>
          <w:sz w:val="24"/>
          <w:szCs w:val="24"/>
        </w:rPr>
      </w:pPr>
      <w:r>
        <w:rPr>
          <w:rFonts w:ascii="Artifakt ElementOfc" w:hAnsi="Artifakt ElementOfc"/>
          <w:b/>
          <w:bCs/>
          <w:sz w:val="24"/>
          <w:szCs w:val="24"/>
        </w:rPr>
        <w:t>Course description</w:t>
      </w:r>
      <w:r w:rsidR="00EE538E" w:rsidRPr="00132781">
        <w:rPr>
          <w:rFonts w:ascii="Artifakt ElementOfc" w:hAnsi="Artifakt ElementOfc"/>
          <w:b/>
          <w:bCs/>
          <w:sz w:val="24"/>
          <w:szCs w:val="24"/>
        </w:rPr>
        <w:t>:</w:t>
      </w:r>
    </w:p>
    <w:p w14:paraId="5A9B7FE6" w14:textId="17989273" w:rsidR="000B3A93" w:rsidRDefault="000B3A93" w:rsidP="00EE538E">
      <w:pPr>
        <w:pStyle w:val="copy"/>
        <w:rPr>
          <w:rFonts w:ascii="Artifakt ElementOfc" w:eastAsia="Times New Roman" w:hAnsi="Artifakt ElementOfc"/>
          <w:color w:val="212121"/>
        </w:rPr>
      </w:pPr>
      <w:r w:rsidRPr="000B49C2">
        <w:rPr>
          <w:rFonts w:ascii="Artifakt ElementOfc" w:eastAsia="Times New Roman" w:hAnsi="Artifakt ElementOfc"/>
          <w:color w:val="212121"/>
        </w:rPr>
        <w:t xml:space="preserve">In this course, learners will discover how to </w:t>
      </w:r>
      <w:r w:rsidR="00323320" w:rsidRPr="000B49C2">
        <w:rPr>
          <w:rFonts w:ascii="Artifakt ElementOfc" w:eastAsia="Times New Roman" w:hAnsi="Artifakt ElementOfc"/>
          <w:color w:val="212121"/>
        </w:rPr>
        <w:t>use Autodesk Revit, Navisworks, and Autodesk Construction Cloud for the tasks they’ll encounter during the design and planning stages of a construction project</w:t>
      </w:r>
      <w:r w:rsidR="00361428" w:rsidRPr="000B49C2">
        <w:rPr>
          <w:rFonts w:ascii="Artifakt ElementOfc" w:eastAsia="Times New Roman" w:hAnsi="Artifakt ElementOfc"/>
          <w:color w:val="212121"/>
        </w:rPr>
        <w:t xml:space="preserve"> </w:t>
      </w:r>
      <w:proofErr w:type="gramStart"/>
      <w:r w:rsidR="00D94613" w:rsidRPr="000B49C2">
        <w:rPr>
          <w:rFonts w:ascii="Artifakt ElementOfc" w:eastAsia="Times New Roman" w:hAnsi="Artifakt ElementOfc"/>
          <w:color w:val="212121"/>
        </w:rPr>
        <w:t>The</w:t>
      </w:r>
      <w:proofErr w:type="gramEnd"/>
      <w:r w:rsidR="00D94613" w:rsidRPr="000B49C2">
        <w:rPr>
          <w:rFonts w:ascii="Artifakt ElementOfc" w:eastAsia="Times New Roman" w:hAnsi="Artifakt ElementOfc"/>
          <w:color w:val="212121"/>
        </w:rPr>
        <w:t xml:space="preserve"> course</w:t>
      </w:r>
      <w:r w:rsidR="001978FF" w:rsidRPr="000B49C2">
        <w:rPr>
          <w:rFonts w:ascii="Artifakt ElementOfc" w:eastAsia="Times New Roman" w:hAnsi="Artifakt ElementOfc"/>
          <w:color w:val="212121"/>
        </w:rPr>
        <w:t xml:space="preserve"> offers student</w:t>
      </w:r>
      <w:r w:rsidR="00A53115" w:rsidRPr="000B49C2">
        <w:rPr>
          <w:rFonts w:ascii="Artifakt ElementOfc" w:eastAsia="Times New Roman" w:hAnsi="Artifakt ElementOfc"/>
          <w:color w:val="212121"/>
        </w:rPr>
        <w:t>s</w:t>
      </w:r>
      <w:r w:rsidR="001978FF" w:rsidRPr="000B49C2">
        <w:rPr>
          <w:rFonts w:ascii="Artifakt ElementOfc" w:eastAsia="Times New Roman" w:hAnsi="Artifakt ElementOfc"/>
          <w:color w:val="212121"/>
        </w:rPr>
        <w:t xml:space="preserve"> some </w:t>
      </w:r>
      <w:r w:rsidR="00A53115" w:rsidRPr="000B49C2">
        <w:rPr>
          <w:rFonts w:ascii="Artifakt ElementOfc" w:eastAsia="Times New Roman" w:hAnsi="Artifakt ElementOfc"/>
          <w:color w:val="212121"/>
        </w:rPr>
        <w:t xml:space="preserve">of the core concepts to start using these tools </w:t>
      </w:r>
      <w:r w:rsidR="001978FF" w:rsidRPr="000B49C2">
        <w:rPr>
          <w:rFonts w:ascii="Artifakt ElementOfc" w:eastAsia="Times New Roman" w:hAnsi="Artifakt ElementOfc"/>
          <w:color w:val="212121"/>
        </w:rPr>
        <w:t>and could be assigned in the first week or two of class.</w:t>
      </w:r>
      <w:r w:rsidR="001978FF" w:rsidRPr="00D94613">
        <w:rPr>
          <w:rFonts w:ascii="Artifakt ElementOfc" w:eastAsia="Times New Roman" w:hAnsi="Artifakt ElementOfc"/>
          <w:color w:val="212121"/>
        </w:rPr>
        <w:t xml:space="preserve"> </w:t>
      </w:r>
    </w:p>
    <w:p w14:paraId="0005B557" w14:textId="60C1CD22" w:rsidR="00891B48" w:rsidRPr="000B49C2" w:rsidRDefault="00891B48" w:rsidP="000B49C2">
      <w:pPr>
        <w:pStyle w:val="copy"/>
        <w:rPr>
          <w:rFonts w:ascii="Artifakt ElementOfc" w:eastAsia="Times New Roman" w:hAnsi="Artifakt ElementOfc"/>
          <w:color w:val="212121"/>
        </w:rPr>
      </w:pPr>
      <w:r w:rsidRPr="000B49C2">
        <w:rPr>
          <w:rFonts w:ascii="Artifakt ElementOfc" w:eastAsia="Times New Roman" w:hAnsi="Artifakt ElementOfc"/>
          <w:color w:val="212121"/>
        </w:rPr>
        <w:t xml:space="preserve">During the course </w:t>
      </w:r>
      <w:r w:rsidR="0039567C">
        <w:rPr>
          <w:rFonts w:ascii="Artifakt ElementOfc" w:eastAsia="Times New Roman" w:hAnsi="Artifakt ElementOfc"/>
          <w:color w:val="212121"/>
        </w:rPr>
        <w:t>students</w:t>
      </w:r>
      <w:r w:rsidRPr="000B49C2">
        <w:rPr>
          <w:rFonts w:ascii="Artifakt ElementOfc" w:eastAsia="Times New Roman" w:hAnsi="Artifakt ElementOfc"/>
          <w:color w:val="212121"/>
        </w:rPr>
        <w:t xml:space="preserve"> will discover how 3D modeling in Revit impacts</w:t>
      </w:r>
      <w:r w:rsidR="00602568">
        <w:rPr>
          <w:rFonts w:ascii="Artifakt ElementOfc" w:eastAsia="Times New Roman" w:hAnsi="Artifakt ElementOfc"/>
          <w:color w:val="212121"/>
        </w:rPr>
        <w:t xml:space="preserve"> </w:t>
      </w:r>
      <w:r w:rsidRPr="000B49C2">
        <w:rPr>
          <w:rFonts w:ascii="Artifakt ElementOfc" w:eastAsia="Times New Roman" w:hAnsi="Artifakt ElementOfc"/>
          <w:color w:val="212121"/>
        </w:rPr>
        <w:t xml:space="preserve">construction project planning. </w:t>
      </w:r>
      <w:r w:rsidR="0039567C">
        <w:rPr>
          <w:rFonts w:ascii="Artifakt ElementOfc" w:eastAsia="Times New Roman" w:hAnsi="Artifakt ElementOfc"/>
          <w:color w:val="212121"/>
        </w:rPr>
        <w:t>They</w:t>
      </w:r>
      <w:r w:rsidRPr="000B49C2">
        <w:rPr>
          <w:rFonts w:ascii="Artifakt ElementOfc" w:eastAsia="Times New Roman" w:hAnsi="Artifakt ElementOfc"/>
          <w:color w:val="212121"/>
        </w:rPr>
        <w:t xml:space="preserve">’ll learn how to use mass modeling as a means of achieving conceptual cost estimates and use the same data to inform and drive ongoing design decisions. </w:t>
      </w:r>
    </w:p>
    <w:p w14:paraId="0C9C3168" w14:textId="06017A5D" w:rsidR="00891B48" w:rsidRPr="000B49C2" w:rsidRDefault="0039567C" w:rsidP="000B49C2">
      <w:pPr>
        <w:pStyle w:val="copy"/>
        <w:rPr>
          <w:rFonts w:ascii="Artifakt ElementOfc" w:eastAsia="Times New Roman" w:hAnsi="Artifakt ElementOfc"/>
          <w:color w:val="212121"/>
        </w:rPr>
      </w:pPr>
      <w:r>
        <w:rPr>
          <w:rFonts w:ascii="Artifakt ElementOfc" w:eastAsia="Times New Roman" w:hAnsi="Artifakt ElementOfc"/>
          <w:color w:val="212121"/>
        </w:rPr>
        <w:t>Students will g</w:t>
      </w:r>
      <w:r w:rsidR="00891B48" w:rsidRPr="000B49C2">
        <w:rPr>
          <w:rFonts w:ascii="Artifakt ElementOfc" w:eastAsia="Times New Roman" w:hAnsi="Artifakt ElementOfc"/>
          <w:color w:val="212121"/>
        </w:rPr>
        <w:t>ain core skills in model federation and effective navigation within Navisworks and then create 4D simulations and identify areas for improvement on a range of construction tasks based on site location and material management.</w:t>
      </w:r>
    </w:p>
    <w:p w14:paraId="26A2E11D" w14:textId="77777777" w:rsidR="004E42BF" w:rsidRDefault="00992D19" w:rsidP="00EE538E">
      <w:pPr>
        <w:pStyle w:val="copy"/>
        <w:rPr>
          <w:rFonts w:ascii="Artifakt ElementOfc" w:eastAsia="Times New Roman" w:hAnsi="Artifakt ElementOfc"/>
          <w:color w:val="212121"/>
        </w:rPr>
      </w:pPr>
      <w:r>
        <w:rPr>
          <w:rFonts w:ascii="Artifakt ElementOfc" w:eastAsia="Times New Roman" w:hAnsi="Artifakt ElementOfc"/>
          <w:color w:val="212121"/>
        </w:rPr>
        <w:t xml:space="preserve">They’ll </w:t>
      </w:r>
      <w:r w:rsidR="00891B48" w:rsidRPr="000B49C2">
        <w:rPr>
          <w:rFonts w:ascii="Artifakt ElementOfc" w:eastAsia="Times New Roman" w:hAnsi="Artifakt ElementOfc"/>
          <w:color w:val="212121"/>
        </w:rPr>
        <w:t xml:space="preserve">take on tasks such as clash detection, reporting, and creating simple quantity takeoffs in Autodesk Construction Cloud. </w:t>
      </w:r>
      <w:r>
        <w:rPr>
          <w:rFonts w:ascii="Artifakt ElementOfc" w:eastAsia="Times New Roman" w:hAnsi="Artifakt ElementOfc"/>
          <w:color w:val="212121"/>
        </w:rPr>
        <w:t>As a wrap up</w:t>
      </w:r>
      <w:r w:rsidR="007A720C">
        <w:rPr>
          <w:rFonts w:ascii="Artifakt ElementOfc" w:eastAsia="Times New Roman" w:hAnsi="Artifakt ElementOfc"/>
          <w:color w:val="212121"/>
        </w:rPr>
        <w:t xml:space="preserve">, </w:t>
      </w:r>
      <w:r>
        <w:rPr>
          <w:rFonts w:ascii="Artifakt ElementOfc" w:eastAsia="Times New Roman" w:hAnsi="Artifakt ElementOfc"/>
          <w:color w:val="212121"/>
        </w:rPr>
        <w:t>students will</w:t>
      </w:r>
      <w:r w:rsidR="00891B48" w:rsidRPr="000B49C2">
        <w:rPr>
          <w:rFonts w:ascii="Artifakt ElementOfc" w:eastAsia="Times New Roman" w:hAnsi="Artifakt ElementOfc"/>
          <w:color w:val="212121"/>
        </w:rPr>
        <w:t xml:space="preserve"> discover how to track assets during the project’s lifecycle.</w:t>
      </w:r>
    </w:p>
    <w:p w14:paraId="1CC586EA" w14:textId="66CECD32" w:rsidR="00EE538E" w:rsidRPr="004E42BF" w:rsidRDefault="00CB7230" w:rsidP="00EE538E">
      <w:pPr>
        <w:pStyle w:val="copy"/>
        <w:rPr>
          <w:rFonts w:ascii="Artifakt ElementOfc" w:eastAsia="Times New Roman" w:hAnsi="Artifakt ElementOfc"/>
          <w:color w:val="212121"/>
        </w:rPr>
      </w:pPr>
      <w:r w:rsidRPr="00A75D41">
        <w:rPr>
          <w:rFonts w:ascii="Artifakt ElementOfc" w:hAnsi="Artifakt ElementOfc"/>
        </w:rPr>
        <w:br/>
      </w:r>
      <w:r w:rsidR="00EE538E" w:rsidRPr="00132781">
        <w:rPr>
          <w:rFonts w:ascii="Artifakt ElementOfc" w:hAnsi="Artifakt ElementOfc"/>
          <w:b/>
          <w:bCs/>
          <w:sz w:val="24"/>
          <w:szCs w:val="24"/>
        </w:rPr>
        <w:t>Structure of the course:</w:t>
      </w:r>
    </w:p>
    <w:p w14:paraId="60D56E36" w14:textId="206F5E67" w:rsidR="00EE538E" w:rsidRPr="000B49C2" w:rsidRDefault="00EE538E" w:rsidP="00132781">
      <w:pPr>
        <w:pStyle w:val="copy"/>
        <w:rPr>
          <w:rFonts w:ascii="Artifakt ElementOfc" w:hAnsi="Artifakt ElementOfc"/>
        </w:rPr>
      </w:pPr>
      <w:r w:rsidRPr="000B49C2">
        <w:rPr>
          <w:rFonts w:ascii="Artifakt ElementOfc" w:hAnsi="Artifakt ElementOfc"/>
        </w:rPr>
        <w:t xml:space="preserve">The course is split into </w:t>
      </w:r>
      <w:r w:rsidR="00830381" w:rsidRPr="000B49C2">
        <w:rPr>
          <w:rFonts w:ascii="Artifakt ElementOfc" w:hAnsi="Artifakt ElementOfc"/>
        </w:rPr>
        <w:t>10</w:t>
      </w:r>
      <w:r w:rsidRPr="000B49C2">
        <w:rPr>
          <w:rFonts w:ascii="Artifakt ElementOfc" w:hAnsi="Artifakt ElementOfc"/>
        </w:rPr>
        <w:t xml:space="preserve"> modules and is designed to cover </w:t>
      </w:r>
      <w:r w:rsidR="00A61BCC" w:rsidRPr="000B49C2">
        <w:rPr>
          <w:rFonts w:ascii="Artifakt ElementOfc" w:hAnsi="Artifakt ElementOfc"/>
        </w:rPr>
        <w:t xml:space="preserve">core </w:t>
      </w:r>
      <w:r w:rsidR="00830381" w:rsidRPr="000B49C2">
        <w:rPr>
          <w:rFonts w:ascii="Artifakt ElementOfc" w:hAnsi="Artifakt ElementOfc"/>
        </w:rPr>
        <w:t xml:space="preserve">Autodesk </w:t>
      </w:r>
      <w:r w:rsidRPr="000B49C2">
        <w:rPr>
          <w:rFonts w:ascii="Artifakt ElementOfc" w:hAnsi="Artifakt ElementOfc"/>
        </w:rPr>
        <w:t xml:space="preserve">skills required </w:t>
      </w:r>
      <w:r w:rsidR="00692B04" w:rsidRPr="000B49C2">
        <w:rPr>
          <w:rFonts w:ascii="Artifakt ElementOfc" w:hAnsi="Artifakt ElementOfc"/>
        </w:rPr>
        <w:t>for construction management and planning</w:t>
      </w:r>
      <w:r w:rsidR="00132781" w:rsidRPr="000B49C2">
        <w:rPr>
          <w:rFonts w:ascii="Artifakt ElementOfc" w:hAnsi="Artifakt ElementOfc"/>
        </w:rPr>
        <w:t>.</w:t>
      </w:r>
    </w:p>
    <w:p w14:paraId="76F1F816" w14:textId="28A13F8F" w:rsidR="00EE538E" w:rsidRPr="000B49C2" w:rsidRDefault="00EE538E" w:rsidP="00EE538E">
      <w:pPr>
        <w:pStyle w:val="copy"/>
        <w:rPr>
          <w:rFonts w:ascii="Artifakt ElementOfc" w:hAnsi="Artifakt ElementOfc"/>
          <w:b/>
          <w:bCs/>
        </w:rPr>
      </w:pPr>
      <w:r w:rsidRPr="000B49C2">
        <w:rPr>
          <w:rFonts w:ascii="Artifakt ElementOfc" w:hAnsi="Artifakt ElementOfc"/>
          <w:b/>
          <w:bCs/>
        </w:rPr>
        <w:t>Video</w:t>
      </w:r>
      <w:r w:rsidR="00FC4123" w:rsidRPr="000B49C2">
        <w:rPr>
          <w:rFonts w:ascii="Artifakt ElementOfc" w:hAnsi="Artifakt ElementOfc"/>
          <w:b/>
          <w:bCs/>
        </w:rPr>
        <w:t>s</w:t>
      </w:r>
      <w:r w:rsidRPr="000B49C2">
        <w:rPr>
          <w:rFonts w:ascii="Artifakt ElementOfc" w:hAnsi="Artifakt ElementOfc"/>
          <w:b/>
          <w:bCs/>
        </w:rPr>
        <w:t>:</w:t>
      </w:r>
    </w:p>
    <w:p w14:paraId="1A64BA88" w14:textId="56B82BFD" w:rsidR="009B3C99" w:rsidRPr="000B49C2" w:rsidRDefault="00EE538E" w:rsidP="009B3C99">
      <w:pPr>
        <w:pStyle w:val="copy"/>
        <w:rPr>
          <w:rFonts w:ascii="Artifakt ElementOfc" w:hAnsi="Artifakt ElementOfc"/>
        </w:rPr>
      </w:pPr>
      <w:r w:rsidRPr="000B49C2">
        <w:rPr>
          <w:rFonts w:ascii="Artifakt ElementOfc" w:hAnsi="Artifakt ElementOfc"/>
        </w:rPr>
        <w:t xml:space="preserve">Each video </w:t>
      </w:r>
      <w:r w:rsidR="00FC4123" w:rsidRPr="000B49C2">
        <w:rPr>
          <w:rFonts w:ascii="Artifakt ElementOfc" w:hAnsi="Artifakt ElementOfc"/>
        </w:rPr>
        <w:t>begins</w:t>
      </w:r>
      <w:r w:rsidRPr="000B49C2">
        <w:rPr>
          <w:rFonts w:ascii="Artifakt ElementOfc" w:hAnsi="Artifakt ElementOfc"/>
        </w:rPr>
        <w:t xml:space="preserve"> with a list of learning objectives covered in the video. The dataset mentioned throughout all the videos are available if students wish to follow along or practice after the video.</w:t>
      </w:r>
    </w:p>
    <w:p w14:paraId="62A1FD68" w14:textId="6DB6D70B" w:rsidR="009B3C99" w:rsidRPr="000B49C2" w:rsidRDefault="009B3C99" w:rsidP="009B3C99">
      <w:pPr>
        <w:pStyle w:val="copy"/>
        <w:rPr>
          <w:rFonts w:ascii="Artifakt ElementOfc" w:hAnsi="Artifakt ElementOfc"/>
          <w:b/>
          <w:bCs/>
        </w:rPr>
      </w:pPr>
      <w:r w:rsidRPr="000B49C2">
        <w:rPr>
          <w:rFonts w:ascii="Artifakt ElementOfc" w:hAnsi="Artifakt ElementOfc"/>
          <w:b/>
          <w:bCs/>
        </w:rPr>
        <w:t>Dataset:</w:t>
      </w:r>
    </w:p>
    <w:p w14:paraId="5621E764" w14:textId="71FA0108" w:rsidR="009B3C99" w:rsidRPr="000B49C2" w:rsidRDefault="009B3C99" w:rsidP="009B3C99">
      <w:pPr>
        <w:rPr>
          <w:rFonts w:ascii="Artifakt ElementOfc" w:hAnsi="Artifakt ElementOfc" w:cs="Artifakt ElementOfc"/>
          <w:color w:val="000000"/>
        </w:rPr>
      </w:pPr>
      <w:r w:rsidRPr="000B49C2">
        <w:rPr>
          <w:rFonts w:ascii="Artifakt ElementOfc" w:hAnsi="Artifakt ElementOfc" w:cs="Artifakt ElementOfc"/>
          <w:color w:val="000000"/>
        </w:rPr>
        <w:t xml:space="preserve">The example used in the videos is of a </w:t>
      </w:r>
      <w:r w:rsidR="008228BC" w:rsidRPr="000B49C2">
        <w:rPr>
          <w:rFonts w:ascii="Artifakt ElementOfc" w:hAnsi="Artifakt ElementOfc" w:cs="Artifakt ElementOfc"/>
          <w:color w:val="000000"/>
        </w:rPr>
        <w:t>building</w:t>
      </w:r>
      <w:r w:rsidR="00916F57" w:rsidRPr="000B49C2">
        <w:rPr>
          <w:rFonts w:ascii="Artifakt ElementOfc" w:hAnsi="Artifakt ElementOfc" w:cs="Artifakt ElementOfc"/>
          <w:color w:val="000000"/>
        </w:rPr>
        <w:t xml:space="preserve"> project</w:t>
      </w:r>
      <w:r w:rsidRPr="000B49C2">
        <w:rPr>
          <w:rFonts w:ascii="Artifakt ElementOfc" w:hAnsi="Artifakt ElementOfc" w:cs="Artifakt ElementOfc"/>
          <w:color w:val="000000"/>
        </w:rPr>
        <w:t xml:space="preserve"> </w:t>
      </w:r>
      <w:r w:rsidR="00CA44EA" w:rsidRPr="000B49C2">
        <w:rPr>
          <w:rFonts w:ascii="Artifakt ElementOfc" w:hAnsi="Artifakt ElementOfc" w:cs="Artifakt ElementOfc"/>
          <w:color w:val="000000"/>
        </w:rPr>
        <w:t xml:space="preserve">with a </w:t>
      </w:r>
      <w:r w:rsidR="00F57046" w:rsidRPr="000B49C2">
        <w:rPr>
          <w:rFonts w:ascii="Artifakt ElementOfc" w:hAnsi="Artifakt ElementOfc" w:cs="Artifakt ElementOfc"/>
          <w:color w:val="000000"/>
        </w:rPr>
        <w:t xml:space="preserve">Revit model for the architecture, structural, and MEP </w:t>
      </w:r>
      <w:proofErr w:type="spellStart"/>
      <w:r w:rsidR="00F57046" w:rsidRPr="000B49C2">
        <w:rPr>
          <w:rFonts w:ascii="Artifakt ElementOfc" w:hAnsi="Artifakt ElementOfc" w:cs="Artifakt ElementOfc"/>
          <w:color w:val="000000"/>
        </w:rPr>
        <w:t>discliplines</w:t>
      </w:r>
      <w:proofErr w:type="spellEnd"/>
      <w:r w:rsidR="00F57046" w:rsidRPr="000B49C2">
        <w:rPr>
          <w:rFonts w:ascii="Artifakt ElementOfc" w:hAnsi="Artifakt ElementOfc" w:cs="Artifakt ElementOfc"/>
          <w:color w:val="000000"/>
        </w:rPr>
        <w:t xml:space="preserve">, </w:t>
      </w:r>
      <w:r w:rsidRPr="000B49C2">
        <w:rPr>
          <w:rFonts w:ascii="Artifakt ElementOfc" w:hAnsi="Artifakt ElementOfc" w:cs="Artifakt ElementOfc"/>
          <w:color w:val="000000"/>
        </w:rPr>
        <w:t xml:space="preserve">and the dataset </w:t>
      </w:r>
      <w:r w:rsidR="00D32A29" w:rsidRPr="000B49C2">
        <w:rPr>
          <w:rFonts w:ascii="Artifakt ElementOfc" w:hAnsi="Artifakt ElementOfc" w:cs="Artifakt ElementOfc"/>
          <w:color w:val="000000"/>
        </w:rPr>
        <w:t>is</w:t>
      </w:r>
      <w:r w:rsidRPr="000B49C2">
        <w:rPr>
          <w:rFonts w:ascii="Artifakt ElementOfc" w:hAnsi="Artifakt ElementOfc" w:cs="Artifakt ElementOfc"/>
          <w:color w:val="000000"/>
        </w:rPr>
        <w:t xml:space="preserve"> available to follow along with the instruction. </w:t>
      </w:r>
    </w:p>
    <w:p w14:paraId="4356B5E6" w14:textId="0C2E3A49" w:rsidR="00EE538E" w:rsidRPr="000B49C2" w:rsidRDefault="00EE538E" w:rsidP="00EE538E">
      <w:pPr>
        <w:pStyle w:val="copy"/>
        <w:rPr>
          <w:rFonts w:ascii="Artifakt ElementOfc" w:hAnsi="Artifakt ElementOfc"/>
          <w:b/>
          <w:bCs/>
        </w:rPr>
      </w:pPr>
      <w:r w:rsidRPr="000B49C2">
        <w:rPr>
          <w:rFonts w:ascii="Artifakt ElementOfc" w:hAnsi="Artifakt ElementOfc"/>
          <w:b/>
          <w:bCs/>
        </w:rPr>
        <w:t>Practice exercises:</w:t>
      </w:r>
    </w:p>
    <w:p w14:paraId="067386EC" w14:textId="1F067343" w:rsidR="00606933" w:rsidRPr="000B49C2" w:rsidRDefault="00EE538E" w:rsidP="00EE538E">
      <w:pPr>
        <w:pStyle w:val="copy"/>
        <w:rPr>
          <w:rFonts w:ascii="Artifakt ElementOfc" w:hAnsi="Artifakt ElementOfc"/>
        </w:rPr>
      </w:pPr>
      <w:r w:rsidRPr="000B49C2">
        <w:rPr>
          <w:rFonts w:ascii="Artifakt ElementOfc" w:hAnsi="Artifakt ElementOfc"/>
        </w:rPr>
        <w:lastRenderedPageBreak/>
        <w:t xml:space="preserve">There are </w:t>
      </w:r>
      <w:r w:rsidR="00B425AC">
        <w:rPr>
          <w:rFonts w:ascii="Artifakt ElementOfc" w:hAnsi="Artifakt ElementOfc"/>
        </w:rPr>
        <w:t>six</w:t>
      </w:r>
      <w:r w:rsidRPr="000B49C2">
        <w:rPr>
          <w:rFonts w:ascii="Artifakt ElementOfc" w:hAnsi="Artifakt ElementOfc"/>
        </w:rPr>
        <w:t xml:space="preserve"> practice exercises included, each exploring a different set of topics. The practice exercises are designed to give students an opportunity to test their knowledge and apply what they have learned. Each practice exercise is accompanied by a </w:t>
      </w:r>
      <w:r w:rsidR="00ED3730" w:rsidRPr="000B49C2">
        <w:rPr>
          <w:rFonts w:ascii="Artifakt ElementOfc" w:hAnsi="Artifakt ElementOfc"/>
        </w:rPr>
        <w:t xml:space="preserve">dataset and </w:t>
      </w:r>
      <w:r w:rsidR="00F75EFC" w:rsidRPr="000B49C2">
        <w:rPr>
          <w:rFonts w:ascii="Artifakt ElementOfc" w:hAnsi="Artifakt ElementOfc"/>
        </w:rPr>
        <w:t>video</w:t>
      </w:r>
      <w:r w:rsidRPr="000B49C2">
        <w:rPr>
          <w:rFonts w:ascii="Artifakt ElementOfc" w:hAnsi="Artifakt ElementOfc"/>
        </w:rPr>
        <w:t xml:space="preserve"> solution. </w:t>
      </w:r>
    </w:p>
    <w:p w14:paraId="190BBC11" w14:textId="0B22724A" w:rsidR="00606933" w:rsidRPr="000B49C2" w:rsidRDefault="00606933" w:rsidP="00606933">
      <w:pPr>
        <w:pStyle w:val="copy"/>
        <w:rPr>
          <w:rFonts w:ascii="Artifakt ElementOfc" w:hAnsi="Artifakt ElementOfc"/>
          <w:b/>
          <w:bCs/>
        </w:rPr>
      </w:pPr>
      <w:r w:rsidRPr="000B49C2">
        <w:rPr>
          <w:rFonts w:ascii="Artifakt ElementOfc" w:hAnsi="Artifakt ElementOfc"/>
          <w:b/>
          <w:bCs/>
        </w:rPr>
        <w:t>Challenge exercise:</w:t>
      </w:r>
    </w:p>
    <w:p w14:paraId="0D4954F7" w14:textId="33334E15" w:rsidR="00EE538E" w:rsidRPr="000B49C2" w:rsidRDefault="00163AAF" w:rsidP="00EE538E">
      <w:pPr>
        <w:pStyle w:val="copy"/>
        <w:rPr>
          <w:rFonts w:ascii="Artifakt ElementOfc" w:hAnsi="Artifakt ElementOfc"/>
        </w:rPr>
      </w:pPr>
      <w:r w:rsidRPr="000B49C2">
        <w:rPr>
          <w:rFonts w:ascii="Artifakt ElementOfc" w:hAnsi="Artifakt ElementOfc"/>
        </w:rPr>
        <w:t xml:space="preserve">Two </w:t>
      </w:r>
      <w:r w:rsidR="00CB151C" w:rsidRPr="000B49C2">
        <w:rPr>
          <w:rFonts w:ascii="Artifakt ElementOfc" w:hAnsi="Artifakt ElementOfc"/>
        </w:rPr>
        <w:t>challenge</w:t>
      </w:r>
      <w:r w:rsidR="00EE538E" w:rsidRPr="000B49C2">
        <w:rPr>
          <w:rFonts w:ascii="Artifakt ElementOfc" w:hAnsi="Artifakt ElementOfc"/>
        </w:rPr>
        <w:t xml:space="preserve"> assignment</w:t>
      </w:r>
      <w:r w:rsidRPr="000B49C2">
        <w:rPr>
          <w:rFonts w:ascii="Artifakt ElementOfc" w:hAnsi="Artifakt ElementOfc"/>
        </w:rPr>
        <w:t>s</w:t>
      </w:r>
      <w:r w:rsidR="00CB151C" w:rsidRPr="000B49C2">
        <w:rPr>
          <w:rFonts w:ascii="Artifakt ElementOfc" w:hAnsi="Artifakt ElementOfc"/>
        </w:rPr>
        <w:t xml:space="preserve"> </w:t>
      </w:r>
      <w:r w:rsidRPr="000B49C2">
        <w:rPr>
          <w:rFonts w:ascii="Artifakt ElementOfc" w:hAnsi="Artifakt ElementOfc"/>
        </w:rPr>
        <w:t xml:space="preserve">are </w:t>
      </w:r>
      <w:r w:rsidR="00EE538E" w:rsidRPr="000B49C2">
        <w:rPr>
          <w:rFonts w:ascii="Artifakt ElementOfc" w:hAnsi="Artifakt ElementOfc"/>
        </w:rPr>
        <w:t xml:space="preserve">included, focusing on a set of topics covered in the course. Students are presented </w:t>
      </w:r>
      <w:r w:rsidR="007F3976" w:rsidRPr="000B49C2">
        <w:rPr>
          <w:rFonts w:ascii="Artifakt ElementOfc" w:hAnsi="Artifakt ElementOfc"/>
        </w:rPr>
        <w:t xml:space="preserve">with </w:t>
      </w:r>
      <w:r w:rsidR="00EE538E" w:rsidRPr="000B49C2">
        <w:rPr>
          <w:rFonts w:ascii="Artifakt ElementOfc" w:hAnsi="Artifakt ElementOfc"/>
        </w:rPr>
        <w:t xml:space="preserve">a challenge in an applicable real-world situation, and they apply their </w:t>
      </w:r>
      <w:proofErr w:type="gramStart"/>
      <w:r w:rsidR="00EE538E" w:rsidRPr="000B49C2">
        <w:rPr>
          <w:rFonts w:ascii="Artifakt ElementOfc" w:hAnsi="Artifakt ElementOfc"/>
        </w:rPr>
        <w:t>skills</w:t>
      </w:r>
      <w:proofErr w:type="gramEnd"/>
      <w:r w:rsidR="00EE538E" w:rsidRPr="000B49C2">
        <w:rPr>
          <w:rFonts w:ascii="Artifakt ElementOfc" w:hAnsi="Artifakt ElementOfc"/>
        </w:rPr>
        <w:t xml:space="preserve"> and the techniques learned to solve the challenge. A grading rubric is provided for the instructor, giving guidelines on assessment criteria</w:t>
      </w:r>
      <w:r w:rsidR="00E0499D" w:rsidRPr="000B49C2">
        <w:rPr>
          <w:rFonts w:ascii="Artifakt ElementOfc" w:hAnsi="Artifakt ElementOfc"/>
        </w:rPr>
        <w:t xml:space="preserve">. </w:t>
      </w:r>
      <w:r w:rsidR="00EE538E" w:rsidRPr="000B49C2">
        <w:rPr>
          <w:rFonts w:ascii="Artifakt ElementOfc" w:hAnsi="Artifakt ElementOfc"/>
        </w:rPr>
        <w:t>You can also encourage students to work in small groups, first discussing the desired outputs and working collectively to derive the best process and execution in the software.</w:t>
      </w:r>
    </w:p>
    <w:p w14:paraId="26AED6EE" w14:textId="0C4C6501" w:rsidR="00416531" w:rsidRPr="000B49C2" w:rsidRDefault="00416531" w:rsidP="00416531">
      <w:pPr>
        <w:pStyle w:val="copy"/>
        <w:rPr>
          <w:rFonts w:ascii="Artifakt ElementOfc" w:hAnsi="Artifakt ElementOfc"/>
          <w:b/>
          <w:bCs/>
        </w:rPr>
      </w:pPr>
      <w:r w:rsidRPr="000B49C2">
        <w:rPr>
          <w:rFonts w:ascii="Artifakt ElementOfc" w:hAnsi="Artifakt ElementOfc"/>
          <w:b/>
          <w:bCs/>
        </w:rPr>
        <w:t>Video quiz questions:</w:t>
      </w:r>
    </w:p>
    <w:p w14:paraId="1C782AA0" w14:textId="03851BA5" w:rsidR="00416531" w:rsidRPr="000B49C2" w:rsidRDefault="00416531" w:rsidP="00416531">
      <w:pPr>
        <w:pStyle w:val="copy"/>
        <w:rPr>
          <w:rFonts w:ascii="Artifakt ElementOfc" w:hAnsi="Artifakt ElementOfc"/>
        </w:rPr>
      </w:pPr>
      <w:r w:rsidRPr="000B49C2">
        <w:rPr>
          <w:rFonts w:ascii="Artifakt ElementOfc" w:hAnsi="Artifakt ElementOfc"/>
        </w:rPr>
        <w:t xml:space="preserve">Quiz questions are included with each video of the course and the timecodes are included so that students can review the related sections in the video for questions they have answered incorrectly. </w:t>
      </w:r>
    </w:p>
    <w:p w14:paraId="487D4BDB" w14:textId="33D55E0E" w:rsidR="00416531" w:rsidRPr="000B49C2" w:rsidRDefault="00416531" w:rsidP="00416531">
      <w:pPr>
        <w:pStyle w:val="copy"/>
        <w:rPr>
          <w:rFonts w:ascii="Artifakt ElementOfc" w:hAnsi="Artifakt ElementOfc"/>
          <w:b/>
          <w:bCs/>
        </w:rPr>
      </w:pPr>
      <w:r w:rsidRPr="000B49C2">
        <w:rPr>
          <w:rFonts w:ascii="Artifakt ElementOfc" w:hAnsi="Artifakt ElementOfc"/>
          <w:b/>
          <w:bCs/>
        </w:rPr>
        <w:t>Final test questions:</w:t>
      </w:r>
    </w:p>
    <w:p w14:paraId="2E1FDEEA" w14:textId="6D5E5310" w:rsidR="00416531" w:rsidRPr="000B49C2" w:rsidRDefault="00F23332" w:rsidP="00416531">
      <w:pPr>
        <w:pStyle w:val="copy"/>
        <w:rPr>
          <w:rFonts w:ascii="Artifakt ElementOfc" w:hAnsi="Artifakt ElementOfc"/>
        </w:rPr>
      </w:pPr>
      <w:r w:rsidRPr="000B49C2">
        <w:rPr>
          <w:rFonts w:ascii="Artifakt ElementOfc" w:hAnsi="Artifakt ElementOfc"/>
        </w:rPr>
        <w:t xml:space="preserve">A </w:t>
      </w:r>
      <w:r w:rsidR="00416531" w:rsidRPr="000B49C2">
        <w:rPr>
          <w:rFonts w:ascii="Artifakt ElementOfc" w:hAnsi="Artifakt ElementOfc"/>
        </w:rPr>
        <w:t xml:space="preserve">cumulative set of exam-style questions are included at the conclusion of the course for students to measure what they have learned against realistic multiple-choice questions. </w:t>
      </w:r>
    </w:p>
    <w:p w14:paraId="2BADEF4D" w14:textId="503B7731" w:rsidR="00416531" w:rsidRPr="000B49C2" w:rsidRDefault="00F23332" w:rsidP="00416531">
      <w:pPr>
        <w:pStyle w:val="copy"/>
        <w:rPr>
          <w:rFonts w:ascii="Artifakt ElementOfc" w:hAnsi="Artifakt ElementOfc"/>
          <w:b/>
          <w:bCs/>
        </w:rPr>
      </w:pPr>
      <w:r w:rsidRPr="000B49C2">
        <w:rPr>
          <w:rFonts w:ascii="Artifakt ElementOfc" w:hAnsi="Artifakt ElementOfc"/>
          <w:b/>
          <w:bCs/>
        </w:rPr>
        <w:t>Lecture slides</w:t>
      </w:r>
      <w:r w:rsidR="00416531" w:rsidRPr="000B49C2">
        <w:rPr>
          <w:rFonts w:ascii="Artifakt ElementOfc" w:hAnsi="Artifakt ElementOfc"/>
          <w:b/>
          <w:bCs/>
        </w:rPr>
        <w:t>:</w:t>
      </w:r>
    </w:p>
    <w:p w14:paraId="4AC2189E" w14:textId="71DFA04A" w:rsidR="00416531" w:rsidRDefault="00F23332" w:rsidP="00416531">
      <w:pPr>
        <w:pStyle w:val="copy"/>
        <w:rPr>
          <w:rFonts w:ascii="Artifakt ElementOfc" w:hAnsi="Artifakt ElementOfc"/>
        </w:rPr>
      </w:pPr>
      <w:r w:rsidRPr="000B49C2">
        <w:rPr>
          <w:rFonts w:ascii="Artifakt ElementOfc" w:hAnsi="Artifakt ElementOfc"/>
        </w:rPr>
        <w:t>Lecture slides are offered to help facilitate in-class discussion.</w:t>
      </w:r>
    </w:p>
    <w:p w14:paraId="2C96C0A8" w14:textId="77777777" w:rsidR="006E44AB" w:rsidRDefault="006E44AB" w:rsidP="00CB7230">
      <w:pPr>
        <w:pStyle w:val="subhead"/>
        <w:rPr>
          <w:rFonts w:ascii="Artifakt ElementOfc" w:hAnsi="Artifakt ElementOfc"/>
        </w:rPr>
      </w:pPr>
    </w:p>
    <w:p w14:paraId="7EE99EB8" w14:textId="6619D98B" w:rsidR="00DB6313" w:rsidRDefault="00DB6313" w:rsidP="00DB6313">
      <w:pPr>
        <w:pStyle w:val="Default"/>
        <w:rPr>
          <w:b/>
          <w:bCs/>
          <w:sz w:val="22"/>
          <w:szCs w:val="22"/>
        </w:rPr>
      </w:pPr>
      <w:r>
        <w:rPr>
          <w:b/>
          <w:bCs/>
          <w:sz w:val="22"/>
          <w:szCs w:val="22"/>
        </w:rPr>
        <w:t xml:space="preserve">Using the </w:t>
      </w:r>
      <w:r w:rsidR="00431F2F">
        <w:rPr>
          <w:b/>
          <w:bCs/>
          <w:sz w:val="22"/>
          <w:szCs w:val="22"/>
        </w:rPr>
        <w:t xml:space="preserve">course </w:t>
      </w:r>
      <w:r>
        <w:rPr>
          <w:b/>
          <w:bCs/>
          <w:sz w:val="22"/>
          <w:szCs w:val="22"/>
        </w:rPr>
        <w:t>in the classroom or self-paced</w:t>
      </w:r>
    </w:p>
    <w:p w14:paraId="637AE9C2" w14:textId="77777777" w:rsidR="00DB6313" w:rsidRDefault="00DB6313" w:rsidP="00DB6313">
      <w:pPr>
        <w:pStyle w:val="Default"/>
        <w:rPr>
          <w:sz w:val="22"/>
          <w:szCs w:val="22"/>
        </w:rPr>
      </w:pPr>
    </w:p>
    <w:p w14:paraId="7D66AD7C" w14:textId="22F270FC" w:rsidR="00DB6313" w:rsidRPr="00450360" w:rsidRDefault="00DB6313" w:rsidP="00450360">
      <w:pPr>
        <w:pStyle w:val="subhead"/>
      </w:pPr>
      <w:r w:rsidRPr="00450360">
        <w:rPr>
          <w:rFonts w:ascii="Artifakt ElementOfc" w:hAnsi="Artifakt ElementOfc"/>
          <w:b w:val="0"/>
          <w:bCs w:val="0"/>
          <w:sz w:val="22"/>
          <w:szCs w:val="22"/>
        </w:rPr>
        <w:t xml:space="preserve">The </w:t>
      </w:r>
      <w:r w:rsidR="00ED0106" w:rsidRPr="00450360">
        <w:rPr>
          <w:rFonts w:ascii="Artifakt ElementOfc" w:hAnsi="Artifakt ElementOfc"/>
          <w:b w:val="0"/>
          <w:bCs w:val="0"/>
        </w:rPr>
        <w:t xml:space="preserve">Introduction to BIM for Construction Management </w:t>
      </w:r>
      <w:r w:rsidR="00431F2F" w:rsidRPr="00450360">
        <w:rPr>
          <w:rFonts w:ascii="Artifakt ElementOfc" w:hAnsi="Artifakt ElementOfc"/>
          <w:b w:val="0"/>
          <w:bCs w:val="0"/>
          <w:sz w:val="22"/>
          <w:szCs w:val="22"/>
        </w:rPr>
        <w:t>course</w:t>
      </w:r>
      <w:r w:rsidRPr="00450360">
        <w:rPr>
          <w:rFonts w:ascii="Artifakt ElementOfc" w:hAnsi="Artifakt ElementOfc"/>
          <w:b w:val="0"/>
          <w:bCs w:val="0"/>
          <w:sz w:val="22"/>
          <w:szCs w:val="22"/>
        </w:rPr>
        <w:t xml:space="preserve"> can be implemented as an independent, self-paced project, or can be completed in the classroom in a team setting. A couple of options are outline below: </w:t>
      </w:r>
    </w:p>
    <w:p w14:paraId="671A7178" w14:textId="77777777" w:rsidR="00DB6313" w:rsidRPr="000B49C2" w:rsidRDefault="00DB6313" w:rsidP="00DB6313">
      <w:pPr>
        <w:pStyle w:val="Default"/>
        <w:rPr>
          <w:sz w:val="22"/>
          <w:szCs w:val="22"/>
        </w:rPr>
      </w:pPr>
    </w:p>
    <w:p w14:paraId="7C7FF95C" w14:textId="77777777" w:rsidR="00DB6313" w:rsidRPr="000B49C2" w:rsidRDefault="00DB6313" w:rsidP="00DB6313">
      <w:pPr>
        <w:pStyle w:val="Default"/>
        <w:rPr>
          <w:sz w:val="22"/>
          <w:szCs w:val="22"/>
        </w:rPr>
      </w:pPr>
      <w:r w:rsidRPr="000B49C2">
        <w:rPr>
          <w:sz w:val="22"/>
          <w:szCs w:val="22"/>
        </w:rPr>
        <w:t xml:space="preserve">Option 1: Self-paced </w:t>
      </w:r>
    </w:p>
    <w:p w14:paraId="548E266C" w14:textId="64CE2454" w:rsidR="00DB6313" w:rsidRPr="000B49C2" w:rsidRDefault="00DB6313" w:rsidP="00DB6313">
      <w:pPr>
        <w:pStyle w:val="Default"/>
        <w:rPr>
          <w:sz w:val="22"/>
          <w:szCs w:val="22"/>
        </w:rPr>
      </w:pPr>
      <w:r w:rsidRPr="000B49C2">
        <w:rPr>
          <w:sz w:val="22"/>
          <w:szCs w:val="22"/>
        </w:rPr>
        <w:t>Each student will log into Autodesk.com/learn using their Autodesk Account credentials and follow along with the project instruction</w:t>
      </w:r>
      <w:r w:rsidR="00412C66" w:rsidRPr="000B49C2">
        <w:rPr>
          <w:sz w:val="22"/>
          <w:szCs w:val="22"/>
        </w:rPr>
        <w:t xml:space="preserve">. </w:t>
      </w:r>
      <w:r w:rsidR="00062623" w:rsidRPr="000B49C2">
        <w:rPr>
          <w:sz w:val="22"/>
          <w:szCs w:val="22"/>
        </w:rPr>
        <w:t>(Alternatively, you may choose to assign the material through your LMS</w:t>
      </w:r>
      <w:r w:rsidRPr="000B49C2">
        <w:rPr>
          <w:sz w:val="22"/>
          <w:szCs w:val="22"/>
        </w:rPr>
        <w:t>.</w:t>
      </w:r>
      <w:r w:rsidR="00062623" w:rsidRPr="000B49C2">
        <w:rPr>
          <w:sz w:val="22"/>
          <w:szCs w:val="22"/>
        </w:rPr>
        <w:t>)</w:t>
      </w:r>
      <w:r w:rsidRPr="000B49C2">
        <w:rPr>
          <w:sz w:val="22"/>
          <w:szCs w:val="22"/>
        </w:rPr>
        <w:t xml:space="preserve"> Students can work through the projects on their own by following the project steps and challenge instructions, and by exploring any supporting assets. This is a great way to allow students to move </w:t>
      </w:r>
      <w:r w:rsidRPr="000B49C2">
        <w:rPr>
          <w:sz w:val="22"/>
          <w:szCs w:val="22"/>
        </w:rPr>
        <w:lastRenderedPageBreak/>
        <w:t xml:space="preserve">through the learning materials at their own pace and explore additional learning opportunities or increase shop time. The self-paced option can also be used for out of classroom or remote assignments. </w:t>
      </w:r>
      <w:r w:rsidR="003D0CAC" w:rsidRPr="000B49C2">
        <w:rPr>
          <w:sz w:val="22"/>
          <w:szCs w:val="22"/>
        </w:rPr>
        <w:t>A certi</w:t>
      </w:r>
      <w:r w:rsidR="00F222D7" w:rsidRPr="000B49C2">
        <w:rPr>
          <w:sz w:val="22"/>
          <w:szCs w:val="22"/>
        </w:rPr>
        <w:t>ficate of completion is awarded once the course is completed</w:t>
      </w:r>
      <w:r w:rsidR="00412C66" w:rsidRPr="000B49C2">
        <w:rPr>
          <w:sz w:val="22"/>
          <w:szCs w:val="22"/>
        </w:rPr>
        <w:t xml:space="preserve">. </w:t>
      </w:r>
    </w:p>
    <w:p w14:paraId="6C64DB91" w14:textId="77777777" w:rsidR="00DB6313" w:rsidRPr="000B49C2" w:rsidRDefault="00DB6313" w:rsidP="00DB6313">
      <w:pPr>
        <w:pStyle w:val="Default"/>
        <w:rPr>
          <w:sz w:val="22"/>
          <w:szCs w:val="22"/>
        </w:rPr>
      </w:pPr>
    </w:p>
    <w:p w14:paraId="74483DD0" w14:textId="77777777" w:rsidR="00DB6313" w:rsidRPr="000B49C2" w:rsidRDefault="00DB6313" w:rsidP="004A019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Option 2: Instructor-led </w:t>
      </w:r>
    </w:p>
    <w:p w14:paraId="1278433C" w14:textId="79A6455D" w:rsidR="00DB6313" w:rsidRPr="000B49C2" w:rsidRDefault="00DB6313" w:rsidP="00DB6313">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In this option, instructors will log into Autodesk.com/learn using their Autodesk Account credentials and download the learning materials. Instructors can then guide the students through each project, using the accompanying lecture slides for instruction </w:t>
      </w:r>
      <w:r w:rsidR="005138C1" w:rsidRPr="000B49C2">
        <w:rPr>
          <w:rFonts w:ascii="Artifakt ElementOfc" w:hAnsi="Artifakt ElementOfc"/>
          <w:shd w:val="clear" w:color="auto" w:fill="FFFFFF"/>
        </w:rPr>
        <w:t xml:space="preserve">and </w:t>
      </w:r>
      <w:r w:rsidR="00552014" w:rsidRPr="000B49C2">
        <w:rPr>
          <w:rFonts w:ascii="Artifakt ElementOfc" w:hAnsi="Artifakt ElementOfc"/>
          <w:shd w:val="clear" w:color="auto" w:fill="FFFFFF"/>
        </w:rPr>
        <w:t>practice exercises</w:t>
      </w:r>
      <w:r w:rsidRPr="000B49C2">
        <w:rPr>
          <w:rFonts w:ascii="Artifakt ElementOfc" w:hAnsi="Artifakt ElementOfc"/>
          <w:shd w:val="clear" w:color="auto" w:fill="FFFFFF"/>
        </w:rPr>
        <w:t xml:space="preserve"> as handouts. This option allows for guided, step-by-step classroom engagement. This approach works well in a more traditional classroom setting and will allow instructors to easily keep students on the same pace. The challenge exercise can be used as a learning opportunity for students who complete their work early or are looking for additional hands-on opportunities.</w:t>
      </w:r>
    </w:p>
    <w:p w14:paraId="6C511D9A" w14:textId="054BE453" w:rsidR="00DB6313" w:rsidRPr="00303426" w:rsidRDefault="00DB6313" w:rsidP="00303426">
      <w:pPr>
        <w:pStyle w:val="copy"/>
        <w:rPr>
          <w:rFonts w:ascii="Artifakt ElementOfc" w:hAnsi="Artifakt ElementOfc"/>
          <w:shd w:val="clear" w:color="auto" w:fill="FFFFFF"/>
        </w:rPr>
      </w:pPr>
      <w:r w:rsidRPr="000B49C2">
        <w:rPr>
          <w:rFonts w:ascii="Artifakt ElementOfc" w:hAnsi="Artifakt ElementOfc"/>
          <w:shd w:val="clear" w:color="auto" w:fill="FFFFFF"/>
        </w:rPr>
        <w:t xml:space="preserve">Each section is listed below along with suggested time allocations for instruction. The referenced demonstrations are based on the step-by-step instruction included in the </w:t>
      </w:r>
      <w:r w:rsidR="005138C1" w:rsidRPr="000B49C2">
        <w:rPr>
          <w:rFonts w:ascii="Artifakt ElementOfc" w:hAnsi="Artifakt ElementOfc"/>
          <w:shd w:val="clear" w:color="auto" w:fill="FFFFFF"/>
        </w:rPr>
        <w:t>videos</w:t>
      </w:r>
      <w:r w:rsidRPr="000B49C2">
        <w:rPr>
          <w:rFonts w:ascii="Artifakt ElementOfc" w:hAnsi="Artifakt ElementOfc"/>
          <w:shd w:val="clear" w:color="auto" w:fill="FFFFFF"/>
        </w:rPr>
        <w:t>.</w:t>
      </w:r>
      <w:r w:rsidRPr="00A75D41">
        <w:rPr>
          <w:rFonts w:ascii="Artifakt ElementOfc" w:hAnsi="Artifakt ElementOfc"/>
          <w:shd w:val="clear" w:color="auto" w:fill="FFFFFF"/>
        </w:rPr>
        <w:t xml:space="preserve"> </w:t>
      </w:r>
    </w:p>
    <w:p w14:paraId="69499067" w14:textId="77777777" w:rsidR="00E46AF9" w:rsidRDefault="00E46AF9" w:rsidP="00CB7230">
      <w:pPr>
        <w:pStyle w:val="subhead"/>
        <w:rPr>
          <w:rFonts w:ascii="Artifakt ElementOfc" w:hAnsi="Artifakt ElementOfc"/>
        </w:rPr>
      </w:pPr>
    </w:p>
    <w:p w14:paraId="6B638D68" w14:textId="77777777" w:rsidR="004A0196" w:rsidRDefault="004A0196">
      <w:pPr>
        <w:spacing w:after="0" w:line="240" w:lineRule="auto"/>
        <w:rPr>
          <w:rFonts w:ascii="Artifakt ElementOfc" w:hAnsi="Artifakt ElementOfc" w:cs="Artifakt ElementOfc"/>
          <w:b/>
          <w:bCs/>
          <w:color w:val="000000"/>
          <w:sz w:val="36"/>
          <w:szCs w:val="36"/>
        </w:rPr>
      </w:pPr>
      <w:r>
        <w:rPr>
          <w:rFonts w:ascii="Artifakt ElementOfc" w:hAnsi="Artifakt ElementOfc"/>
          <w:sz w:val="36"/>
          <w:szCs w:val="36"/>
        </w:rPr>
        <w:br w:type="page"/>
      </w:r>
    </w:p>
    <w:p w14:paraId="1D8DC8D5" w14:textId="5D17AB2C" w:rsidR="0067074F" w:rsidRPr="004A0196" w:rsidRDefault="00EE538E" w:rsidP="004A0196">
      <w:pPr>
        <w:pStyle w:val="subhead"/>
        <w:rPr>
          <w:rFonts w:ascii="Artifakt ElementOfc" w:hAnsi="Artifakt ElementOfc"/>
          <w:sz w:val="36"/>
          <w:szCs w:val="36"/>
        </w:rPr>
      </w:pPr>
      <w:r w:rsidRPr="00E46AF9">
        <w:rPr>
          <w:rFonts w:ascii="Artifakt ElementOfc" w:hAnsi="Artifakt ElementOfc"/>
          <w:sz w:val="36"/>
          <w:szCs w:val="36"/>
        </w:rPr>
        <w:lastRenderedPageBreak/>
        <w:t>Course contents</w:t>
      </w:r>
    </w:p>
    <w:p w14:paraId="635E504B" w14:textId="68BF3407" w:rsidR="001B4907" w:rsidRPr="00A75D41" w:rsidRDefault="001B4907" w:rsidP="001B4907">
      <w:pPr>
        <w:pStyle w:val="copy"/>
        <w:rPr>
          <w:rFonts w:ascii="Artifakt ElementOfc" w:hAnsi="Artifakt ElementOfc"/>
          <w:shd w:val="clear" w:color="auto" w:fill="FFFFFF"/>
        </w:rPr>
      </w:pPr>
      <w:r w:rsidRPr="00A75D41">
        <w:rPr>
          <w:rFonts w:ascii="Artifakt ElementOfc" w:hAnsi="Artifakt ElementOfc"/>
          <w:shd w:val="clear" w:color="auto" w:fill="FFFFFF"/>
        </w:rPr>
        <w:t xml:space="preserve">Each module is listed below along with suggested time allocations for instruction. Review the video tutorials for the detailed instruction in each module. </w:t>
      </w:r>
    </w:p>
    <w:p w14:paraId="05F88E09" w14:textId="77777777" w:rsidR="001B4907" w:rsidRPr="00E41074" w:rsidRDefault="001B4907" w:rsidP="00EE538E">
      <w:pPr>
        <w:pStyle w:val="copy"/>
        <w:rPr>
          <w:rFonts w:ascii="Artifakt ElementOfc" w:hAnsi="Artifakt ElementOfc"/>
        </w:rPr>
        <w:sectPr w:rsidR="001B4907" w:rsidRPr="00E41074" w:rsidSect="00D338A3">
          <w:type w:val="continuous"/>
          <w:pgSz w:w="12240" w:h="15840"/>
          <w:pgMar w:top="720" w:right="720" w:bottom="720" w:left="720" w:header="720" w:footer="720" w:gutter="0"/>
          <w:cols w:space="720"/>
          <w:titlePg/>
          <w:docGrid w:linePitch="360"/>
        </w:sectPr>
      </w:pPr>
    </w:p>
    <w:p w14:paraId="2925DE42" w14:textId="77777777" w:rsidR="001377C2" w:rsidRPr="00E41074" w:rsidRDefault="001377C2" w:rsidP="001377C2">
      <w:pP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2CCC4B04" w14:textId="28EB70B0" w:rsidR="001377C2" w:rsidRPr="00E41074" w:rsidRDefault="00854A0B" w:rsidP="00394E2B">
      <w:pPr>
        <w:pStyle w:val="copy"/>
        <w:rPr>
          <w:rFonts w:ascii="Artifakt ElementOfc" w:hAnsi="Artifakt ElementOfc"/>
          <w:b/>
          <w:bCs/>
        </w:rPr>
      </w:pPr>
      <w:r>
        <w:rPr>
          <w:rFonts w:ascii="Artifakt ElementOfc" w:hAnsi="Artifakt ElementOfc"/>
          <w:b/>
          <w:bCs/>
        </w:rPr>
        <w:t>Module 1</w:t>
      </w:r>
      <w:r w:rsidR="009210D1">
        <w:rPr>
          <w:rFonts w:ascii="Artifakt ElementOfc" w:hAnsi="Artifakt ElementOfc"/>
          <w:b/>
          <w:bCs/>
        </w:rPr>
        <w:t>-</w:t>
      </w:r>
      <w:r>
        <w:rPr>
          <w:rFonts w:ascii="Artifakt ElementOfc" w:hAnsi="Artifakt ElementOfc"/>
          <w:b/>
          <w:bCs/>
        </w:rPr>
        <w:t xml:space="preserve">01 </w:t>
      </w:r>
      <w:r w:rsidR="000A37D8">
        <w:rPr>
          <w:rFonts w:ascii="Artifakt ElementOfc" w:hAnsi="Artifakt ElementOfc"/>
          <w:b/>
          <w:bCs/>
        </w:rPr>
        <w:t>Use BIM for construction</w:t>
      </w:r>
    </w:p>
    <w:p w14:paraId="3466A568" w14:textId="13AEDB09" w:rsidR="001377C2" w:rsidRPr="00E41074" w:rsidRDefault="001377C2" w:rsidP="00394E2B">
      <w:pPr>
        <w:pStyle w:val="copy"/>
        <w:rPr>
          <w:rFonts w:ascii="Artifakt ElementOfc" w:hAnsi="Artifakt ElementOfc"/>
        </w:rPr>
      </w:pPr>
      <w:r w:rsidRPr="00E41074">
        <w:rPr>
          <w:rFonts w:ascii="Artifakt ElementOfc" w:hAnsi="Artifakt ElementOfc"/>
          <w:b/>
          <w:bCs/>
        </w:rPr>
        <w:t>Total time required for module:</w:t>
      </w:r>
      <w:r w:rsidRPr="00E41074">
        <w:rPr>
          <w:rFonts w:ascii="Artifakt ElementOfc" w:hAnsi="Artifakt ElementOfc"/>
        </w:rPr>
        <w:t xml:space="preserve"> </w:t>
      </w:r>
      <w:r w:rsidR="00756446">
        <w:rPr>
          <w:rFonts w:ascii="Artifakt ElementOfc" w:hAnsi="Artifakt ElementOfc"/>
        </w:rPr>
        <w:t>1</w:t>
      </w:r>
      <w:r w:rsidR="00E64B37">
        <w:rPr>
          <w:rFonts w:ascii="Artifakt ElementOfc" w:hAnsi="Artifakt ElementOfc"/>
        </w:rPr>
        <w:t>5</w:t>
      </w:r>
      <w:r w:rsidR="00C600F2" w:rsidRPr="00E41074">
        <w:rPr>
          <w:rFonts w:ascii="Artifakt ElementOfc" w:hAnsi="Artifakt ElementOfc"/>
        </w:rPr>
        <w:t xml:space="preserve"> </w:t>
      </w:r>
      <w:r w:rsidRPr="00E41074">
        <w:rPr>
          <w:rFonts w:ascii="Artifakt ElementOfc" w:hAnsi="Artifakt ElementOfc"/>
        </w:rPr>
        <w:t>minutes</w:t>
      </w:r>
    </w:p>
    <w:p w14:paraId="60E44F29" w14:textId="6BCCCF86" w:rsidR="001377C2" w:rsidRPr="00E41074" w:rsidRDefault="001377C2" w:rsidP="00394E2B">
      <w:pPr>
        <w:pStyle w:val="copy"/>
        <w:rPr>
          <w:rFonts w:ascii="Artifakt ElementOfc" w:hAnsi="Artifakt ElementOfc"/>
        </w:rPr>
      </w:pPr>
      <w:r w:rsidRPr="00E41074">
        <w:rPr>
          <w:rFonts w:ascii="Artifakt ElementOfc" w:hAnsi="Artifakt ElementOfc"/>
          <w:b/>
          <w:bCs/>
        </w:rPr>
        <w:t xml:space="preserve">Discuss </w:t>
      </w:r>
      <w:r w:rsidR="00875059">
        <w:rPr>
          <w:rFonts w:ascii="Artifakt ElementOfc" w:hAnsi="Artifakt ElementOfc"/>
          <w:b/>
          <w:bCs/>
        </w:rPr>
        <w:t xml:space="preserve">course </w:t>
      </w:r>
      <w:r w:rsidRPr="00E41074">
        <w:rPr>
          <w:rFonts w:ascii="Artifakt ElementOfc" w:hAnsi="Artifakt ElementOfc"/>
          <w:b/>
          <w:bCs/>
        </w:rPr>
        <w:t>objectives:</w:t>
      </w:r>
      <w:r w:rsidRPr="00E41074">
        <w:rPr>
          <w:rFonts w:ascii="Artifakt ElementOfc" w:hAnsi="Artifakt ElementOfc"/>
        </w:rPr>
        <w:t xml:space="preserve"> </w:t>
      </w:r>
      <w:r w:rsidR="0007683E">
        <w:rPr>
          <w:rFonts w:ascii="Artifakt ElementOfc" w:hAnsi="Artifakt ElementOfc"/>
        </w:rPr>
        <w:t>5</w:t>
      </w:r>
      <w:r w:rsidRPr="00E41074">
        <w:rPr>
          <w:rFonts w:ascii="Artifakt ElementOfc" w:hAnsi="Artifakt ElementOfc"/>
        </w:rPr>
        <w:t xml:space="preserve"> minutes</w:t>
      </w:r>
    </w:p>
    <w:p w14:paraId="31BDC391" w14:textId="245CC530" w:rsidR="001377C2" w:rsidRPr="00E41074" w:rsidRDefault="001377C2" w:rsidP="00394E2B">
      <w:pPr>
        <w:pStyle w:val="copy"/>
        <w:rPr>
          <w:rFonts w:ascii="Artifakt ElementOfc" w:hAnsi="Artifakt ElementOfc"/>
        </w:rPr>
      </w:pPr>
      <w:r w:rsidRPr="00E41074">
        <w:rPr>
          <w:rFonts w:ascii="Artifakt ElementOfc" w:hAnsi="Artifakt ElementOfc"/>
          <w:b/>
          <w:bCs/>
        </w:rPr>
        <w:t>Demonstrate:</w:t>
      </w:r>
      <w:r w:rsidRPr="00E41074">
        <w:rPr>
          <w:rFonts w:ascii="Artifakt ElementOfc" w:hAnsi="Artifakt ElementOfc"/>
        </w:rPr>
        <w:t xml:space="preserve"> </w:t>
      </w:r>
      <w:r w:rsidR="0007683E">
        <w:rPr>
          <w:rFonts w:ascii="Artifakt ElementOfc" w:hAnsi="Artifakt ElementOfc"/>
        </w:rPr>
        <w:t>10</w:t>
      </w:r>
      <w:r w:rsidRPr="00E41074">
        <w:rPr>
          <w:rFonts w:ascii="Artifakt ElementOfc" w:hAnsi="Artifakt ElementOfc"/>
        </w:rPr>
        <w:t xml:space="preserve"> minutes</w:t>
      </w:r>
    </w:p>
    <w:p w14:paraId="58046C30" w14:textId="160582F4" w:rsidR="00193CEB" w:rsidRPr="00E41074" w:rsidRDefault="00E867C1" w:rsidP="00193CEB">
      <w:pPr>
        <w:pStyle w:val="Bullets-new"/>
        <w:rPr>
          <w:rFonts w:ascii="Artifakt ElementOfc" w:hAnsi="Artifakt ElementOfc"/>
        </w:rPr>
      </w:pPr>
      <w:r>
        <w:rPr>
          <w:rFonts w:ascii="Artifakt ElementOfc" w:hAnsi="Artifakt ElementOfc"/>
        </w:rPr>
        <w:t>Download dataset files.</w:t>
      </w:r>
    </w:p>
    <w:p w14:paraId="60A32487" w14:textId="6C7D8D2D" w:rsidR="00193CEB" w:rsidRDefault="00756446" w:rsidP="00023CDA">
      <w:pPr>
        <w:pStyle w:val="Bullets-new"/>
        <w:rPr>
          <w:rFonts w:ascii="Artifakt ElementOfc" w:hAnsi="Artifakt ElementOfc"/>
        </w:rPr>
      </w:pPr>
      <w:r>
        <w:rPr>
          <w:rFonts w:ascii="Artifakt ElementOfc" w:hAnsi="Artifakt ElementOfc"/>
        </w:rPr>
        <w:t>Download the required software (Revit, Navisworks, Recap Pro)</w:t>
      </w:r>
      <w:r w:rsidR="0007683E">
        <w:rPr>
          <w:rFonts w:ascii="Artifakt ElementOfc" w:hAnsi="Artifakt ElementOfc"/>
        </w:rPr>
        <w:t>.</w:t>
      </w:r>
    </w:p>
    <w:p w14:paraId="13B040AE" w14:textId="279DDC94" w:rsidR="00756446" w:rsidRPr="00023CDA" w:rsidRDefault="00756446" w:rsidP="00023CDA">
      <w:pPr>
        <w:pStyle w:val="Bullets-new"/>
        <w:rPr>
          <w:rFonts w:ascii="Artifakt ElementOfc" w:hAnsi="Artifakt ElementOfc"/>
        </w:rPr>
      </w:pPr>
      <w:r>
        <w:rPr>
          <w:rFonts w:ascii="Artifakt ElementOfc" w:hAnsi="Artifakt ElementOfc"/>
        </w:rPr>
        <w:t>Gain access to ACC</w:t>
      </w:r>
      <w:r w:rsidR="0007683E">
        <w:rPr>
          <w:rFonts w:ascii="Artifakt ElementOfc" w:hAnsi="Artifakt ElementOfc"/>
        </w:rPr>
        <w:t>.</w:t>
      </w:r>
    </w:p>
    <w:p w14:paraId="31E53B7A" w14:textId="7ABFEDA7" w:rsidR="0007683E" w:rsidRDefault="001377C2"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00193CEB" w:rsidRPr="00E41074">
        <w:rPr>
          <w:rFonts w:ascii="Artifakt ElementOfc" w:hAnsi="Artifakt ElementOfc"/>
          <w:i/>
          <w:iCs/>
          <w:shd w:val="clear" w:color="auto" w:fill="FFFFFF"/>
        </w:rPr>
        <w:br/>
      </w:r>
      <w:r w:rsidR="00615832" w:rsidRPr="00450360">
        <w:rPr>
          <w:rFonts w:ascii="Artifakt ElementOfc" w:hAnsi="Artifakt ElementOfc"/>
          <w:i/>
          <w:iCs/>
          <w:shd w:val="clear" w:color="auto" w:fill="FFFFFF"/>
        </w:rPr>
        <w:t>No datasets</w:t>
      </w:r>
      <w:r w:rsidR="00615832">
        <w:rPr>
          <w:rFonts w:ascii="Artifakt ElementOfc" w:hAnsi="Artifakt ElementOfc"/>
          <w:i/>
          <w:iCs/>
          <w:shd w:val="clear" w:color="auto" w:fill="FFFFFF"/>
        </w:rPr>
        <w:t xml:space="preserve"> for this video</w:t>
      </w:r>
    </w:p>
    <w:p w14:paraId="28229741" w14:textId="0F61B18E" w:rsidR="0007683E" w:rsidRPr="00E41074" w:rsidRDefault="0007683E" w:rsidP="0007683E">
      <w:pPr>
        <w:pStyle w:val="copy"/>
        <w:rPr>
          <w:rFonts w:ascii="Artifakt ElementOfc" w:hAnsi="Artifakt ElementOfc"/>
          <w:b/>
          <w:bCs/>
          <w:shd w:val="clear" w:color="auto" w:fill="FFFFFF"/>
        </w:rPr>
      </w:pPr>
      <w:r w:rsidRPr="00E41074">
        <w:rPr>
          <w:rFonts w:ascii="Artifakt ElementOfc" w:hAnsi="Artifakt ElementOfc"/>
          <w:b/>
          <w:bCs/>
          <w:shd w:val="clear" w:color="auto" w:fill="FFFFFF"/>
        </w:rP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2114F89" w14:textId="2FCE429C" w:rsidR="0007683E" w:rsidRPr="00E41074" w:rsidRDefault="0007683E" w:rsidP="000768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sidR="00EE23FC">
        <w:rPr>
          <w:rFonts w:ascii="Artifakt ElementOfc" w:hAnsi="Artifakt ElementOfc"/>
          <w:bCs/>
        </w:rPr>
        <w:t>2</w:t>
      </w:r>
      <w:r w:rsidRPr="00D23C0F">
        <w:rPr>
          <w:rFonts w:ascii="Artifakt ElementOfc" w:hAnsi="Artifakt ElementOfc"/>
          <w:bCs/>
        </w:rPr>
        <w:t xml:space="preserve"> minutes</w:t>
      </w:r>
    </w:p>
    <w:p w14:paraId="62F30548" w14:textId="77777777" w:rsidR="002B1CD7" w:rsidRPr="00E41074" w:rsidRDefault="002B1CD7" w:rsidP="006A1D51">
      <w:pPr>
        <w:rPr>
          <w:rFonts w:ascii="Artifakt ElementOfc" w:hAnsi="Artifakt ElementOfc" w:cs="Artifakt ElementOfc"/>
        </w:rPr>
        <w:sectPr w:rsidR="002B1CD7" w:rsidRPr="00E41074" w:rsidSect="00D338A3">
          <w:type w:val="continuous"/>
          <w:pgSz w:w="12240" w:h="15840"/>
          <w:pgMar w:top="720" w:right="720" w:bottom="720" w:left="720" w:header="720" w:footer="720" w:gutter="0"/>
          <w:cols w:space="720"/>
          <w:titlePg/>
          <w:docGrid w:linePitch="360"/>
        </w:sectPr>
      </w:pPr>
    </w:p>
    <w:p w14:paraId="201E9225" w14:textId="77777777" w:rsidR="001377C2" w:rsidRPr="00E41074" w:rsidRDefault="001377C2" w:rsidP="001377C2">
      <w:pPr>
        <w:pBdr>
          <w:top w:val="single" w:sz="4" w:space="1" w:color="auto"/>
        </w:pBdr>
        <w:rPr>
          <w:rFonts w:ascii="Artifakt ElementOfc" w:hAnsi="Artifakt ElementOfc" w:cs="Artifakt ElementOfc"/>
          <w:b/>
          <w:color w:val="000000"/>
          <w:shd w:val="clear" w:color="auto" w:fill="FFFFFF"/>
        </w:rPr>
      </w:pPr>
    </w:p>
    <w:p w14:paraId="4FD95A00" w14:textId="77777777" w:rsidR="001377C2" w:rsidRPr="00E41074" w:rsidRDefault="001377C2" w:rsidP="001377C2">
      <w:pPr>
        <w:pBdr>
          <w:top w:val="single" w:sz="4" w:space="1" w:color="auto"/>
        </w:pBdr>
        <w:rPr>
          <w:rFonts w:ascii="Artifakt ElementOfc" w:hAnsi="Artifakt ElementOfc" w:cs="Artifakt ElementOfc"/>
          <w:b/>
          <w:color w:val="000000"/>
          <w:shd w:val="clear" w:color="auto" w:fill="FFFFFF"/>
        </w:rPr>
        <w:sectPr w:rsidR="001377C2" w:rsidRPr="00E41074" w:rsidSect="00D338A3">
          <w:type w:val="continuous"/>
          <w:pgSz w:w="12240" w:h="15840"/>
          <w:pgMar w:top="720" w:right="720" w:bottom="720" w:left="720" w:header="720" w:footer="720" w:gutter="0"/>
          <w:cols w:space="720"/>
          <w:titlePg/>
          <w:docGrid w:linePitch="360"/>
        </w:sectPr>
      </w:pPr>
    </w:p>
    <w:p w14:paraId="4DA96184" w14:textId="0234210B" w:rsidR="00D2027B" w:rsidRPr="00940D91" w:rsidRDefault="00854A0B" w:rsidP="001B7929">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 xml:space="preserve">01 </w:t>
      </w:r>
      <w:r w:rsidR="00BC25E2">
        <w:rPr>
          <w:rFonts w:ascii="Artifakt ElementOfc" w:hAnsi="Artifakt ElementOfc"/>
          <w:b/>
        </w:rPr>
        <w:t>Work with steel model</w:t>
      </w:r>
    </w:p>
    <w:p w14:paraId="274F9B75" w14:textId="0B553A6D"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1A5DB5">
        <w:rPr>
          <w:rFonts w:ascii="Artifakt ElementOfc" w:hAnsi="Artifakt ElementOfc"/>
          <w:bCs/>
          <w:shd w:val="clear" w:color="auto" w:fill="FFFFFF"/>
        </w:rPr>
        <w:t>2</w:t>
      </w:r>
      <w:r w:rsidR="005770EE">
        <w:rPr>
          <w:rFonts w:ascii="Artifakt ElementOfc" w:hAnsi="Artifakt ElementOfc"/>
          <w:bCs/>
          <w:shd w:val="clear" w:color="auto" w:fill="FFFFFF"/>
        </w:rPr>
        <w:t>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40BAE6C" w14:textId="2C956933"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sidR="00977374">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F2F33AF" w14:textId="21F8885D" w:rsidR="001377C2" w:rsidRPr="00E41074" w:rsidRDefault="001377C2" w:rsidP="001B792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sidR="003A1D53">
        <w:rPr>
          <w:rFonts w:ascii="Artifakt ElementOfc" w:hAnsi="Artifakt ElementOfc"/>
          <w:shd w:val="clear" w:color="auto" w:fill="FFFFFF"/>
        </w:rPr>
        <w:t xml:space="preserve"> </w:t>
      </w:r>
      <w:r w:rsidR="001A5DB5">
        <w:rPr>
          <w:rFonts w:ascii="Artifakt ElementOfc" w:hAnsi="Artifakt ElementOfc"/>
          <w:shd w:val="clear" w:color="auto" w:fill="FFFFFF"/>
        </w:rPr>
        <w:t xml:space="preserve">8 </w:t>
      </w:r>
      <w:r w:rsidRPr="00E41074">
        <w:rPr>
          <w:rFonts w:ascii="Artifakt ElementOfc" w:hAnsi="Artifakt ElementOfc"/>
          <w:bCs/>
          <w:shd w:val="clear" w:color="auto" w:fill="FFFFFF"/>
        </w:rPr>
        <w:t>minutes</w:t>
      </w:r>
    </w:p>
    <w:p w14:paraId="35A377EA" w14:textId="77777777" w:rsidR="00762222" w:rsidRPr="00762222" w:rsidRDefault="00762222" w:rsidP="00762222">
      <w:pPr>
        <w:pStyle w:val="ListParagraph"/>
        <w:numPr>
          <w:ilvl w:val="0"/>
          <w:numId w:val="27"/>
        </w:numPr>
        <w:spacing w:after="0" w:line="240" w:lineRule="auto"/>
        <w:rPr>
          <w:rFonts w:ascii="Artifakt ElementOfc" w:eastAsiaTheme="minorEastAsia" w:hAnsi="Artifakt ElementOfc" w:cs="Artifakt ElementOfc"/>
        </w:rPr>
      </w:pPr>
      <w:r w:rsidRPr="00762222">
        <w:rPr>
          <w:rFonts w:ascii="Artifakt ElementOfc" w:eastAsiaTheme="minorEastAsia" w:hAnsi="Artifakt ElementOfc" w:cs="Artifakt ElementOfc"/>
        </w:rPr>
        <w:t>Work with steel models to prepare for construction.</w:t>
      </w:r>
    </w:p>
    <w:p w14:paraId="5B3C1C08" w14:textId="77777777" w:rsidR="00762222" w:rsidRPr="00762222" w:rsidRDefault="00762222" w:rsidP="00762222">
      <w:pPr>
        <w:pStyle w:val="ListParagraph"/>
        <w:numPr>
          <w:ilvl w:val="0"/>
          <w:numId w:val="27"/>
        </w:numPr>
        <w:spacing w:after="0" w:line="240" w:lineRule="auto"/>
        <w:rPr>
          <w:rFonts w:ascii="Artifakt ElementOfc" w:eastAsiaTheme="minorEastAsia" w:hAnsi="Artifakt ElementOfc" w:cs="Artifakt ElementOfc"/>
        </w:rPr>
      </w:pPr>
      <w:r w:rsidRPr="00762222">
        <w:rPr>
          <w:rFonts w:ascii="Artifakt ElementOfc" w:eastAsiaTheme="minorEastAsia" w:hAnsi="Artifakt ElementOfc" w:cs="Artifakt ElementOfc"/>
        </w:rPr>
        <w:t>Adjust column constraints.</w:t>
      </w:r>
    </w:p>
    <w:p w14:paraId="2C0C3872" w14:textId="77777777" w:rsidR="00762222" w:rsidRPr="00762222" w:rsidRDefault="00762222" w:rsidP="00762222">
      <w:pPr>
        <w:pStyle w:val="ListParagraph"/>
        <w:numPr>
          <w:ilvl w:val="0"/>
          <w:numId w:val="27"/>
        </w:numPr>
        <w:spacing w:after="0" w:line="240" w:lineRule="auto"/>
        <w:rPr>
          <w:rFonts w:ascii="Artifakt ElementOfc" w:eastAsiaTheme="minorEastAsia" w:hAnsi="Artifakt ElementOfc" w:cs="Artifakt ElementOfc"/>
        </w:rPr>
      </w:pPr>
      <w:r w:rsidRPr="00762222">
        <w:rPr>
          <w:rFonts w:ascii="Artifakt ElementOfc" w:eastAsiaTheme="minorEastAsia" w:hAnsi="Artifakt ElementOfc" w:cs="Artifakt ElementOfc"/>
        </w:rPr>
        <w:t>Split structural columns and structural framing.</w:t>
      </w:r>
    </w:p>
    <w:p w14:paraId="7D0DCE6B" w14:textId="50DE18FD" w:rsidR="007B32D6" w:rsidRDefault="00762222" w:rsidP="00394E2B">
      <w:pPr>
        <w:pStyle w:val="ListParagraph"/>
        <w:numPr>
          <w:ilvl w:val="0"/>
          <w:numId w:val="27"/>
        </w:numPr>
        <w:spacing w:after="0" w:line="240" w:lineRule="auto"/>
        <w:rPr>
          <w:rFonts w:ascii="Artifakt ElementOfc" w:eastAsiaTheme="minorEastAsia" w:hAnsi="Artifakt ElementOfc" w:cs="Artifakt ElementOfc"/>
        </w:rPr>
      </w:pPr>
      <w:r w:rsidRPr="00762222">
        <w:rPr>
          <w:rFonts w:ascii="Artifakt ElementOfc" w:eastAsiaTheme="minorEastAsia" w:hAnsi="Artifakt ElementOfc" w:cs="Artifakt ElementOfc"/>
        </w:rPr>
        <w:t>Add structural connections.</w:t>
      </w:r>
    </w:p>
    <w:p w14:paraId="66E6E0EA" w14:textId="77777777" w:rsidR="004B5DB5" w:rsidRPr="004B5DB5" w:rsidRDefault="004B5DB5" w:rsidP="004B5DB5">
      <w:pPr>
        <w:pStyle w:val="ListParagraph"/>
        <w:spacing w:after="0" w:line="240" w:lineRule="auto"/>
        <w:rPr>
          <w:rFonts w:ascii="Artifakt ElementOfc" w:eastAsiaTheme="minorEastAsia" w:hAnsi="Artifakt ElementOfc" w:cs="Artifakt ElementOfc"/>
        </w:rPr>
      </w:pPr>
    </w:p>
    <w:p w14:paraId="7CA7921E" w14:textId="02186D36" w:rsidR="001377C2" w:rsidRPr="00E41074" w:rsidRDefault="001377C2" w:rsidP="00394E2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0B1968">
        <w:rPr>
          <w:rFonts w:ascii="Artifakt ElementOfc" w:hAnsi="Artifakt ElementOfc"/>
          <w:bCs/>
          <w:shd w:val="clear" w:color="auto" w:fill="FFFFFF"/>
        </w:rPr>
        <w:t>10</w:t>
      </w:r>
      <w:r w:rsidR="00DA1FF9">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439D93D1" w14:textId="5E89B78F" w:rsidR="001377C2" w:rsidRPr="00E41074" w:rsidRDefault="001377C2" w:rsidP="00394E2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Review objectives:</w:t>
      </w:r>
      <w:r w:rsidRPr="00E41074">
        <w:rPr>
          <w:rFonts w:ascii="Artifakt ElementOfc" w:hAnsi="Artifakt ElementOfc"/>
          <w:shd w:val="clear" w:color="auto" w:fill="FFFFFF"/>
        </w:rPr>
        <w:t xml:space="preserve"> </w:t>
      </w:r>
      <w:r w:rsidR="00977374">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CBD22EE" w14:textId="77777777" w:rsidR="00DA2102" w:rsidRDefault="00DE5BB4" w:rsidP="00DA210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13316C" w:rsidRPr="0013316C">
        <w:rPr>
          <w:rFonts w:ascii="Artifakt ElementOfc" w:hAnsi="Artifakt ElementOfc"/>
          <w:i/>
          <w:iCs/>
          <w:shd w:val="clear" w:color="auto" w:fill="FFFFFF"/>
        </w:rPr>
        <w:t>ADSK-STR-XX-ZZ-M3-S-0001.rvt</w:t>
      </w:r>
    </w:p>
    <w:p w14:paraId="4B6C061A" w14:textId="635B9DAF" w:rsidR="001377C2" w:rsidRPr="00E41074" w:rsidRDefault="0066523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1377C2" w:rsidRPr="00E41074">
        <w:rPr>
          <w:rFonts w:ascii="Artifakt ElementOfc" w:hAnsi="Artifakt ElementOfc"/>
          <w:b/>
          <w:bCs/>
          <w:shd w:val="clear" w:color="auto" w:fill="FFFFFF"/>
        </w:rPr>
        <w:t>Assignments</w:t>
      </w:r>
      <w:r w:rsidR="00903CA4">
        <w:rPr>
          <w:rFonts w:ascii="Artifakt ElementOfc" w:hAnsi="Artifakt ElementOfc"/>
          <w:b/>
          <w:bCs/>
          <w:shd w:val="clear" w:color="auto" w:fill="FFFFFF"/>
        </w:rPr>
        <w:t xml:space="preserve"> (additional)</w:t>
      </w:r>
      <w:r w:rsidR="001377C2" w:rsidRPr="00E41074">
        <w:rPr>
          <w:rFonts w:ascii="Artifakt ElementOfc" w:hAnsi="Artifakt ElementOfc"/>
          <w:b/>
          <w:bCs/>
          <w:shd w:val="clear" w:color="auto" w:fill="FFFFFF"/>
        </w:rPr>
        <w:t>:</w:t>
      </w:r>
    </w:p>
    <w:p w14:paraId="29CB1605" w14:textId="35D24082" w:rsidR="00334D69" w:rsidRPr="00DA2102" w:rsidRDefault="008C4BF7" w:rsidP="00466FEC">
      <w:pPr>
        <w:pStyle w:val="Bullets-new"/>
        <w:rPr>
          <w:rFonts w:ascii="Artifakt ElementOfc" w:hAnsi="Artifakt ElementOfc"/>
        </w:rPr>
        <w:sectPr w:rsidR="00334D69" w:rsidRPr="00DA2102" w:rsidSect="00D338A3">
          <w:type w:val="continuous"/>
          <w:pgSz w:w="12240" w:h="15840"/>
          <w:pgMar w:top="720" w:right="720" w:bottom="720" w:left="720" w:header="720" w:footer="720" w:gutter="0"/>
          <w:cols w:space="720"/>
          <w:titlePg/>
          <w:docGrid w:linePitch="360"/>
        </w:sectPr>
      </w:pPr>
      <w:r>
        <w:rPr>
          <w:rFonts w:ascii="Artifakt ElementOfc" w:hAnsi="Artifakt ElementOfc"/>
          <w:b/>
          <w:bCs/>
        </w:rPr>
        <w:t>Quiz</w:t>
      </w:r>
      <w:r w:rsidR="003A1D53" w:rsidRPr="00D23C0F">
        <w:rPr>
          <w:rFonts w:ascii="Artifakt ElementOfc" w:hAnsi="Artifakt ElementOfc"/>
          <w:b/>
        </w:rPr>
        <w:t xml:space="preserve">: </w:t>
      </w:r>
      <w:r w:rsidR="00901D6D">
        <w:rPr>
          <w:rFonts w:ascii="Artifakt ElementOfc" w:hAnsi="Artifakt ElementOfc"/>
          <w:bCs/>
        </w:rPr>
        <w:t>2</w:t>
      </w:r>
      <w:r w:rsidR="003A1D53" w:rsidRPr="00D23C0F">
        <w:rPr>
          <w:rFonts w:ascii="Artifakt ElementOfc" w:hAnsi="Artifakt ElementOfc"/>
          <w:bCs/>
        </w:rPr>
        <w:t xml:space="preserve"> minutes</w:t>
      </w:r>
    </w:p>
    <w:p w14:paraId="6F187AF5" w14:textId="77777777" w:rsidR="00334D69" w:rsidRPr="00E41074" w:rsidRDefault="00334D69" w:rsidP="00334D69">
      <w:pPr>
        <w:pBdr>
          <w:top w:val="single" w:sz="4" w:space="1" w:color="auto"/>
        </w:pBdr>
        <w:rPr>
          <w:rFonts w:ascii="Artifakt ElementOfc" w:hAnsi="Artifakt ElementOfc" w:cs="Artifakt ElementOfc"/>
          <w:b/>
          <w:color w:val="000000"/>
          <w:shd w:val="clear" w:color="auto" w:fill="FFFFFF"/>
        </w:rPr>
      </w:pPr>
    </w:p>
    <w:p w14:paraId="4C6FA390" w14:textId="0F6FE61F" w:rsidR="00DA2102" w:rsidRPr="00940D91" w:rsidRDefault="003B6EB5" w:rsidP="00DA2102">
      <w:pPr>
        <w:pStyle w:val="copy"/>
        <w:rPr>
          <w:rFonts w:ascii="Artifakt ElementOfc" w:hAnsi="Artifakt ElementOfc"/>
          <w:b/>
        </w:rPr>
      </w:pPr>
      <w:r>
        <w:rPr>
          <w:rFonts w:ascii="Artifakt ElementOfc" w:hAnsi="Artifakt ElementOfc"/>
          <w:b/>
        </w:rPr>
        <w:t>Module 2</w:t>
      </w:r>
      <w:r w:rsidR="009210D1">
        <w:rPr>
          <w:rFonts w:ascii="Artifakt ElementOfc" w:hAnsi="Artifakt ElementOfc"/>
          <w:b/>
        </w:rPr>
        <w:t>-</w:t>
      </w:r>
      <w:r>
        <w:rPr>
          <w:rFonts w:ascii="Artifakt ElementOfc" w:hAnsi="Artifakt ElementOfc"/>
          <w:b/>
        </w:rPr>
        <w:t xml:space="preserve">02 </w:t>
      </w:r>
      <w:r w:rsidR="00DA2102">
        <w:rPr>
          <w:rFonts w:ascii="Artifakt ElementOfc" w:hAnsi="Artifakt ElementOfc"/>
          <w:b/>
        </w:rPr>
        <w:t xml:space="preserve">Work with </w:t>
      </w:r>
      <w:r w:rsidR="00746453">
        <w:rPr>
          <w:rFonts w:ascii="Artifakt ElementOfc" w:hAnsi="Artifakt ElementOfc"/>
          <w:b/>
        </w:rPr>
        <w:t>precast</w:t>
      </w:r>
      <w:r w:rsidR="00DA2102">
        <w:rPr>
          <w:rFonts w:ascii="Artifakt ElementOfc" w:hAnsi="Artifakt ElementOfc"/>
          <w:b/>
        </w:rPr>
        <w:t xml:space="preserve"> model</w:t>
      </w:r>
      <w:r w:rsidR="00746453">
        <w:rPr>
          <w:rFonts w:ascii="Artifakt ElementOfc" w:hAnsi="Artifakt ElementOfc"/>
          <w:b/>
        </w:rPr>
        <w:t>s</w:t>
      </w:r>
    </w:p>
    <w:p w14:paraId="71E2B436" w14:textId="77777777"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12860D9" w14:textId="77777777"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5182798" w14:textId="77777777" w:rsidR="00DA2102" w:rsidRPr="00E41074" w:rsidRDefault="00DA2102" w:rsidP="00DA210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60B22522" w14:textId="77777777" w:rsidR="00B124B8" w:rsidRPr="00B124B8" w:rsidRDefault="00B124B8" w:rsidP="00B124B8">
      <w:pPr>
        <w:pStyle w:val="ListParagraph"/>
        <w:numPr>
          <w:ilvl w:val="0"/>
          <w:numId w:val="27"/>
        </w:numPr>
        <w:spacing w:after="0" w:line="240" w:lineRule="auto"/>
        <w:rPr>
          <w:rFonts w:ascii="Artifakt ElementOfc" w:eastAsiaTheme="minorEastAsia" w:hAnsi="Artifakt ElementOfc" w:cs="Artifakt ElementOfc"/>
        </w:rPr>
      </w:pPr>
      <w:r w:rsidRPr="00B124B8">
        <w:rPr>
          <w:rFonts w:ascii="Artifakt ElementOfc" w:eastAsiaTheme="minorEastAsia" w:hAnsi="Artifakt ElementOfc" w:cs="Artifakt ElementOfc"/>
        </w:rPr>
        <w:t>Work with precast models to prepare for construction.</w:t>
      </w:r>
    </w:p>
    <w:p w14:paraId="2D476F55" w14:textId="77777777" w:rsidR="00B124B8" w:rsidRPr="00B124B8" w:rsidRDefault="00B124B8" w:rsidP="00B124B8">
      <w:pPr>
        <w:pStyle w:val="ListParagraph"/>
        <w:numPr>
          <w:ilvl w:val="0"/>
          <w:numId w:val="27"/>
        </w:numPr>
        <w:spacing w:after="0" w:line="240" w:lineRule="auto"/>
        <w:rPr>
          <w:rFonts w:ascii="Artifakt ElementOfc" w:eastAsiaTheme="minorEastAsia" w:hAnsi="Artifakt ElementOfc" w:cs="Artifakt ElementOfc"/>
        </w:rPr>
      </w:pPr>
      <w:r w:rsidRPr="00B124B8">
        <w:rPr>
          <w:rFonts w:ascii="Artifakt ElementOfc" w:eastAsiaTheme="minorEastAsia" w:hAnsi="Artifakt ElementOfc" w:cs="Artifakt ElementOfc"/>
        </w:rPr>
        <w:t>Use precast systems.</w:t>
      </w:r>
    </w:p>
    <w:p w14:paraId="2886CB86" w14:textId="77777777" w:rsidR="00B124B8" w:rsidRPr="00B124B8" w:rsidRDefault="00B124B8" w:rsidP="00B124B8">
      <w:pPr>
        <w:pStyle w:val="ListParagraph"/>
        <w:numPr>
          <w:ilvl w:val="0"/>
          <w:numId w:val="27"/>
        </w:numPr>
        <w:spacing w:after="0" w:line="240" w:lineRule="auto"/>
        <w:rPr>
          <w:rFonts w:ascii="Artifakt ElementOfc" w:eastAsiaTheme="minorEastAsia" w:hAnsi="Artifakt ElementOfc" w:cs="Artifakt ElementOfc"/>
        </w:rPr>
      </w:pPr>
      <w:r w:rsidRPr="00B124B8">
        <w:rPr>
          <w:rFonts w:ascii="Artifakt ElementOfc" w:eastAsiaTheme="minorEastAsia" w:hAnsi="Artifakt ElementOfc" w:cs="Artifakt ElementOfc"/>
        </w:rPr>
        <w:t>Configure precast elements.</w:t>
      </w:r>
    </w:p>
    <w:p w14:paraId="563A9DA2" w14:textId="77777777" w:rsidR="00B124B8" w:rsidRPr="00B124B8" w:rsidRDefault="00B124B8" w:rsidP="00B124B8">
      <w:pPr>
        <w:pStyle w:val="ListParagraph"/>
        <w:numPr>
          <w:ilvl w:val="0"/>
          <w:numId w:val="27"/>
        </w:numPr>
        <w:spacing w:after="0" w:line="240" w:lineRule="auto"/>
        <w:rPr>
          <w:rFonts w:ascii="Artifakt ElementOfc" w:eastAsiaTheme="minorEastAsia" w:hAnsi="Artifakt ElementOfc" w:cs="Artifakt ElementOfc"/>
        </w:rPr>
      </w:pPr>
      <w:r w:rsidRPr="00B124B8">
        <w:rPr>
          <w:rFonts w:ascii="Artifakt ElementOfc" w:eastAsiaTheme="minorEastAsia" w:hAnsi="Artifakt ElementOfc" w:cs="Artifakt ElementOfc"/>
        </w:rPr>
        <w:t>Segment concrete elements.</w:t>
      </w:r>
    </w:p>
    <w:p w14:paraId="2CB3CB0F" w14:textId="77777777" w:rsidR="00DA2102" w:rsidRPr="001C5493" w:rsidRDefault="00DA2102" w:rsidP="001C5493">
      <w:pPr>
        <w:spacing w:after="0" w:line="240" w:lineRule="auto"/>
        <w:rPr>
          <w:rFonts w:ascii="Artifakt ElementOfc" w:eastAsiaTheme="minorEastAsia" w:hAnsi="Artifakt ElementOfc" w:cs="Artifakt ElementOfc"/>
        </w:rPr>
      </w:pPr>
    </w:p>
    <w:p w14:paraId="0881B779" w14:textId="77777777"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3685932" w14:textId="77777777" w:rsidR="00DA2102" w:rsidRPr="00E41074" w:rsidRDefault="00DA2102" w:rsidP="00DA210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532D4DE" w14:textId="470A8CF8" w:rsidR="00DA2102" w:rsidRDefault="00DA2102" w:rsidP="00DA210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3A5094" w:rsidRPr="003A5094">
        <w:rPr>
          <w:rFonts w:ascii="Artifakt ElementOfc" w:hAnsi="Artifakt ElementOfc"/>
          <w:i/>
          <w:iCs/>
          <w:shd w:val="clear" w:color="auto" w:fill="FFFFFF"/>
        </w:rPr>
        <w:t>ADSK-STR-XX-ZZ-M3-S-0002.rvt</w:t>
      </w:r>
    </w:p>
    <w:p w14:paraId="0A1D0C50" w14:textId="77777777" w:rsidR="00DA2102" w:rsidRPr="00E41074" w:rsidRDefault="00DA2102" w:rsidP="00DA2102">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1444514" w14:textId="5AB2E873" w:rsidR="00D02FCD" w:rsidRPr="001C5493" w:rsidRDefault="00DA2102" w:rsidP="00D02FC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E21595E" w14:textId="77777777" w:rsidR="00737B5D" w:rsidRPr="00E41074" w:rsidRDefault="00737B5D" w:rsidP="00D02FCD">
      <w:pPr>
        <w:rPr>
          <w:rFonts w:ascii="Artifakt ElementOfc" w:hAnsi="Artifakt ElementOfc" w:cs="Artifakt ElementOfc"/>
        </w:rPr>
        <w:sectPr w:rsidR="00737B5D" w:rsidRPr="00E41074" w:rsidSect="00D338A3">
          <w:type w:val="continuous"/>
          <w:pgSz w:w="12240" w:h="15840"/>
          <w:pgMar w:top="720" w:right="720" w:bottom="720" w:left="720" w:header="720" w:footer="720" w:gutter="0"/>
          <w:cols w:space="720"/>
          <w:titlePg/>
          <w:docGrid w:linePitch="360"/>
        </w:sectPr>
      </w:pPr>
    </w:p>
    <w:p w14:paraId="106E643C"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pPr>
    </w:p>
    <w:p w14:paraId="760819A6" w14:textId="77777777" w:rsidR="00D02FCD" w:rsidRPr="00E41074" w:rsidRDefault="00D02FCD" w:rsidP="00D02FCD">
      <w:pPr>
        <w:pBdr>
          <w:top w:val="single" w:sz="4" w:space="1" w:color="auto"/>
        </w:pBdr>
        <w:rPr>
          <w:rFonts w:ascii="Artifakt ElementOfc" w:hAnsi="Artifakt ElementOfc" w:cs="Artifakt ElementOfc"/>
          <w:b/>
          <w:color w:val="000000"/>
          <w:shd w:val="clear" w:color="auto" w:fill="FFFFFF"/>
        </w:rPr>
        <w:sectPr w:rsidR="00D02FCD" w:rsidRPr="00E41074" w:rsidSect="00D338A3">
          <w:type w:val="continuous"/>
          <w:pgSz w:w="12240" w:h="15840"/>
          <w:pgMar w:top="720" w:right="720" w:bottom="720" w:left="720" w:header="720" w:footer="720" w:gutter="0"/>
          <w:cols w:space="720"/>
          <w:titlePg/>
          <w:docGrid w:linePitch="360"/>
        </w:sectPr>
      </w:pPr>
    </w:p>
    <w:p w14:paraId="0EFE386A" w14:textId="388BA7D7" w:rsidR="00EC01F1" w:rsidRPr="00940D91" w:rsidRDefault="00603C0C" w:rsidP="00EC01F1">
      <w:pPr>
        <w:pStyle w:val="copy"/>
        <w:rPr>
          <w:rFonts w:ascii="Artifakt ElementOfc" w:hAnsi="Artifakt ElementOfc"/>
          <w:b/>
        </w:rPr>
      </w:pPr>
      <w:r>
        <w:rPr>
          <w:rFonts w:ascii="Artifakt ElementOfc" w:hAnsi="Artifakt ElementOfc"/>
          <w:b/>
        </w:rPr>
        <w:t xml:space="preserve">Module 2-03 </w:t>
      </w:r>
      <w:r w:rsidR="00EC01F1">
        <w:rPr>
          <w:rFonts w:ascii="Artifakt ElementOfc" w:hAnsi="Artifakt ElementOfc"/>
          <w:b/>
        </w:rPr>
        <w:t xml:space="preserve">Work with </w:t>
      </w:r>
      <w:r w:rsidR="00E7140A">
        <w:rPr>
          <w:rFonts w:ascii="Artifakt ElementOfc" w:hAnsi="Artifakt ElementOfc"/>
          <w:b/>
        </w:rPr>
        <w:t>cast</w:t>
      </w:r>
      <w:r w:rsidR="00964402">
        <w:rPr>
          <w:rFonts w:ascii="Artifakt ElementOfc" w:hAnsi="Artifakt ElementOfc"/>
          <w:b/>
        </w:rPr>
        <w:t xml:space="preserve"> in-situ concrete</w:t>
      </w:r>
      <w:r w:rsidR="00EC01F1">
        <w:rPr>
          <w:rFonts w:ascii="Artifakt ElementOfc" w:hAnsi="Artifakt ElementOfc"/>
          <w:b/>
        </w:rPr>
        <w:t xml:space="preserve"> models</w:t>
      </w:r>
    </w:p>
    <w:p w14:paraId="49C6F780" w14:textId="77777777"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111BDCB" w14:textId="77777777"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0AAFBD9" w14:textId="2CE5953A" w:rsidR="00EC01F1" w:rsidRPr="00E41074" w:rsidRDefault="00EC01F1" w:rsidP="00EC01F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8B0A47">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4D4597A" w14:textId="549E7045" w:rsidR="00EC01F1" w:rsidRDefault="00EC01F1" w:rsidP="00BF4914">
      <w:pPr>
        <w:pStyle w:val="ListParagraph"/>
        <w:numPr>
          <w:ilvl w:val="0"/>
          <w:numId w:val="27"/>
        </w:numPr>
        <w:spacing w:after="0" w:line="240" w:lineRule="auto"/>
        <w:rPr>
          <w:rFonts w:ascii="Artifakt ElementOfc" w:eastAsiaTheme="minorEastAsia" w:hAnsi="Artifakt ElementOfc" w:cs="Artifakt ElementOfc"/>
        </w:rPr>
      </w:pPr>
      <w:r w:rsidRPr="00B124B8">
        <w:rPr>
          <w:rFonts w:ascii="Artifakt ElementOfc" w:eastAsiaTheme="minorEastAsia" w:hAnsi="Artifakt ElementOfc" w:cs="Artifakt ElementOfc"/>
        </w:rPr>
        <w:lastRenderedPageBreak/>
        <w:t xml:space="preserve">Work with </w:t>
      </w:r>
      <w:r w:rsidR="00BF4914">
        <w:rPr>
          <w:rFonts w:ascii="Artifakt ElementOfc" w:eastAsiaTheme="minorEastAsia" w:hAnsi="Artifakt ElementOfc" w:cs="Artifakt ElementOfc"/>
        </w:rPr>
        <w:t>cast-in-situ models to prepare for construction</w:t>
      </w:r>
      <w:r w:rsidRPr="00B124B8">
        <w:rPr>
          <w:rFonts w:ascii="Artifakt ElementOfc" w:eastAsiaTheme="minorEastAsia" w:hAnsi="Artifakt ElementOfc" w:cs="Artifakt ElementOfc"/>
        </w:rPr>
        <w:t>.</w:t>
      </w:r>
    </w:p>
    <w:p w14:paraId="5D0B735D" w14:textId="49EB0B7D" w:rsidR="00BF4914" w:rsidRDefault="00BF4914" w:rsidP="00BF4914">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Manage concrete joins</w:t>
      </w:r>
    </w:p>
    <w:p w14:paraId="6E6EA95B" w14:textId="30F99BCA" w:rsidR="00BF4914" w:rsidRPr="00B124B8" w:rsidRDefault="00BF4914" w:rsidP="00BF4914">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Swap families for detailed modeling</w:t>
      </w:r>
    </w:p>
    <w:p w14:paraId="6179404F" w14:textId="77777777" w:rsidR="00EC01F1" w:rsidRPr="001C5493" w:rsidRDefault="00EC01F1" w:rsidP="00EC01F1">
      <w:pPr>
        <w:spacing w:after="0" w:line="240" w:lineRule="auto"/>
        <w:rPr>
          <w:rFonts w:ascii="Artifakt ElementOfc" w:eastAsiaTheme="minorEastAsia" w:hAnsi="Artifakt ElementOfc" w:cs="Artifakt ElementOfc"/>
        </w:rPr>
      </w:pPr>
    </w:p>
    <w:p w14:paraId="03A5103D" w14:textId="77777777"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6E6C9919" w14:textId="77777777" w:rsidR="00EC01F1" w:rsidRPr="00E41074" w:rsidRDefault="00EC01F1" w:rsidP="00EC01F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73A42FA" w14:textId="7F4F4F8D" w:rsidR="00EC01F1" w:rsidRDefault="00EC01F1" w:rsidP="00EC01F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3E511F" w:rsidRPr="003E511F">
        <w:rPr>
          <w:rFonts w:ascii="Artifakt ElementOfc" w:hAnsi="Artifakt ElementOfc"/>
          <w:i/>
          <w:iCs/>
          <w:shd w:val="clear" w:color="auto" w:fill="FFFFFF"/>
        </w:rPr>
        <w:t>ADSK-STR-XX-ZZ-M3-S-0003.rvt</w:t>
      </w:r>
    </w:p>
    <w:p w14:paraId="71284410" w14:textId="77777777" w:rsidR="00EC01F1" w:rsidRPr="00E41074" w:rsidRDefault="00EC01F1" w:rsidP="00EC01F1">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0C81273" w14:textId="77777777" w:rsidR="00EC01F1" w:rsidRPr="001C5493" w:rsidRDefault="00EC01F1" w:rsidP="00EC01F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06788A31" w14:textId="77777777" w:rsidR="00EC01F1" w:rsidRPr="00E41074" w:rsidRDefault="00EC01F1" w:rsidP="00EC01F1">
      <w:pPr>
        <w:rPr>
          <w:rFonts w:ascii="Artifakt ElementOfc" w:hAnsi="Artifakt ElementOfc" w:cs="Artifakt ElementOfc"/>
        </w:rPr>
        <w:sectPr w:rsidR="00EC01F1" w:rsidRPr="00E41074" w:rsidSect="00EC01F1">
          <w:type w:val="continuous"/>
          <w:pgSz w:w="12240" w:h="15840"/>
          <w:pgMar w:top="720" w:right="720" w:bottom="720" w:left="720" w:header="720" w:footer="720" w:gutter="0"/>
          <w:cols w:space="720"/>
          <w:titlePg/>
          <w:docGrid w:linePitch="360"/>
        </w:sectPr>
      </w:pPr>
    </w:p>
    <w:p w14:paraId="595A270E" w14:textId="77777777" w:rsidR="00EC01F1" w:rsidRDefault="00EC01F1" w:rsidP="00EC01F1">
      <w:pPr>
        <w:pBdr>
          <w:top w:val="single" w:sz="4" w:space="1" w:color="auto"/>
        </w:pBdr>
        <w:rPr>
          <w:rFonts w:ascii="Artifakt ElementOfc" w:hAnsi="Artifakt ElementOfc" w:cs="Artifakt ElementOfc"/>
          <w:b/>
          <w:color w:val="000000"/>
          <w:shd w:val="clear" w:color="auto" w:fill="FFFFFF"/>
        </w:rPr>
      </w:pPr>
    </w:p>
    <w:p w14:paraId="42253FDE" w14:textId="2CCE8A62" w:rsidR="00FA5209" w:rsidRPr="00940D91" w:rsidRDefault="00603C0C" w:rsidP="00FA5209">
      <w:pPr>
        <w:pStyle w:val="copy"/>
        <w:rPr>
          <w:rFonts w:ascii="Artifakt ElementOfc" w:hAnsi="Artifakt ElementOfc"/>
          <w:b/>
        </w:rPr>
      </w:pPr>
      <w:r>
        <w:rPr>
          <w:rFonts w:ascii="Artifakt ElementOfc" w:hAnsi="Artifakt ElementOfc"/>
          <w:b/>
        </w:rPr>
        <w:t xml:space="preserve">M3-01 </w:t>
      </w:r>
      <w:r w:rsidR="005C4DE2">
        <w:rPr>
          <w:rFonts w:ascii="Artifakt ElementOfc" w:hAnsi="Artifakt ElementOfc"/>
          <w:b/>
        </w:rPr>
        <w:t>Create</w:t>
      </w:r>
      <w:r w:rsidR="00FA5209">
        <w:rPr>
          <w:rFonts w:ascii="Artifakt ElementOfc" w:hAnsi="Artifakt ElementOfc"/>
          <w:b/>
        </w:rPr>
        <w:t xml:space="preserve"> </w:t>
      </w:r>
      <w:r w:rsidR="005C4DE2">
        <w:rPr>
          <w:rFonts w:ascii="Artifakt ElementOfc" w:hAnsi="Artifakt ElementOfc"/>
          <w:b/>
        </w:rPr>
        <w:t>parts to add construction details</w:t>
      </w:r>
    </w:p>
    <w:p w14:paraId="2A100995" w14:textId="332D4E29"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426AAC">
        <w:rPr>
          <w:rFonts w:ascii="Artifakt ElementOfc" w:hAnsi="Artifakt ElementOfc"/>
          <w:bCs/>
          <w:shd w:val="clear" w:color="auto" w:fill="FFFFFF"/>
        </w:rPr>
        <w:t>17</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444C5C1D" w14:textId="77777777"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076AD36" w14:textId="49A4141C" w:rsidR="00FA5209" w:rsidRPr="00E41074" w:rsidRDefault="00FA5209" w:rsidP="00FA5209">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3D4B1B">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59F9AC99" w14:textId="624AA9EA" w:rsidR="00FA5209" w:rsidRDefault="003D4B1B" w:rsidP="00FA5209">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3D construction details</w:t>
      </w:r>
    </w:p>
    <w:p w14:paraId="7B840030" w14:textId="27645337" w:rsidR="003D4B1B" w:rsidRDefault="003D4B1B" w:rsidP="00FA5209">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parts</w:t>
      </w:r>
    </w:p>
    <w:p w14:paraId="7A0A8C7B" w14:textId="4580A4ED" w:rsidR="003D4B1B" w:rsidRDefault="003D4B1B" w:rsidP="00FA5209">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Exclude parts</w:t>
      </w:r>
    </w:p>
    <w:p w14:paraId="174ACE23" w14:textId="77777777" w:rsidR="00FA5209" w:rsidRPr="001C5493" w:rsidRDefault="00FA5209" w:rsidP="00FA5209">
      <w:pPr>
        <w:spacing w:after="0" w:line="240" w:lineRule="auto"/>
        <w:rPr>
          <w:rFonts w:ascii="Artifakt ElementOfc" w:eastAsiaTheme="minorEastAsia" w:hAnsi="Artifakt ElementOfc" w:cs="Artifakt ElementOfc"/>
        </w:rPr>
      </w:pPr>
    </w:p>
    <w:p w14:paraId="2BD2D35B"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2031E34" w14:textId="77777777" w:rsidR="00FA5209" w:rsidRPr="00E41074" w:rsidRDefault="00FA5209" w:rsidP="00FA5209">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CAA8A0E" w14:textId="593756EC" w:rsidR="00FA5209" w:rsidRDefault="00FA5209" w:rsidP="00FA5209">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464A12" w:rsidRPr="00464A12">
        <w:rPr>
          <w:rFonts w:ascii="Artifakt ElementOfc" w:hAnsi="Artifakt ElementOfc"/>
          <w:i/>
          <w:iCs/>
          <w:shd w:val="clear" w:color="auto" w:fill="FFFFFF"/>
        </w:rPr>
        <w:t>ADSK-ARC-XX-ZZ-M3-A-0001.rvt</w:t>
      </w:r>
    </w:p>
    <w:p w14:paraId="157F1AC6" w14:textId="77777777" w:rsidR="00FA5209" w:rsidRPr="00E41074" w:rsidRDefault="00FA5209" w:rsidP="00FA5209">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832CFAF" w14:textId="77777777" w:rsidR="00FA5209" w:rsidRPr="001C5493" w:rsidRDefault="00FA5209" w:rsidP="00FA5209">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A21EA46" w14:textId="77777777" w:rsidR="00FA5209" w:rsidRPr="00E41074" w:rsidRDefault="00FA5209" w:rsidP="00EC01F1">
      <w:pPr>
        <w:pBdr>
          <w:top w:val="single" w:sz="4" w:space="1" w:color="auto"/>
        </w:pBdr>
        <w:rPr>
          <w:rFonts w:ascii="Artifakt ElementOfc" w:hAnsi="Artifakt ElementOfc" w:cs="Artifakt ElementOfc"/>
          <w:b/>
          <w:color w:val="000000"/>
          <w:shd w:val="clear" w:color="auto" w:fill="FFFFFF"/>
        </w:rPr>
      </w:pPr>
    </w:p>
    <w:p w14:paraId="06EE78F1" w14:textId="77777777" w:rsidR="00330F81" w:rsidRDefault="00330F81" w:rsidP="00FC70A6">
      <w:pPr>
        <w:pStyle w:val="copy"/>
        <w:rPr>
          <w:rFonts w:ascii="Artifakt ElementOfc" w:hAnsi="Artifakt ElementOfc"/>
          <w:b/>
        </w:rPr>
      </w:pPr>
    </w:p>
    <w:p w14:paraId="5B771969" w14:textId="6CD6C91E" w:rsidR="00FC70A6" w:rsidRPr="00940D91" w:rsidRDefault="00603C0C" w:rsidP="00FC70A6">
      <w:pPr>
        <w:pStyle w:val="copy"/>
        <w:rPr>
          <w:rFonts w:ascii="Artifakt ElementOfc" w:hAnsi="Artifakt ElementOfc"/>
          <w:b/>
        </w:rPr>
      </w:pPr>
      <w:r>
        <w:rPr>
          <w:rFonts w:ascii="Artifakt ElementOfc" w:hAnsi="Artifakt ElementOfc"/>
          <w:b/>
        </w:rPr>
        <w:lastRenderedPageBreak/>
        <w:t xml:space="preserve">M3-02 </w:t>
      </w:r>
      <w:r w:rsidR="00426AAC">
        <w:rPr>
          <w:rFonts w:ascii="Artifakt ElementOfc" w:hAnsi="Artifakt ElementOfc"/>
          <w:b/>
        </w:rPr>
        <w:t>Edit parts and review quantities</w:t>
      </w:r>
    </w:p>
    <w:p w14:paraId="0316A90A" w14:textId="26C8621B"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410C86">
        <w:rPr>
          <w:rFonts w:ascii="Artifakt ElementOfc" w:hAnsi="Artifakt ElementOfc"/>
          <w:bCs/>
          <w:shd w:val="clear" w:color="auto" w:fill="FFFFFF"/>
        </w:rPr>
        <w:t>17</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75F9A96" w14:textId="77777777"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9BA1794" w14:textId="77777777" w:rsidR="00FC70A6" w:rsidRPr="00E41074" w:rsidRDefault="00FC70A6" w:rsidP="00FC70A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03276442" w14:textId="0DA4D075" w:rsidR="00FC70A6" w:rsidRDefault="006D0204" w:rsidP="00FC70A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Adjust part geometry</w:t>
      </w:r>
    </w:p>
    <w:p w14:paraId="193DE323" w14:textId="36919652" w:rsidR="00FC70A6" w:rsidRDefault="006D0204" w:rsidP="00FC70A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Divide</w:t>
      </w:r>
      <w:r w:rsidR="00FC70A6">
        <w:rPr>
          <w:rFonts w:ascii="Artifakt ElementOfc" w:eastAsiaTheme="minorEastAsia" w:hAnsi="Artifakt ElementOfc" w:cs="Artifakt ElementOfc"/>
        </w:rPr>
        <w:t xml:space="preserve"> parts</w:t>
      </w:r>
    </w:p>
    <w:p w14:paraId="763F812B" w14:textId="75A0A282" w:rsidR="00FC70A6" w:rsidRDefault="006D0204" w:rsidP="00FC70A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material quantities</w:t>
      </w:r>
    </w:p>
    <w:p w14:paraId="7D4B3C17" w14:textId="77777777" w:rsidR="00FC70A6" w:rsidRPr="001C5493" w:rsidRDefault="00FC70A6" w:rsidP="00FC70A6">
      <w:pPr>
        <w:spacing w:after="0" w:line="240" w:lineRule="auto"/>
        <w:rPr>
          <w:rFonts w:ascii="Artifakt ElementOfc" w:eastAsiaTheme="minorEastAsia" w:hAnsi="Artifakt ElementOfc" w:cs="Artifakt ElementOfc"/>
        </w:rPr>
      </w:pPr>
    </w:p>
    <w:p w14:paraId="4A4D26BB" w14:textId="77777777"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CD3AED3" w14:textId="77777777" w:rsidR="00FC70A6" w:rsidRPr="00E41074" w:rsidRDefault="00FC70A6" w:rsidP="00FC70A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FE694CB" w14:textId="5C875344" w:rsidR="00FC70A6" w:rsidRDefault="00FC70A6" w:rsidP="00FC70A6">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835AC8" w:rsidRPr="00835AC8">
        <w:rPr>
          <w:rFonts w:ascii="Artifakt ElementOfc" w:hAnsi="Artifakt ElementOfc"/>
          <w:i/>
          <w:iCs/>
          <w:shd w:val="clear" w:color="auto" w:fill="FFFFFF"/>
        </w:rPr>
        <w:t>ADSK-ARC-XX-ZZ-M3-A-0002.rvt</w:t>
      </w:r>
    </w:p>
    <w:p w14:paraId="02DE88C5" w14:textId="77777777" w:rsidR="00F65C0B" w:rsidRPr="00E41074" w:rsidRDefault="00FC70A6" w:rsidP="00F65C0B">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r>
      <w:r w:rsidR="00F65C0B" w:rsidRPr="00E41074">
        <w:rPr>
          <w:rFonts w:ascii="Artifakt ElementOfc" w:hAnsi="Artifakt ElementOfc"/>
          <w:b/>
          <w:bCs/>
          <w:shd w:val="clear" w:color="auto" w:fill="FFFFFF"/>
        </w:rPr>
        <w:t>Assignments</w:t>
      </w:r>
      <w:r w:rsidR="00F65C0B">
        <w:rPr>
          <w:rFonts w:ascii="Artifakt ElementOfc" w:hAnsi="Artifakt ElementOfc"/>
          <w:b/>
          <w:bCs/>
          <w:shd w:val="clear" w:color="auto" w:fill="FFFFFF"/>
        </w:rPr>
        <w:t xml:space="preserve"> (additional)</w:t>
      </w:r>
      <w:r w:rsidR="00F65C0B" w:rsidRPr="00E41074">
        <w:rPr>
          <w:rFonts w:ascii="Artifakt ElementOfc" w:hAnsi="Artifakt ElementOfc"/>
          <w:b/>
          <w:bCs/>
          <w:shd w:val="clear" w:color="auto" w:fill="FFFFFF"/>
        </w:rPr>
        <w:t>:</w:t>
      </w:r>
    </w:p>
    <w:p w14:paraId="2E31A218" w14:textId="77777777"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EEA02C8" w14:textId="77777777" w:rsidR="00F65C0B" w:rsidRPr="00E41074" w:rsidRDefault="00F65C0B" w:rsidP="00F65C0B">
      <w:pPr>
        <w:pBdr>
          <w:top w:val="single" w:sz="4" w:space="1" w:color="auto"/>
        </w:pBdr>
        <w:rPr>
          <w:rFonts w:ascii="Artifakt ElementOfc" w:hAnsi="Artifakt ElementOfc" w:cs="Artifakt ElementOfc"/>
          <w:b/>
          <w:color w:val="000000"/>
          <w:shd w:val="clear" w:color="auto" w:fill="FFFFFF"/>
        </w:rPr>
      </w:pPr>
    </w:p>
    <w:p w14:paraId="32798AC6" w14:textId="106DA3F1" w:rsidR="00F65C0B" w:rsidRPr="00940D91" w:rsidRDefault="00603C0C" w:rsidP="00F65C0B">
      <w:pPr>
        <w:pStyle w:val="copy"/>
        <w:rPr>
          <w:rFonts w:ascii="Artifakt ElementOfc" w:hAnsi="Artifakt ElementOfc"/>
          <w:b/>
        </w:rPr>
      </w:pPr>
      <w:r>
        <w:rPr>
          <w:rFonts w:ascii="Artifakt ElementOfc" w:hAnsi="Artifakt ElementOfc"/>
          <w:b/>
        </w:rPr>
        <w:t xml:space="preserve">M3-03 </w:t>
      </w:r>
      <w:r w:rsidR="007A1DA4">
        <w:rPr>
          <w:rFonts w:ascii="Artifakt ElementOfc" w:hAnsi="Artifakt ElementOfc"/>
          <w:b/>
        </w:rPr>
        <w:t>Work with parts and division profiles</w:t>
      </w:r>
    </w:p>
    <w:p w14:paraId="7BCD98C8" w14:textId="77777777"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96B1C1B" w14:textId="77777777"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D21FD6B" w14:textId="77777777" w:rsidR="00F65C0B" w:rsidRPr="00E41074" w:rsidRDefault="00F65C0B" w:rsidP="00F65C0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5C03C1E5" w14:textId="3079D332" w:rsidR="00F65C0B" w:rsidRDefault="006A41A0" w:rsidP="00F65C0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Divide a floor</w:t>
      </w:r>
    </w:p>
    <w:p w14:paraId="173247BC" w14:textId="372D65F9" w:rsidR="00F65C0B" w:rsidRDefault="006A41A0" w:rsidP="00F65C0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Assign and configure divisions</w:t>
      </w:r>
    </w:p>
    <w:p w14:paraId="7EF6AD18" w14:textId="5ED3221E" w:rsidR="00F65C0B" w:rsidRDefault="006A41A0" w:rsidP="00F65C0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Override material properties</w:t>
      </w:r>
    </w:p>
    <w:p w14:paraId="585B5B97" w14:textId="77777777" w:rsidR="00F65C0B" w:rsidRPr="001C5493" w:rsidRDefault="00F65C0B" w:rsidP="00F65C0B">
      <w:pPr>
        <w:spacing w:after="0" w:line="240" w:lineRule="auto"/>
        <w:rPr>
          <w:rFonts w:ascii="Artifakt ElementOfc" w:eastAsiaTheme="minorEastAsia" w:hAnsi="Artifakt ElementOfc" w:cs="Artifakt ElementOfc"/>
        </w:rPr>
      </w:pPr>
    </w:p>
    <w:p w14:paraId="43D5A305" w14:textId="77777777"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5DBD79F" w14:textId="77777777" w:rsidR="00F65C0B" w:rsidRPr="00E41074" w:rsidRDefault="00F65C0B" w:rsidP="00F65C0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1566804" w14:textId="77777777" w:rsidR="00330F81" w:rsidRDefault="00F65C0B" w:rsidP="00330F8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5C5C67" w:rsidRPr="005C5C67">
        <w:rPr>
          <w:rFonts w:ascii="Artifakt ElementOfc" w:hAnsi="Artifakt ElementOfc"/>
          <w:i/>
          <w:iCs/>
          <w:shd w:val="clear" w:color="auto" w:fill="FFFFFF"/>
        </w:rPr>
        <w:t>ADSK-ARC-XX-ZZ-M3-A-</w:t>
      </w:r>
      <w:r w:rsidR="005C5C67" w:rsidRPr="00450360">
        <w:rPr>
          <w:rFonts w:ascii="Artifakt ElementOfc" w:hAnsi="Artifakt ElementOfc"/>
          <w:i/>
          <w:iCs/>
          <w:shd w:val="clear" w:color="auto" w:fill="FFFFFF"/>
        </w:rPr>
        <w:t>0007.rvt</w:t>
      </w:r>
    </w:p>
    <w:p w14:paraId="2D63E0B0" w14:textId="64D743F1" w:rsidR="00F65C0B" w:rsidRPr="00E41074" w:rsidRDefault="00F65C0B" w:rsidP="00330F8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976978A" w14:textId="0BD7A362" w:rsidR="000B49C2" w:rsidRPr="00450360" w:rsidRDefault="000B49C2" w:rsidP="000B49C2">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1</w:t>
      </w:r>
      <w:r w:rsidRPr="00225476">
        <w:rPr>
          <w:rFonts w:ascii="Artifakt ElementOfc" w:hAnsi="Artifakt ElementOfc"/>
          <w:b/>
          <w:bCs/>
        </w:rPr>
        <w:t>: Compare material takeoff and parts schedule:</w:t>
      </w:r>
      <w:r>
        <w:rPr>
          <w:rFonts w:ascii="Artifakt ElementOfc" w:hAnsi="Artifakt ElementOfc"/>
        </w:rPr>
        <w:t xml:space="preserve"> 5 minutes</w:t>
      </w:r>
    </w:p>
    <w:p w14:paraId="6BAF919B" w14:textId="2BFCB9F4" w:rsidR="00F65C0B" w:rsidRPr="001C5493" w:rsidRDefault="00F65C0B" w:rsidP="00F65C0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971E710" w14:textId="77777777" w:rsidR="00F65C0B" w:rsidRDefault="00F65C0B" w:rsidP="00F65C0B">
      <w:pPr>
        <w:pBdr>
          <w:top w:val="single" w:sz="4" w:space="1" w:color="auto"/>
        </w:pBdr>
        <w:rPr>
          <w:rFonts w:ascii="Artifakt ElementOfc" w:hAnsi="Artifakt ElementOfc" w:cs="Artifakt ElementOfc"/>
          <w:b/>
          <w:color w:val="000000"/>
          <w:shd w:val="clear" w:color="auto" w:fill="FFFFFF"/>
        </w:rPr>
      </w:pPr>
    </w:p>
    <w:p w14:paraId="3A6C30E4" w14:textId="4B959F83" w:rsidR="00410C86" w:rsidRPr="00940D91" w:rsidRDefault="00603C0C" w:rsidP="00410C86">
      <w:pPr>
        <w:pStyle w:val="copy"/>
        <w:rPr>
          <w:rFonts w:ascii="Artifakt ElementOfc" w:hAnsi="Artifakt ElementOfc"/>
          <w:b/>
        </w:rPr>
      </w:pPr>
      <w:r>
        <w:rPr>
          <w:rFonts w:ascii="Artifakt ElementOfc" w:hAnsi="Artifakt ElementOfc"/>
          <w:b/>
        </w:rPr>
        <w:t xml:space="preserve">M4-01 </w:t>
      </w:r>
      <w:r w:rsidR="00B8192C">
        <w:rPr>
          <w:rFonts w:ascii="Artifakt ElementOfc" w:hAnsi="Artifakt ElementOfc"/>
          <w:b/>
        </w:rPr>
        <w:t>Develop detailed construction views</w:t>
      </w:r>
    </w:p>
    <w:p w14:paraId="639C7EA1" w14:textId="3B5EAA9E"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F8763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5B2E49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AF86998" w14:textId="6F9505F5"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F87639">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6742345" w14:textId="77777777" w:rsidR="00F87639" w:rsidRDefault="00F87639"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Control view detail and levels</w:t>
      </w:r>
    </w:p>
    <w:p w14:paraId="71009237" w14:textId="77777777" w:rsidR="00F87639" w:rsidRDefault="00F87639"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callouts</w:t>
      </w:r>
    </w:p>
    <w:p w14:paraId="197ED788" w14:textId="77777777" w:rsidR="00F87639" w:rsidRDefault="00F87639"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Place tags and keynotes</w:t>
      </w:r>
    </w:p>
    <w:p w14:paraId="5784317D" w14:textId="77777777" w:rsidR="00410C86" w:rsidRPr="001C5493" w:rsidRDefault="00410C86" w:rsidP="00410C86">
      <w:pPr>
        <w:spacing w:after="0" w:line="240" w:lineRule="auto"/>
        <w:rPr>
          <w:rFonts w:ascii="Artifakt ElementOfc" w:eastAsiaTheme="minorEastAsia" w:hAnsi="Artifakt ElementOfc" w:cs="Artifakt ElementOfc"/>
        </w:rPr>
      </w:pPr>
    </w:p>
    <w:p w14:paraId="056B5B36"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0296CF15"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E930F66" w14:textId="21DDE69B" w:rsidR="00410C86" w:rsidRDefault="00410C86" w:rsidP="00410C86">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C50A5C" w:rsidRPr="00C50A5C">
        <w:rPr>
          <w:rFonts w:ascii="Artifakt ElementOfc" w:hAnsi="Artifakt ElementOfc"/>
          <w:i/>
          <w:iCs/>
          <w:shd w:val="clear" w:color="auto" w:fill="FFFFFF"/>
        </w:rPr>
        <w:t>ADSK-ARC-XX-ZZ-M3-A-0004.rvt</w:t>
      </w:r>
      <w:r w:rsidR="00E07DDB">
        <w:rPr>
          <w:rFonts w:ascii="Artifakt ElementOfc" w:hAnsi="Artifakt ElementOfc"/>
          <w:i/>
          <w:iCs/>
          <w:shd w:val="clear" w:color="auto" w:fill="FFFFFF"/>
        </w:rPr>
        <w:t xml:space="preserve"> </w:t>
      </w:r>
    </w:p>
    <w:p w14:paraId="556CC624" w14:textId="5BE19BFF" w:rsidR="00E07DDB" w:rsidRDefault="00E07DDB" w:rsidP="00410C86">
      <w:pPr>
        <w:pStyle w:val="copy"/>
        <w:spacing w:after="0" w:line="240" w:lineRule="auto"/>
        <w:rPr>
          <w:rFonts w:ascii="Artifakt ElementOfc" w:hAnsi="Artifakt ElementOfc"/>
          <w:i/>
          <w:iCs/>
          <w:shd w:val="clear" w:color="auto" w:fill="FFFFFF"/>
        </w:rPr>
      </w:pPr>
      <w:r w:rsidRPr="00E07DDB">
        <w:rPr>
          <w:rFonts w:ascii="Artifakt ElementOfc" w:hAnsi="Artifakt ElementOfc"/>
          <w:i/>
          <w:iCs/>
          <w:shd w:val="clear" w:color="auto" w:fill="FFFFFF"/>
        </w:rPr>
        <w:t>ADSK-MEP-XX-ZZ-M3-ME-0004.rvt</w:t>
      </w:r>
    </w:p>
    <w:p w14:paraId="4E97C268" w14:textId="77777777" w:rsidR="00A9439E" w:rsidRDefault="00E07DDB" w:rsidP="00F87639">
      <w:pPr>
        <w:pStyle w:val="copy"/>
        <w:spacing w:after="0" w:line="240" w:lineRule="auto"/>
        <w:rPr>
          <w:rFonts w:ascii="Artifakt ElementOfc" w:hAnsi="Artifakt ElementOfc"/>
          <w:i/>
          <w:iCs/>
          <w:shd w:val="clear" w:color="auto" w:fill="FFFFFF"/>
        </w:rPr>
      </w:pPr>
      <w:r w:rsidRPr="00E07DDB">
        <w:rPr>
          <w:rFonts w:ascii="Artifakt ElementOfc" w:hAnsi="Artifakt ElementOfc"/>
          <w:i/>
          <w:iCs/>
          <w:shd w:val="clear" w:color="auto" w:fill="FFFFFF"/>
        </w:rPr>
        <w:t>ADSK-STR-XX-ZZ-M3-S-0004.rvt</w:t>
      </w:r>
    </w:p>
    <w:p w14:paraId="1AC2B3CC" w14:textId="66B526A0" w:rsidR="00410C86" w:rsidRPr="00F87639" w:rsidRDefault="00410C86" w:rsidP="00F87639">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A784731" w14:textId="77777777"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B774A5A"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7A081D3E" w14:textId="0887F585" w:rsidR="00410C86" w:rsidRPr="00940D91" w:rsidRDefault="00603C0C" w:rsidP="00410C86">
      <w:pPr>
        <w:pStyle w:val="copy"/>
        <w:rPr>
          <w:rFonts w:ascii="Artifakt ElementOfc" w:hAnsi="Artifakt ElementOfc"/>
          <w:b/>
        </w:rPr>
      </w:pPr>
      <w:r>
        <w:rPr>
          <w:rFonts w:ascii="Artifakt ElementOfc" w:hAnsi="Artifakt ElementOfc"/>
          <w:b/>
        </w:rPr>
        <w:t xml:space="preserve">M4-02 </w:t>
      </w:r>
      <w:r w:rsidR="0092222C">
        <w:rPr>
          <w:rFonts w:ascii="Artifakt ElementOfc" w:hAnsi="Artifakt ElementOfc"/>
          <w:b/>
        </w:rPr>
        <w:t>Create 3D views</w:t>
      </w:r>
    </w:p>
    <w:p w14:paraId="2456DD52" w14:textId="1F1C377F"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671761">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37547C4"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54EEDCA" w14:textId="30312D5B"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71761">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0053214" w14:textId="743F9FA4" w:rsidR="00410C86" w:rsidRDefault="00671761"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Generate 3D section views</w:t>
      </w:r>
    </w:p>
    <w:p w14:paraId="525EFEFC" w14:textId="543C8C3B" w:rsidR="00410C86" w:rsidRDefault="00671761"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exploded views</w:t>
      </w:r>
    </w:p>
    <w:p w14:paraId="2168DB98" w14:textId="56865682" w:rsidR="00410C86" w:rsidRDefault="00671761"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lastRenderedPageBreak/>
        <w:t xml:space="preserve">Use </w:t>
      </w:r>
      <w:proofErr w:type="gramStart"/>
      <w:r>
        <w:rPr>
          <w:rFonts w:ascii="Artifakt ElementOfc" w:eastAsiaTheme="minorEastAsia" w:hAnsi="Artifakt ElementOfc" w:cs="Artifakt ElementOfc"/>
        </w:rPr>
        <w:t>displace</w:t>
      </w:r>
      <w:proofErr w:type="gramEnd"/>
      <w:r>
        <w:rPr>
          <w:rFonts w:ascii="Artifakt ElementOfc" w:eastAsiaTheme="minorEastAsia" w:hAnsi="Artifakt ElementOfc" w:cs="Artifakt ElementOfc"/>
        </w:rPr>
        <w:t xml:space="preserve"> elements</w:t>
      </w:r>
    </w:p>
    <w:p w14:paraId="4EBD2C16" w14:textId="77777777" w:rsidR="00410C86" w:rsidRPr="001C5493" w:rsidRDefault="00410C86" w:rsidP="00410C86">
      <w:pPr>
        <w:spacing w:after="0" w:line="240" w:lineRule="auto"/>
        <w:rPr>
          <w:rFonts w:ascii="Artifakt ElementOfc" w:eastAsiaTheme="minorEastAsia" w:hAnsi="Artifakt ElementOfc" w:cs="Artifakt ElementOfc"/>
        </w:rPr>
      </w:pPr>
    </w:p>
    <w:p w14:paraId="4A5127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6776F73"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EFB4925" w14:textId="2DDD4D03" w:rsidR="00410C86" w:rsidRDefault="00410C86" w:rsidP="00410C86">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164FBC" w:rsidRPr="00164FBC">
        <w:rPr>
          <w:rFonts w:ascii="Artifakt ElementOfc" w:hAnsi="Artifakt ElementOfc"/>
          <w:i/>
          <w:iCs/>
          <w:shd w:val="clear" w:color="auto" w:fill="FFFFFF"/>
        </w:rPr>
        <w:t>ADSK-ARC-XX-ZZ-M3-A-0005.rvt</w:t>
      </w:r>
    </w:p>
    <w:p w14:paraId="6EEAE6CD" w14:textId="3A242600" w:rsidR="0028260A" w:rsidRDefault="0028260A" w:rsidP="00410C86">
      <w:pPr>
        <w:pStyle w:val="copy"/>
        <w:spacing w:after="0" w:line="240" w:lineRule="auto"/>
        <w:rPr>
          <w:rFonts w:ascii="Artifakt ElementOfc" w:hAnsi="Artifakt ElementOfc"/>
          <w:i/>
          <w:iCs/>
          <w:shd w:val="clear" w:color="auto" w:fill="FFFFFF"/>
        </w:rPr>
      </w:pPr>
      <w:r w:rsidRPr="0028260A">
        <w:rPr>
          <w:rFonts w:ascii="Artifakt ElementOfc" w:hAnsi="Artifakt ElementOfc"/>
          <w:i/>
          <w:iCs/>
          <w:shd w:val="clear" w:color="auto" w:fill="FFFFFF"/>
        </w:rPr>
        <w:t>ADSK-MEP-XX-ZZ-M3-ME-0005.rvt</w:t>
      </w:r>
    </w:p>
    <w:p w14:paraId="065881F9" w14:textId="3F210697" w:rsidR="0028260A" w:rsidRDefault="0028260A" w:rsidP="00410C86">
      <w:pPr>
        <w:pStyle w:val="copy"/>
        <w:spacing w:after="0" w:line="240" w:lineRule="auto"/>
        <w:rPr>
          <w:rFonts w:ascii="Artifakt ElementOfc" w:hAnsi="Artifakt ElementOfc"/>
          <w:i/>
          <w:iCs/>
          <w:shd w:val="clear" w:color="auto" w:fill="FFFFFF"/>
        </w:rPr>
      </w:pPr>
      <w:r w:rsidRPr="0028260A">
        <w:rPr>
          <w:rFonts w:ascii="Artifakt ElementOfc" w:hAnsi="Artifakt ElementOfc"/>
          <w:i/>
          <w:iCs/>
          <w:shd w:val="clear" w:color="auto" w:fill="FFFFFF"/>
        </w:rPr>
        <w:t>ADSK-STR-XX-ZZ-M3-S-0005.rvt</w:t>
      </w:r>
    </w:p>
    <w:p w14:paraId="1931FD64" w14:textId="77777777" w:rsidR="00410C86" w:rsidRPr="00E41074" w:rsidRDefault="00410C86" w:rsidP="00410C86">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DD29CDA" w14:textId="77777777"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53E457C6" w14:textId="77777777" w:rsidR="00410C86" w:rsidRDefault="00410C86" w:rsidP="00F65C0B">
      <w:pPr>
        <w:pBdr>
          <w:top w:val="single" w:sz="4" w:space="1" w:color="auto"/>
        </w:pBdr>
        <w:rPr>
          <w:rFonts w:ascii="Artifakt ElementOfc" w:hAnsi="Artifakt ElementOfc" w:cs="Artifakt ElementOfc"/>
          <w:b/>
          <w:color w:val="000000"/>
          <w:shd w:val="clear" w:color="auto" w:fill="FFFFFF"/>
        </w:rPr>
      </w:pPr>
    </w:p>
    <w:p w14:paraId="0E8E1294" w14:textId="18975CA8" w:rsidR="00410C86" w:rsidRPr="00940D91" w:rsidRDefault="00603C0C" w:rsidP="00410C86">
      <w:pPr>
        <w:pStyle w:val="copy"/>
        <w:rPr>
          <w:rFonts w:ascii="Artifakt ElementOfc" w:hAnsi="Artifakt ElementOfc"/>
          <w:b/>
        </w:rPr>
      </w:pPr>
      <w:r>
        <w:rPr>
          <w:rFonts w:ascii="Artifakt ElementOfc" w:hAnsi="Artifakt ElementOfc"/>
          <w:b/>
        </w:rPr>
        <w:t xml:space="preserve">M4-03 </w:t>
      </w:r>
      <w:r w:rsidR="005B0D74">
        <w:rPr>
          <w:rFonts w:ascii="Artifakt ElementOfc" w:hAnsi="Artifakt ElementOfc"/>
          <w:b/>
        </w:rPr>
        <w:t>Import and export PDF documents</w:t>
      </w:r>
    </w:p>
    <w:p w14:paraId="7B6B5ECD" w14:textId="70B04E4A"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DE7D36">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roofErr w:type="spellStart"/>
      <w:r w:rsidR="00FB1D3D">
        <w:rPr>
          <w:rFonts w:ascii="Artifakt ElementOfc" w:hAnsi="Artifakt ElementOfc"/>
          <w:shd w:val="clear" w:color="auto" w:fill="FFFFFF"/>
          <w:lang w:val="en-CA"/>
        </w:rPr>
        <w:t>cre</w:t>
      </w:r>
      <w:proofErr w:type="spellEnd"/>
    </w:p>
    <w:p w14:paraId="6120D0A9" w14:textId="7777777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2F1DCB4" w14:textId="0D8535C7" w:rsidR="00410C86" w:rsidRPr="00E41074" w:rsidRDefault="00410C86" w:rsidP="00410C86">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DE7D3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6CF39FE" w14:textId="12FE3EFE" w:rsidR="00DE7D36" w:rsidRDefault="00DE7D36"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ISO</w:t>
      </w:r>
      <w:r w:rsidR="00296811">
        <w:rPr>
          <w:rFonts w:ascii="Artifakt ElementOfc" w:eastAsiaTheme="minorEastAsia" w:hAnsi="Artifakt ElementOfc" w:cs="Artifakt ElementOfc"/>
        </w:rPr>
        <w:t>19650 document naming</w:t>
      </w:r>
    </w:p>
    <w:p w14:paraId="3B841B3D" w14:textId="247D5269" w:rsidR="001111F4" w:rsidRDefault="005B0D74"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 xml:space="preserve">Work </w:t>
      </w:r>
      <w:r w:rsidR="001111F4">
        <w:rPr>
          <w:rFonts w:ascii="Artifakt ElementOfc" w:eastAsiaTheme="minorEastAsia" w:hAnsi="Artifakt ElementOfc" w:cs="Artifakt ElementOfc"/>
        </w:rPr>
        <w:t>with PDF documents</w:t>
      </w:r>
    </w:p>
    <w:p w14:paraId="3EB9815D" w14:textId="77777777" w:rsidR="001111F4" w:rsidRDefault="001111F4"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Link PDF drawings into Revit</w:t>
      </w:r>
    </w:p>
    <w:p w14:paraId="503447A9" w14:textId="334B78A0" w:rsidR="00410C86" w:rsidRDefault="001111F4" w:rsidP="00410C86">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Export and name PDF documents</w:t>
      </w:r>
    </w:p>
    <w:p w14:paraId="64DCFD53" w14:textId="77777777" w:rsidR="00296811" w:rsidRPr="001111F4" w:rsidRDefault="00296811" w:rsidP="00296811">
      <w:pPr>
        <w:pStyle w:val="ListParagraph"/>
        <w:spacing w:after="0" w:line="240" w:lineRule="auto"/>
        <w:rPr>
          <w:rFonts w:ascii="Artifakt ElementOfc" w:eastAsiaTheme="minorEastAsia" w:hAnsi="Artifakt ElementOfc" w:cs="Artifakt ElementOfc"/>
        </w:rPr>
      </w:pPr>
    </w:p>
    <w:p w14:paraId="00ADFA43"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2D6683FA" w14:textId="77777777" w:rsidR="00410C86" w:rsidRPr="00E41074" w:rsidRDefault="00410C86" w:rsidP="00410C86">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05DED26" w14:textId="6E5DB76D" w:rsidR="00F902BE" w:rsidRDefault="00410C86" w:rsidP="00410C86">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t>Datasets:</w:t>
      </w:r>
      <w:r w:rsidRPr="00E41074">
        <w:rPr>
          <w:rFonts w:ascii="Artifakt ElementOfc" w:hAnsi="Artifakt ElementOfc"/>
          <w:i/>
          <w:iCs/>
          <w:shd w:val="clear" w:color="auto" w:fill="FFFFFF"/>
        </w:rPr>
        <w:br/>
      </w:r>
      <w:r w:rsidR="003F3DBA" w:rsidRPr="003F3DBA">
        <w:rPr>
          <w:rFonts w:ascii="Artifakt ElementOfc" w:hAnsi="Artifakt ElementOfc"/>
          <w:i/>
          <w:iCs/>
          <w:shd w:val="clear" w:color="auto" w:fill="FFFFFF"/>
        </w:rPr>
        <w:t>ADSK-ARC-XX-ZZ-M3-A-0006.rvt</w:t>
      </w:r>
    </w:p>
    <w:p w14:paraId="2CCE4080" w14:textId="23668C1E" w:rsidR="00F902BE" w:rsidRDefault="00F902BE" w:rsidP="00410C86">
      <w:pPr>
        <w:pStyle w:val="copy"/>
        <w:spacing w:after="0" w:line="240" w:lineRule="auto"/>
        <w:rPr>
          <w:rFonts w:ascii="Artifakt ElementOfc" w:hAnsi="Artifakt ElementOfc"/>
          <w:i/>
          <w:iCs/>
          <w:shd w:val="clear" w:color="auto" w:fill="FFFFFF"/>
        </w:rPr>
      </w:pPr>
      <w:r w:rsidRPr="00F902BE">
        <w:rPr>
          <w:rFonts w:ascii="Artifakt ElementOfc" w:hAnsi="Artifakt ElementOfc"/>
          <w:i/>
          <w:iCs/>
          <w:shd w:val="clear" w:color="auto" w:fill="FFFFFF"/>
        </w:rPr>
        <w:t>REBAR LAYOUT V2.pdf</w:t>
      </w:r>
    </w:p>
    <w:p w14:paraId="76BF7B57" w14:textId="593BC24E" w:rsidR="00F902BE" w:rsidRDefault="00DE7D36" w:rsidP="00410C86">
      <w:pPr>
        <w:pStyle w:val="copy"/>
        <w:spacing w:after="0" w:line="240" w:lineRule="auto"/>
        <w:rPr>
          <w:rFonts w:ascii="Artifakt ElementOfc" w:hAnsi="Artifakt ElementOfc"/>
          <w:i/>
          <w:iCs/>
          <w:shd w:val="clear" w:color="auto" w:fill="FFFFFF"/>
        </w:rPr>
      </w:pPr>
      <w:r w:rsidRPr="00DE7D36">
        <w:rPr>
          <w:rFonts w:ascii="Artifakt ElementOfc" w:hAnsi="Artifakt ElementOfc"/>
          <w:i/>
          <w:iCs/>
          <w:shd w:val="clear" w:color="auto" w:fill="FFFFFF"/>
        </w:rPr>
        <w:t>REBAR LAYOUT.pdf</w:t>
      </w:r>
    </w:p>
    <w:p w14:paraId="077BD789" w14:textId="7601395E" w:rsidR="00DE7D36" w:rsidRPr="00F902BE" w:rsidRDefault="00DE7D36" w:rsidP="00410C86">
      <w:pPr>
        <w:pStyle w:val="copy"/>
        <w:spacing w:after="0" w:line="240" w:lineRule="auto"/>
        <w:rPr>
          <w:rFonts w:ascii="Artifakt ElementOfc" w:hAnsi="Artifakt ElementOfc"/>
          <w:i/>
          <w:iCs/>
          <w:shd w:val="clear" w:color="auto" w:fill="FFFFFF"/>
        </w:rPr>
      </w:pPr>
      <w:r w:rsidRPr="00DE7D36">
        <w:rPr>
          <w:rFonts w:ascii="Artifakt ElementOfc" w:hAnsi="Artifakt ElementOfc"/>
          <w:i/>
          <w:iCs/>
          <w:shd w:val="clear" w:color="auto" w:fill="FFFFFF"/>
        </w:rPr>
        <w:t>STEEL CONNECTION DETAIL.pdf</w:t>
      </w:r>
    </w:p>
    <w:p w14:paraId="060275C1" w14:textId="77777777" w:rsidR="00410C86" w:rsidRPr="00E41074" w:rsidRDefault="00410C86" w:rsidP="00410C86">
      <w:pPr>
        <w:pStyle w:val="copy"/>
        <w:spacing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76C0ED5" w14:textId="0428C226" w:rsidR="00410C86" w:rsidRPr="001C5493" w:rsidRDefault="00410C86" w:rsidP="00410C86">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0F55354E" w14:textId="77777777" w:rsidR="005D1F67" w:rsidRDefault="005D1F67" w:rsidP="005D1F67">
      <w:pPr>
        <w:pBdr>
          <w:top w:val="single" w:sz="4" w:space="1" w:color="auto"/>
        </w:pBdr>
        <w:rPr>
          <w:rFonts w:ascii="Artifakt ElementOfc" w:hAnsi="Artifakt ElementOfc" w:cs="Artifakt ElementOfc"/>
          <w:b/>
          <w:color w:val="000000"/>
          <w:shd w:val="clear" w:color="auto" w:fill="FFFFFF"/>
        </w:rPr>
      </w:pPr>
    </w:p>
    <w:p w14:paraId="52EAB1C6" w14:textId="25E2EAAA" w:rsidR="005D1F67" w:rsidRPr="00940D91" w:rsidRDefault="00603C0C" w:rsidP="005D1F67">
      <w:pPr>
        <w:pStyle w:val="copy"/>
        <w:rPr>
          <w:rFonts w:ascii="Artifakt ElementOfc" w:hAnsi="Artifakt ElementOfc"/>
          <w:b/>
        </w:rPr>
      </w:pPr>
      <w:r>
        <w:rPr>
          <w:rFonts w:ascii="Artifakt ElementOfc" w:hAnsi="Artifakt ElementOfc"/>
          <w:b/>
        </w:rPr>
        <w:t xml:space="preserve">M5-01 </w:t>
      </w:r>
      <w:r w:rsidR="0003343C">
        <w:rPr>
          <w:rFonts w:ascii="Artifakt ElementOfc" w:hAnsi="Artifakt ElementOfc"/>
          <w:b/>
        </w:rPr>
        <w:t>Use LIDAR for construction</w:t>
      </w:r>
    </w:p>
    <w:p w14:paraId="10B2DADD"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8831346"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78726BE" w14:textId="77777777" w:rsidR="005D1F67" w:rsidRPr="00E41074" w:rsidRDefault="005D1F67" w:rsidP="005D1F67">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4C5E4F55" w14:textId="0C6F833E" w:rsidR="002E2744" w:rsidRDefault="002E2744" w:rsidP="005D1F6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Understand LiDAR</w:t>
      </w:r>
    </w:p>
    <w:p w14:paraId="08B6D447" w14:textId="77777777" w:rsidR="002E2744" w:rsidRDefault="002E2744" w:rsidP="005D1F6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Link Recap Pro files into Revit</w:t>
      </w:r>
    </w:p>
    <w:p w14:paraId="0EE55AD7" w14:textId="77777777" w:rsidR="002E2744" w:rsidRDefault="002E2744" w:rsidP="005D1F6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Work with point clouds in Revit</w:t>
      </w:r>
    </w:p>
    <w:p w14:paraId="53A3204F" w14:textId="0C3C1912" w:rsidR="002E2744" w:rsidRDefault="002E2744" w:rsidP="005D1F6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Extract linear features from Infraworks</w:t>
      </w:r>
    </w:p>
    <w:p w14:paraId="01A3BE2B" w14:textId="77777777" w:rsidR="005D1F67" w:rsidRPr="001C5493" w:rsidRDefault="005D1F67" w:rsidP="005D1F67">
      <w:pPr>
        <w:spacing w:after="0" w:line="240" w:lineRule="auto"/>
        <w:rPr>
          <w:rFonts w:ascii="Artifakt ElementOfc" w:eastAsiaTheme="minorEastAsia" w:hAnsi="Artifakt ElementOfc" w:cs="Artifakt ElementOfc"/>
        </w:rPr>
      </w:pPr>
    </w:p>
    <w:p w14:paraId="01C33657" w14:textId="77777777"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9085C5B" w14:textId="77777777" w:rsidR="005D1F67" w:rsidRPr="00E41074" w:rsidRDefault="005D1F67" w:rsidP="005D1F6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B5AF6F5" w14:textId="77777777" w:rsidR="00276F9E"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4AF2AAF" w14:textId="77777777" w:rsidR="005D38CB" w:rsidRDefault="005D38CB" w:rsidP="005D38CB">
      <w:pPr>
        <w:pStyle w:val="copy"/>
        <w:spacing w:after="0" w:line="240" w:lineRule="auto"/>
        <w:rPr>
          <w:rFonts w:ascii="Artifakt ElementOfc" w:hAnsi="Artifakt ElementOfc"/>
          <w:i/>
          <w:iCs/>
          <w:shd w:val="clear" w:color="auto" w:fill="FFFFFF"/>
        </w:rPr>
      </w:pPr>
      <w:proofErr w:type="spellStart"/>
      <w:r w:rsidRPr="00276F9E">
        <w:rPr>
          <w:rFonts w:ascii="Artifakt ElementOfc" w:hAnsi="Artifakt ElementOfc"/>
          <w:i/>
          <w:iCs/>
          <w:shd w:val="clear" w:color="auto" w:fill="FFFFFF"/>
        </w:rPr>
        <w:t>AutodeskReCapSampleProject</w:t>
      </w:r>
      <w:proofErr w:type="spellEnd"/>
      <w:r w:rsidRPr="00276F9E">
        <w:rPr>
          <w:rFonts w:ascii="Artifakt ElementOfc" w:hAnsi="Artifakt ElementOfc"/>
          <w:i/>
          <w:iCs/>
          <w:shd w:val="clear" w:color="auto" w:fill="FFFFFF"/>
        </w:rPr>
        <w:t xml:space="preserve"> Support</w:t>
      </w:r>
      <w:r w:rsidRPr="00E41074">
        <w:rPr>
          <w:rFonts w:ascii="Artifakt ElementOfc" w:hAnsi="Artifakt ElementOfc"/>
          <w:i/>
          <w:iCs/>
          <w:shd w:val="clear" w:color="auto" w:fill="FFFFFF"/>
        </w:rPr>
        <w:br/>
      </w:r>
      <w:proofErr w:type="spellStart"/>
      <w:r w:rsidRPr="0003343C">
        <w:rPr>
          <w:rFonts w:ascii="Artifakt ElementOfc" w:hAnsi="Artifakt ElementOfc"/>
          <w:i/>
          <w:iCs/>
          <w:shd w:val="clear" w:color="auto" w:fill="FFFFFF"/>
        </w:rPr>
        <w:t>AutodeskReCapSampleProject.rcp</w:t>
      </w:r>
      <w:proofErr w:type="spellEnd"/>
    </w:p>
    <w:p w14:paraId="158EBAC1" w14:textId="0A41CA43" w:rsidR="005D1F67" w:rsidRPr="00E41074" w:rsidRDefault="005D1F67" w:rsidP="0003343C">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411B083" w14:textId="31E52DBF" w:rsidR="000B49C2" w:rsidRPr="00450360" w:rsidRDefault="000B49C2" w:rsidP="000B49C2">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2</w:t>
      </w:r>
      <w:r w:rsidRPr="00225476">
        <w:rPr>
          <w:rFonts w:ascii="Artifakt ElementOfc" w:hAnsi="Artifakt ElementOfc"/>
          <w:b/>
          <w:bCs/>
        </w:rPr>
        <w:t xml:space="preserve">: </w:t>
      </w:r>
      <w:r>
        <w:rPr>
          <w:rFonts w:ascii="Artifakt ElementOfc" w:hAnsi="Artifakt ElementOfc"/>
          <w:b/>
          <w:bCs/>
        </w:rPr>
        <w:t>Export sheets with point cloud data</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5 minutes</w:t>
      </w:r>
    </w:p>
    <w:p w14:paraId="1F9F41DA" w14:textId="068B964D" w:rsidR="005D1F67" w:rsidRPr="001C5493" w:rsidRDefault="005D1F67" w:rsidP="005D1F67">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EA2A63C" w14:textId="77777777" w:rsidR="008550E0" w:rsidRPr="00E41074" w:rsidRDefault="008550E0" w:rsidP="00F65C0B">
      <w:pPr>
        <w:pBdr>
          <w:top w:val="single" w:sz="4" w:space="1" w:color="auto"/>
        </w:pBdr>
        <w:rPr>
          <w:rFonts w:ascii="Artifakt ElementOfc" w:hAnsi="Artifakt ElementOfc" w:cs="Artifakt ElementOfc"/>
          <w:b/>
          <w:color w:val="000000"/>
          <w:shd w:val="clear" w:color="auto" w:fill="FFFFFF"/>
        </w:rPr>
      </w:pPr>
    </w:p>
    <w:p w14:paraId="25BD3CB7" w14:textId="1BFA0004" w:rsidR="008550E0" w:rsidRPr="00940D91" w:rsidRDefault="00603C0C" w:rsidP="008550E0">
      <w:pPr>
        <w:pStyle w:val="copy"/>
        <w:rPr>
          <w:rFonts w:ascii="Artifakt ElementOfc" w:hAnsi="Artifakt ElementOfc"/>
          <w:b/>
        </w:rPr>
      </w:pPr>
      <w:r>
        <w:rPr>
          <w:rFonts w:ascii="Artifakt ElementOfc" w:hAnsi="Artifakt ElementOfc"/>
          <w:b/>
        </w:rPr>
        <w:t xml:space="preserve">M6-01 </w:t>
      </w:r>
      <w:r w:rsidR="008550E0">
        <w:rPr>
          <w:rFonts w:ascii="Artifakt ElementOfc" w:hAnsi="Artifakt ElementOfc"/>
          <w:b/>
        </w:rPr>
        <w:t xml:space="preserve">Use </w:t>
      </w:r>
      <w:r w:rsidR="001F1535">
        <w:rPr>
          <w:rFonts w:ascii="Artifakt ElementOfc" w:hAnsi="Artifakt ElementOfc"/>
          <w:b/>
        </w:rPr>
        <w:t>conceptual modeling</w:t>
      </w:r>
    </w:p>
    <w:p w14:paraId="67CF1145" w14:textId="65C2A250"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DD2ABC">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DD66746"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544AEC9" w14:textId="73A4000F"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5E6F56">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66F2445C" w14:textId="2BBDFEE2" w:rsidR="008550E0" w:rsidRDefault="001F1535" w:rsidP="008550E0">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Work with cost estimates</w:t>
      </w:r>
    </w:p>
    <w:p w14:paraId="77357A79" w14:textId="0D83CE84" w:rsidR="008550E0" w:rsidRDefault="001F1535" w:rsidP="008550E0">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Describe architectural massing</w:t>
      </w:r>
    </w:p>
    <w:p w14:paraId="59A87A3A" w14:textId="61E01E87" w:rsidR="008550E0" w:rsidRDefault="001F1535" w:rsidP="008550E0">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mass floor to quantify key metrics</w:t>
      </w:r>
    </w:p>
    <w:p w14:paraId="2F65F018" w14:textId="77777777" w:rsidR="008550E0" w:rsidRPr="001C5493" w:rsidRDefault="008550E0" w:rsidP="008550E0">
      <w:pPr>
        <w:spacing w:after="0" w:line="240" w:lineRule="auto"/>
        <w:rPr>
          <w:rFonts w:ascii="Artifakt ElementOfc" w:eastAsiaTheme="minorEastAsia" w:hAnsi="Artifakt ElementOfc" w:cs="Artifakt ElementOfc"/>
        </w:rPr>
      </w:pPr>
    </w:p>
    <w:p w14:paraId="74B88735" w14:textId="4C2EE9A5"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DD2ABC">
        <w:rPr>
          <w:rFonts w:ascii="Artifakt ElementOfc" w:hAnsi="Artifakt ElementOfc"/>
          <w:bCs/>
          <w:shd w:val="clear" w:color="auto" w:fill="FFFFFF"/>
        </w:rPr>
        <w:t>5</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627E8D3" w14:textId="77777777"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41BC823" w14:textId="77777777" w:rsidR="008550E0"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1CC53426" w14:textId="77777777" w:rsidR="005D38CB" w:rsidRDefault="005D38CB" w:rsidP="008550E0">
      <w:pPr>
        <w:pStyle w:val="copy"/>
        <w:spacing w:after="0" w:line="240" w:lineRule="auto"/>
        <w:rPr>
          <w:rFonts w:ascii="Artifakt ElementOfc" w:hAnsi="Artifakt ElementOfc"/>
          <w:i/>
          <w:iCs/>
          <w:shd w:val="clear" w:color="auto" w:fill="FFFFFF"/>
        </w:rPr>
      </w:pPr>
      <w:r w:rsidRPr="005D38CB">
        <w:rPr>
          <w:rFonts w:ascii="Artifakt ElementOfc" w:hAnsi="Artifakt ElementOfc"/>
          <w:i/>
          <w:iCs/>
          <w:shd w:val="clear" w:color="auto" w:fill="FFFFFF"/>
        </w:rPr>
        <w:t>ADSK-ARC-XX-ZZ-M1-0001.rvt</w:t>
      </w:r>
    </w:p>
    <w:p w14:paraId="30CBE6A7" w14:textId="23AC1C44"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95C62BF" w14:textId="77777777" w:rsidR="008550E0" w:rsidRPr="001C5493" w:rsidRDefault="008550E0" w:rsidP="008550E0">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DE823F7" w14:textId="77777777" w:rsidR="008550E0" w:rsidRDefault="008550E0" w:rsidP="008550E0">
      <w:pPr>
        <w:pBdr>
          <w:top w:val="single" w:sz="4" w:space="1" w:color="auto"/>
        </w:pBdr>
        <w:rPr>
          <w:rFonts w:ascii="Artifakt ElementOfc" w:hAnsi="Artifakt ElementOfc" w:cs="Artifakt ElementOfc"/>
          <w:b/>
          <w:color w:val="000000"/>
          <w:shd w:val="clear" w:color="auto" w:fill="FFFFFF"/>
        </w:rPr>
      </w:pPr>
    </w:p>
    <w:p w14:paraId="0DB89180" w14:textId="2F5E4B72" w:rsidR="008550E0" w:rsidRPr="00940D91" w:rsidRDefault="00603C0C" w:rsidP="008550E0">
      <w:pPr>
        <w:pStyle w:val="copy"/>
        <w:rPr>
          <w:rFonts w:ascii="Artifakt ElementOfc" w:hAnsi="Artifakt ElementOfc"/>
          <w:b/>
        </w:rPr>
      </w:pPr>
      <w:r>
        <w:rPr>
          <w:rFonts w:ascii="Artifakt ElementOfc" w:hAnsi="Artifakt ElementOfc"/>
          <w:b/>
        </w:rPr>
        <w:t xml:space="preserve">M6-02 </w:t>
      </w:r>
      <w:r w:rsidR="00B36A29">
        <w:rPr>
          <w:rFonts w:ascii="Artifakt ElementOfc" w:hAnsi="Artifakt ElementOfc"/>
          <w:b/>
        </w:rPr>
        <w:t>Create schedules and use formulas</w:t>
      </w:r>
    </w:p>
    <w:p w14:paraId="7CB29C03"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B1807FD"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3F75A24" w14:textId="77777777" w:rsidR="008550E0" w:rsidRPr="00E41074" w:rsidRDefault="008550E0" w:rsidP="008550E0">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61FEEC1A" w14:textId="77777777" w:rsidR="00B36A29" w:rsidRDefault="00B36A29" w:rsidP="008550E0">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 xml:space="preserve">Create schedules to organize and prepare data </w:t>
      </w:r>
    </w:p>
    <w:p w14:paraId="6D57F84D" w14:textId="77777777" w:rsidR="00B36A29" w:rsidRDefault="00B36A29" w:rsidP="008550E0">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simple formulas to estimate material costs</w:t>
      </w:r>
    </w:p>
    <w:p w14:paraId="18B709BE" w14:textId="77777777" w:rsidR="008550E0" w:rsidRPr="001C5493" w:rsidRDefault="008550E0" w:rsidP="008550E0">
      <w:pPr>
        <w:spacing w:after="0" w:line="240" w:lineRule="auto"/>
        <w:rPr>
          <w:rFonts w:ascii="Artifakt ElementOfc" w:eastAsiaTheme="minorEastAsia" w:hAnsi="Artifakt ElementOfc" w:cs="Artifakt ElementOfc"/>
        </w:rPr>
      </w:pPr>
    </w:p>
    <w:p w14:paraId="40FD6DE7" w14:textId="77777777"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56E1361" w14:textId="77777777" w:rsidR="008550E0" w:rsidRPr="00E41074" w:rsidRDefault="008550E0" w:rsidP="008550E0">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1EAC74F" w14:textId="3CCDE2B2" w:rsidR="005D38CB" w:rsidRDefault="008550E0" w:rsidP="005D38C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6ED0534" w14:textId="77777777" w:rsidR="005D38CB" w:rsidRDefault="005D38CB" w:rsidP="005D38CB">
      <w:pPr>
        <w:pStyle w:val="copy"/>
        <w:spacing w:after="0" w:line="240" w:lineRule="auto"/>
        <w:rPr>
          <w:rFonts w:ascii="Artifakt ElementOfc" w:hAnsi="Artifakt ElementOfc"/>
          <w:i/>
          <w:iCs/>
          <w:shd w:val="clear" w:color="auto" w:fill="FFFFFF"/>
        </w:rPr>
      </w:pPr>
      <w:r w:rsidRPr="00BA248C">
        <w:rPr>
          <w:rFonts w:ascii="Artifakt ElementOfc" w:hAnsi="Artifakt ElementOfc"/>
          <w:i/>
          <w:iCs/>
          <w:shd w:val="clear" w:color="auto" w:fill="FFFFFF"/>
        </w:rPr>
        <w:t>ADSK-ARC-XX-ZZ-M3-A-0002.rvt</w:t>
      </w:r>
    </w:p>
    <w:p w14:paraId="59C0167C" w14:textId="77777777" w:rsidR="008550E0" w:rsidRPr="00E41074" w:rsidRDefault="008550E0" w:rsidP="008550E0">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A7B7029" w14:textId="0CF3982A" w:rsidR="000B49C2" w:rsidRPr="00450360" w:rsidRDefault="000B49C2" w:rsidP="000B49C2">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3</w:t>
      </w:r>
      <w:r w:rsidRPr="00225476">
        <w:rPr>
          <w:rFonts w:ascii="Artifakt ElementOfc" w:hAnsi="Artifakt ElementOfc"/>
          <w:b/>
          <w:bCs/>
        </w:rPr>
        <w:t xml:space="preserve">: </w:t>
      </w:r>
      <w:r>
        <w:rPr>
          <w:rFonts w:ascii="Artifakt ElementOfc" w:hAnsi="Artifakt ElementOfc"/>
          <w:b/>
          <w:bCs/>
        </w:rPr>
        <w:t>Create a ceiling schedule</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5 minutes</w:t>
      </w:r>
    </w:p>
    <w:p w14:paraId="3386608B" w14:textId="78150C07" w:rsidR="00EC01F1" w:rsidRPr="001F1535" w:rsidRDefault="008550E0" w:rsidP="001F1535">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8B4422C" w14:textId="77777777" w:rsidR="000277E4" w:rsidRPr="00E41074" w:rsidRDefault="000277E4" w:rsidP="00D02FCD">
      <w:pPr>
        <w:rPr>
          <w:rFonts w:ascii="Artifakt ElementOfc" w:hAnsi="Artifakt ElementOfc" w:cs="Artifakt ElementOfc"/>
        </w:rPr>
        <w:sectPr w:rsidR="000277E4" w:rsidRPr="00E41074" w:rsidSect="00D338A3">
          <w:type w:val="continuous"/>
          <w:pgSz w:w="12240" w:h="15840"/>
          <w:pgMar w:top="720" w:right="720" w:bottom="720" w:left="720" w:header="720" w:footer="720" w:gutter="0"/>
          <w:cols w:space="720"/>
          <w:titlePg/>
          <w:docGrid w:linePitch="360"/>
        </w:sectPr>
      </w:pPr>
    </w:p>
    <w:p w14:paraId="40DE74B7" w14:textId="77777777" w:rsidR="002A32D1" w:rsidRDefault="002A32D1" w:rsidP="002A32D1">
      <w:pPr>
        <w:pBdr>
          <w:top w:val="single" w:sz="4" w:space="1" w:color="auto"/>
        </w:pBdr>
        <w:rPr>
          <w:rFonts w:ascii="Artifakt ElementOfc" w:hAnsi="Artifakt ElementOfc" w:cs="Artifakt ElementOfc"/>
          <w:b/>
          <w:color w:val="000000"/>
          <w:shd w:val="clear" w:color="auto" w:fill="FFFFFF"/>
        </w:rPr>
      </w:pPr>
    </w:p>
    <w:p w14:paraId="7AF0EC15" w14:textId="77777777" w:rsidR="00A67160" w:rsidRDefault="00A67160">
      <w:pPr>
        <w:spacing w:after="0" w:line="240" w:lineRule="auto"/>
        <w:rPr>
          <w:rFonts w:ascii="Artifakt ElementOfc" w:hAnsi="Artifakt ElementOfc" w:cs="Artifakt ElementOfc"/>
          <w:b/>
          <w:color w:val="000000"/>
        </w:rPr>
      </w:pPr>
      <w:r>
        <w:rPr>
          <w:rFonts w:ascii="Artifakt ElementOfc" w:hAnsi="Artifakt ElementOfc"/>
          <w:b/>
        </w:rPr>
        <w:br w:type="page"/>
      </w:r>
    </w:p>
    <w:p w14:paraId="313072B6" w14:textId="6E776E26" w:rsidR="002A32D1" w:rsidRPr="00940D91" w:rsidRDefault="00603C0C" w:rsidP="002A32D1">
      <w:pPr>
        <w:pStyle w:val="copy"/>
        <w:rPr>
          <w:rFonts w:ascii="Artifakt ElementOfc" w:hAnsi="Artifakt ElementOfc"/>
          <w:b/>
        </w:rPr>
      </w:pPr>
      <w:r>
        <w:rPr>
          <w:rFonts w:ascii="Artifakt ElementOfc" w:hAnsi="Artifakt ElementOfc"/>
          <w:b/>
        </w:rPr>
        <w:lastRenderedPageBreak/>
        <w:t xml:space="preserve">M7-01 </w:t>
      </w:r>
      <w:r w:rsidR="005B05B1">
        <w:rPr>
          <w:rFonts w:ascii="Artifakt ElementOfc" w:hAnsi="Artifakt ElementOfc"/>
          <w:b/>
        </w:rPr>
        <w:t>Create a federated model</w:t>
      </w:r>
    </w:p>
    <w:p w14:paraId="2AAD8EFA" w14:textId="77777777" w:rsidR="002A32D1" w:rsidRPr="00E41074" w:rsidRDefault="002A32D1" w:rsidP="002A32D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F52E502" w14:textId="77777777" w:rsidR="002A32D1" w:rsidRPr="00E41074" w:rsidRDefault="002A32D1" w:rsidP="002A32D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A2875EA" w14:textId="5768EF2F" w:rsidR="002A32D1" w:rsidRPr="00E41074" w:rsidRDefault="002A32D1" w:rsidP="002A32D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60037A">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4D4052F8" w14:textId="26FCFD46" w:rsidR="002A32D1" w:rsidRDefault="00E945D7" w:rsidP="002A32D1">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Understand NWC, NWF and NWD file types</w:t>
      </w:r>
    </w:p>
    <w:p w14:paraId="37BBE071" w14:textId="4697AECA" w:rsidR="002A32D1" w:rsidRDefault="00E945D7" w:rsidP="002A32D1">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Export NWC fi</w:t>
      </w:r>
      <w:r w:rsidR="00B31BCB">
        <w:rPr>
          <w:rFonts w:ascii="Artifakt ElementOfc" w:eastAsiaTheme="minorEastAsia" w:hAnsi="Artifakt ElementOfc" w:cs="Artifakt ElementOfc"/>
        </w:rPr>
        <w:t>les from Revit</w:t>
      </w:r>
    </w:p>
    <w:p w14:paraId="1840DBE7" w14:textId="1CB9189B" w:rsidR="00B31BCB" w:rsidRDefault="00B31BCB" w:rsidP="002A32D1">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Open and append model files within Navisworks</w:t>
      </w:r>
    </w:p>
    <w:p w14:paraId="6B26A286" w14:textId="454FDD96" w:rsidR="00B31BCB" w:rsidRDefault="00B31BCB" w:rsidP="002A32D1">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an NWF file</w:t>
      </w:r>
    </w:p>
    <w:p w14:paraId="3D9E1B8E" w14:textId="77777777" w:rsidR="002A32D1" w:rsidRPr="001C5493" w:rsidRDefault="002A32D1" w:rsidP="002A32D1">
      <w:pPr>
        <w:spacing w:after="0" w:line="240" w:lineRule="auto"/>
        <w:rPr>
          <w:rFonts w:ascii="Artifakt ElementOfc" w:eastAsiaTheme="minorEastAsia" w:hAnsi="Artifakt ElementOfc" w:cs="Artifakt ElementOfc"/>
        </w:rPr>
      </w:pPr>
    </w:p>
    <w:p w14:paraId="7593DB84" w14:textId="77777777" w:rsidR="002A32D1" w:rsidRPr="00E41074" w:rsidRDefault="002A32D1" w:rsidP="002A32D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4595B5A" w14:textId="77777777" w:rsidR="002A32D1" w:rsidRPr="00E41074" w:rsidRDefault="002A32D1" w:rsidP="002A32D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3126409" w14:textId="77777777" w:rsidR="002A32D1" w:rsidRDefault="002A32D1" w:rsidP="002A32D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61291BEA" w14:textId="77777777" w:rsidR="0032311A" w:rsidRDefault="0032311A" w:rsidP="002A32D1">
      <w:pPr>
        <w:pStyle w:val="copy"/>
        <w:spacing w:after="0" w:line="240" w:lineRule="auto"/>
        <w:rPr>
          <w:rFonts w:ascii="Artifakt ElementOfc" w:hAnsi="Artifakt ElementOfc"/>
          <w:i/>
          <w:iCs/>
          <w:shd w:val="clear" w:color="auto" w:fill="FFFFFF"/>
        </w:rPr>
      </w:pPr>
      <w:r w:rsidRPr="0032311A">
        <w:rPr>
          <w:rFonts w:ascii="Artifakt ElementOfc" w:hAnsi="Artifakt ElementOfc"/>
          <w:i/>
          <w:iCs/>
          <w:shd w:val="clear" w:color="auto" w:fill="FFFFFF"/>
        </w:rPr>
        <w:t>ADSK-ARC-XX-ZZ-M3-A-0001.nwc</w:t>
      </w:r>
    </w:p>
    <w:p w14:paraId="3956BFAD" w14:textId="33698F01" w:rsidR="002314C9" w:rsidRDefault="002314C9" w:rsidP="002A32D1">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ADSK-ARC-XX-ZZ-M3-A-0001.rvt</w:t>
      </w:r>
    </w:p>
    <w:p w14:paraId="55F21539" w14:textId="6BDE35F6" w:rsidR="002314C9" w:rsidRDefault="002314C9" w:rsidP="002A32D1">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ADSK-FED-XX-ZZ-V-0001.nwf</w:t>
      </w:r>
    </w:p>
    <w:p w14:paraId="2B5927CA" w14:textId="340BBA9F" w:rsidR="002314C9" w:rsidRDefault="002314C9" w:rsidP="002A32D1">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ADSK-FFE-XX-ZZ-M3-I-0001.rvt</w:t>
      </w:r>
    </w:p>
    <w:p w14:paraId="326CE27C" w14:textId="48B62CB6" w:rsidR="002314C9" w:rsidRDefault="002314C9" w:rsidP="002A32D1">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ADSK-MEP-XX-ZZ-M3-ME-0001.rvt</w:t>
      </w:r>
    </w:p>
    <w:p w14:paraId="55AA1CC6" w14:textId="57BF78CE" w:rsidR="002314C9" w:rsidRDefault="002314C9" w:rsidP="002A32D1">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ADSK-STR-XX-ZZ-M3-S-0001.nwc</w:t>
      </w:r>
    </w:p>
    <w:p w14:paraId="42C3F1CF" w14:textId="0E0144A3" w:rsidR="002314C9" w:rsidRDefault="00833835" w:rsidP="002A32D1">
      <w:pPr>
        <w:pStyle w:val="copy"/>
        <w:spacing w:after="0" w:line="240" w:lineRule="auto"/>
        <w:rPr>
          <w:rFonts w:ascii="Artifakt ElementOfc" w:hAnsi="Artifakt ElementOfc"/>
          <w:i/>
          <w:iCs/>
          <w:shd w:val="clear" w:color="auto" w:fill="FFFFFF"/>
        </w:rPr>
      </w:pPr>
      <w:r w:rsidRPr="00833835">
        <w:rPr>
          <w:rFonts w:ascii="Artifakt ElementOfc" w:hAnsi="Artifakt ElementOfc"/>
          <w:i/>
          <w:iCs/>
          <w:shd w:val="clear" w:color="auto" w:fill="FFFFFF"/>
        </w:rPr>
        <w:t>ADSK-STR-XX-ZZ-M3-S-0001.rvt</w:t>
      </w:r>
    </w:p>
    <w:p w14:paraId="54F324A0" w14:textId="0F3436DB" w:rsidR="002A32D1" w:rsidRPr="00E41074" w:rsidRDefault="002A32D1" w:rsidP="002A32D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2427F2B" w14:textId="77777777" w:rsidR="002A32D1" w:rsidRPr="001F1535" w:rsidRDefault="002A32D1" w:rsidP="002A32D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C1556B5" w14:textId="77777777" w:rsidR="002A32D1" w:rsidRPr="00E41074" w:rsidRDefault="002A32D1" w:rsidP="002A32D1">
      <w:pPr>
        <w:rPr>
          <w:rFonts w:ascii="Artifakt ElementOfc" w:hAnsi="Artifakt ElementOfc" w:cs="Artifakt ElementOfc"/>
        </w:rPr>
        <w:sectPr w:rsidR="002A32D1" w:rsidRPr="00E41074" w:rsidSect="002A32D1">
          <w:type w:val="continuous"/>
          <w:pgSz w:w="12240" w:h="15840"/>
          <w:pgMar w:top="720" w:right="720" w:bottom="720" w:left="720" w:header="720" w:footer="720" w:gutter="0"/>
          <w:cols w:space="720"/>
          <w:titlePg/>
          <w:docGrid w:linePitch="360"/>
        </w:sectPr>
      </w:pPr>
    </w:p>
    <w:p w14:paraId="69AC3F89" w14:textId="77777777" w:rsidR="002A32D1" w:rsidRPr="00E41074" w:rsidRDefault="002A32D1" w:rsidP="002A32D1">
      <w:pPr>
        <w:pBdr>
          <w:top w:val="single" w:sz="4" w:space="1" w:color="auto"/>
        </w:pBdr>
        <w:rPr>
          <w:rFonts w:ascii="Artifakt ElementOfc" w:hAnsi="Artifakt ElementOfc" w:cs="Artifakt ElementOfc"/>
          <w:b/>
          <w:color w:val="000000"/>
          <w:shd w:val="clear" w:color="auto" w:fill="FFFFFF"/>
        </w:rPr>
      </w:pPr>
    </w:p>
    <w:p w14:paraId="1BD9773C" w14:textId="5AC6E9BC" w:rsidR="00855A4D" w:rsidRPr="00940D91" w:rsidRDefault="00603C0C" w:rsidP="00855A4D">
      <w:pPr>
        <w:pStyle w:val="copy"/>
        <w:rPr>
          <w:rFonts w:ascii="Artifakt ElementOfc" w:hAnsi="Artifakt ElementOfc"/>
          <w:b/>
        </w:rPr>
      </w:pPr>
      <w:r>
        <w:rPr>
          <w:rFonts w:ascii="Artifakt ElementOfc" w:hAnsi="Artifakt ElementOfc"/>
          <w:b/>
        </w:rPr>
        <w:t xml:space="preserve">M7-02 </w:t>
      </w:r>
      <w:r w:rsidR="0009675A">
        <w:rPr>
          <w:rFonts w:ascii="Artifakt ElementOfc" w:hAnsi="Artifakt ElementOfc"/>
          <w:b/>
        </w:rPr>
        <w:t>Model alignment in Navisworks</w:t>
      </w:r>
    </w:p>
    <w:p w14:paraId="00BFF9B0" w14:textId="391B4B3D" w:rsidR="00855A4D" w:rsidRPr="00E41074" w:rsidRDefault="00855A4D" w:rsidP="00855A4D">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09675A">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FDA93F3" w14:textId="77777777" w:rsidR="00855A4D" w:rsidRPr="00E41074" w:rsidRDefault="00855A4D" w:rsidP="00855A4D">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F6AC843" w14:textId="402BB5FA" w:rsidR="00855A4D" w:rsidRPr="00E41074" w:rsidRDefault="00855A4D" w:rsidP="00855A4D">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09675A">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2E3ACA9" w14:textId="77777777" w:rsidR="00D314B2" w:rsidRDefault="00D314B2" w:rsidP="00855A4D">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 xml:space="preserve">Append project models into Navisworks </w:t>
      </w:r>
    </w:p>
    <w:p w14:paraId="56B2C7E7" w14:textId="77777777" w:rsidR="00D314B2" w:rsidRDefault="00D314B2" w:rsidP="00D0421E">
      <w:pPr>
        <w:pStyle w:val="ListParagraph"/>
        <w:numPr>
          <w:ilvl w:val="0"/>
          <w:numId w:val="27"/>
        </w:numPr>
        <w:spacing w:after="0" w:line="240" w:lineRule="auto"/>
        <w:rPr>
          <w:rFonts w:ascii="Artifakt ElementOfc" w:eastAsiaTheme="minorEastAsia" w:hAnsi="Artifakt ElementOfc" w:cs="Artifakt ElementOfc"/>
        </w:rPr>
      </w:pPr>
      <w:r w:rsidRPr="00D314B2">
        <w:rPr>
          <w:rFonts w:ascii="Artifakt ElementOfc" w:eastAsiaTheme="minorEastAsia" w:hAnsi="Artifakt ElementOfc" w:cs="Artifakt ElementOfc"/>
        </w:rPr>
        <w:t>Review origin and orientation values</w:t>
      </w:r>
    </w:p>
    <w:p w14:paraId="64297C2C" w14:textId="4853ECDD" w:rsidR="00D314B2" w:rsidRPr="00D314B2" w:rsidRDefault="00D314B2" w:rsidP="00D0421E">
      <w:pPr>
        <w:pStyle w:val="ListParagraph"/>
        <w:numPr>
          <w:ilvl w:val="0"/>
          <w:numId w:val="27"/>
        </w:numPr>
        <w:spacing w:after="0" w:line="240" w:lineRule="auto"/>
        <w:rPr>
          <w:rFonts w:ascii="Artifakt ElementOfc" w:eastAsiaTheme="minorEastAsia" w:hAnsi="Artifakt ElementOfc" w:cs="Artifakt ElementOfc"/>
        </w:rPr>
      </w:pPr>
      <w:r w:rsidRPr="00D314B2">
        <w:rPr>
          <w:rFonts w:ascii="Artifakt ElementOfc" w:eastAsiaTheme="minorEastAsia" w:hAnsi="Artifakt ElementOfc" w:cs="Artifakt ElementOfc"/>
        </w:rPr>
        <w:t>Edit values to align models</w:t>
      </w:r>
    </w:p>
    <w:p w14:paraId="6EAEC9D6" w14:textId="77777777" w:rsidR="00855A4D" w:rsidRPr="001C5493" w:rsidRDefault="00855A4D" w:rsidP="00855A4D">
      <w:pPr>
        <w:spacing w:after="0" w:line="240" w:lineRule="auto"/>
        <w:rPr>
          <w:rFonts w:ascii="Artifakt ElementOfc" w:eastAsiaTheme="minorEastAsia" w:hAnsi="Artifakt ElementOfc" w:cs="Artifakt ElementOfc"/>
        </w:rPr>
      </w:pPr>
    </w:p>
    <w:p w14:paraId="428216F2" w14:textId="270E48C2" w:rsidR="00855A4D" w:rsidRPr="00E41074" w:rsidRDefault="00855A4D" w:rsidP="00855A4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Hands-on time:</w:t>
      </w:r>
      <w:r w:rsidRPr="00E41074">
        <w:rPr>
          <w:rFonts w:ascii="Artifakt ElementOfc" w:hAnsi="Artifakt ElementOfc"/>
          <w:shd w:val="clear" w:color="auto" w:fill="FFFFFF"/>
        </w:rPr>
        <w:t xml:space="preserve"> </w:t>
      </w:r>
      <w:r w:rsidR="0009675A">
        <w:rPr>
          <w:rFonts w:ascii="Artifakt ElementOfc" w:hAnsi="Artifakt ElementOfc"/>
          <w:bCs/>
          <w:shd w:val="clear" w:color="auto" w:fill="FFFFFF"/>
        </w:rPr>
        <w:t>5</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13B713AA" w14:textId="77777777" w:rsidR="00855A4D" w:rsidRPr="00E41074" w:rsidRDefault="00855A4D" w:rsidP="00855A4D">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17A1AC0" w14:textId="77777777" w:rsidR="00855A4D" w:rsidRDefault="00855A4D" w:rsidP="00855A4D">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4612837" w14:textId="77777777" w:rsidR="00855A4D" w:rsidRDefault="00855A4D" w:rsidP="00855A4D">
      <w:pPr>
        <w:pStyle w:val="copy"/>
        <w:spacing w:after="0" w:line="240" w:lineRule="auto"/>
        <w:rPr>
          <w:rFonts w:ascii="Artifakt ElementOfc" w:hAnsi="Artifakt ElementOfc"/>
          <w:i/>
          <w:iCs/>
          <w:shd w:val="clear" w:color="auto" w:fill="FFFFFF"/>
        </w:rPr>
      </w:pPr>
      <w:r w:rsidRPr="0032311A">
        <w:rPr>
          <w:rFonts w:ascii="Artifakt ElementOfc" w:hAnsi="Artifakt ElementOfc"/>
          <w:i/>
          <w:iCs/>
          <w:shd w:val="clear" w:color="auto" w:fill="FFFFFF"/>
        </w:rPr>
        <w:t>ADSK-ARC-XX-ZZ-M3-A-0001.nwc</w:t>
      </w:r>
    </w:p>
    <w:p w14:paraId="4E50B88C" w14:textId="77777777" w:rsidR="00855A4D" w:rsidRDefault="00855A4D" w:rsidP="00855A4D">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ADSK-ARC-XX-ZZ-M3-A-0001.rvt</w:t>
      </w:r>
    </w:p>
    <w:p w14:paraId="2256371E" w14:textId="77777777" w:rsidR="00855A4D" w:rsidRDefault="00855A4D" w:rsidP="00855A4D">
      <w:pPr>
        <w:pStyle w:val="copy"/>
        <w:spacing w:after="0" w:line="240" w:lineRule="auto"/>
        <w:rPr>
          <w:rFonts w:ascii="Artifakt ElementOfc" w:hAnsi="Artifakt ElementOfc"/>
          <w:i/>
          <w:iCs/>
          <w:shd w:val="clear" w:color="auto" w:fill="FFFFFF"/>
        </w:rPr>
      </w:pPr>
      <w:r w:rsidRPr="002314C9">
        <w:rPr>
          <w:rFonts w:ascii="Artifakt ElementOfc" w:hAnsi="Artifakt ElementOfc"/>
          <w:i/>
          <w:iCs/>
          <w:shd w:val="clear" w:color="auto" w:fill="FFFFFF"/>
        </w:rPr>
        <w:t>ADSK-STR-XX-ZZ-M3-S-0001.nwc</w:t>
      </w:r>
    </w:p>
    <w:p w14:paraId="608D38E9" w14:textId="77777777" w:rsidR="00855A4D" w:rsidRDefault="00855A4D" w:rsidP="00855A4D">
      <w:pPr>
        <w:pStyle w:val="copy"/>
        <w:spacing w:after="0" w:line="240" w:lineRule="auto"/>
        <w:rPr>
          <w:rFonts w:ascii="Artifakt ElementOfc" w:hAnsi="Artifakt ElementOfc"/>
          <w:i/>
          <w:iCs/>
          <w:shd w:val="clear" w:color="auto" w:fill="FFFFFF"/>
        </w:rPr>
      </w:pPr>
      <w:r w:rsidRPr="00833835">
        <w:rPr>
          <w:rFonts w:ascii="Artifakt ElementOfc" w:hAnsi="Artifakt ElementOfc"/>
          <w:i/>
          <w:iCs/>
          <w:shd w:val="clear" w:color="auto" w:fill="FFFFFF"/>
        </w:rPr>
        <w:t>ADSK-STR-XX-ZZ-M3-S-0001.rvt</w:t>
      </w:r>
    </w:p>
    <w:p w14:paraId="08F237AD" w14:textId="4E34EA15" w:rsidR="00926469" w:rsidRDefault="00926469" w:rsidP="00855A4D">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 xml:space="preserve">Completed </w:t>
      </w:r>
      <w:proofErr w:type="spellStart"/>
      <w:r>
        <w:rPr>
          <w:rFonts w:ascii="Artifakt ElementOfc" w:hAnsi="Artifakt ElementOfc"/>
          <w:i/>
          <w:iCs/>
          <w:shd w:val="clear" w:color="auto" w:fill="FFFFFF"/>
        </w:rPr>
        <w:t>Exercise.nwf</w:t>
      </w:r>
      <w:proofErr w:type="spellEnd"/>
    </w:p>
    <w:p w14:paraId="24CD39A2" w14:textId="77777777" w:rsidR="00855A4D" w:rsidRPr="00E41074" w:rsidRDefault="00855A4D" w:rsidP="00855A4D">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7028C069" w14:textId="77777777" w:rsidR="00855A4D" w:rsidRPr="001F1535" w:rsidRDefault="00855A4D" w:rsidP="00855A4D">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66A5DB3" w14:textId="77777777" w:rsidR="00855A4D" w:rsidRPr="00E41074" w:rsidRDefault="00855A4D" w:rsidP="00855A4D">
      <w:pPr>
        <w:rPr>
          <w:rFonts w:ascii="Artifakt ElementOfc" w:hAnsi="Artifakt ElementOfc" w:cs="Artifakt ElementOfc"/>
        </w:rPr>
        <w:sectPr w:rsidR="00855A4D" w:rsidRPr="00E41074" w:rsidSect="00855A4D">
          <w:type w:val="continuous"/>
          <w:pgSz w:w="12240" w:h="15840"/>
          <w:pgMar w:top="720" w:right="720" w:bottom="720" w:left="720" w:header="720" w:footer="720" w:gutter="0"/>
          <w:cols w:space="720"/>
          <w:titlePg/>
          <w:docGrid w:linePitch="360"/>
        </w:sectPr>
      </w:pPr>
    </w:p>
    <w:p w14:paraId="199988E7" w14:textId="77777777" w:rsidR="00855A4D" w:rsidRPr="00E41074" w:rsidRDefault="00855A4D" w:rsidP="00855A4D">
      <w:pPr>
        <w:pBdr>
          <w:top w:val="single" w:sz="4" w:space="1" w:color="auto"/>
        </w:pBdr>
        <w:rPr>
          <w:rFonts w:ascii="Artifakt ElementOfc" w:hAnsi="Artifakt ElementOfc" w:cs="Artifakt ElementOfc"/>
          <w:b/>
          <w:color w:val="000000"/>
          <w:shd w:val="clear" w:color="auto" w:fill="FFFFFF"/>
        </w:rPr>
      </w:pPr>
    </w:p>
    <w:p w14:paraId="41C0F4E9" w14:textId="4044C4DD" w:rsidR="007615E3" w:rsidRPr="00940D91" w:rsidRDefault="00603C0C" w:rsidP="007615E3">
      <w:pPr>
        <w:pStyle w:val="copy"/>
        <w:rPr>
          <w:rFonts w:ascii="Artifakt ElementOfc" w:hAnsi="Artifakt ElementOfc"/>
          <w:b/>
        </w:rPr>
      </w:pPr>
      <w:r>
        <w:rPr>
          <w:rFonts w:ascii="Artifakt ElementOfc" w:hAnsi="Artifakt ElementOfc"/>
          <w:b/>
        </w:rPr>
        <w:t xml:space="preserve">M7-03 </w:t>
      </w:r>
      <w:r w:rsidR="007615E3">
        <w:rPr>
          <w:rFonts w:ascii="Artifakt ElementOfc" w:hAnsi="Artifakt ElementOfc"/>
          <w:b/>
        </w:rPr>
        <w:t>Work with viewpoints</w:t>
      </w:r>
    </w:p>
    <w:p w14:paraId="228067F6" w14:textId="5268F7B8" w:rsidR="007615E3" w:rsidRPr="00E41074" w:rsidRDefault="007615E3" w:rsidP="007615E3">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7027CB">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3210FA0" w14:textId="77777777" w:rsidR="007615E3" w:rsidRPr="00E41074" w:rsidRDefault="007615E3" w:rsidP="007615E3">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6613D00" w14:textId="69F7FE06" w:rsidR="007615E3" w:rsidRPr="00E41074" w:rsidRDefault="007615E3" w:rsidP="007615E3">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7027CB">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2073EB75" w14:textId="6FE8941B" w:rsidR="007615E3" w:rsidRDefault="007615E3" w:rsidP="007615E3">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Navigate the project model</w:t>
      </w:r>
    </w:p>
    <w:p w14:paraId="76629AC8" w14:textId="397C4981" w:rsidR="007615E3" w:rsidRDefault="007615E3" w:rsidP="007615E3">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Save viewpoints in the model</w:t>
      </w:r>
    </w:p>
    <w:p w14:paraId="146C7D00" w14:textId="753D4CEC" w:rsidR="007615E3" w:rsidRDefault="007615E3" w:rsidP="007615E3">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and edit viewpoints</w:t>
      </w:r>
    </w:p>
    <w:p w14:paraId="2A8B6359" w14:textId="37E73E04" w:rsidR="007615E3" w:rsidRPr="00D314B2" w:rsidRDefault="007615E3" w:rsidP="007615E3">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Organize viewpoints using folders</w:t>
      </w:r>
    </w:p>
    <w:p w14:paraId="1A1CBB47" w14:textId="77777777" w:rsidR="007615E3" w:rsidRPr="001C5493" w:rsidRDefault="007615E3" w:rsidP="007615E3">
      <w:pPr>
        <w:spacing w:after="0" w:line="240" w:lineRule="auto"/>
        <w:rPr>
          <w:rFonts w:ascii="Artifakt ElementOfc" w:eastAsiaTheme="minorEastAsia" w:hAnsi="Artifakt ElementOfc" w:cs="Artifakt ElementOfc"/>
        </w:rPr>
      </w:pPr>
    </w:p>
    <w:p w14:paraId="5B49491D" w14:textId="48B41DDD" w:rsidR="007615E3" w:rsidRPr="00E41074" w:rsidRDefault="007615E3" w:rsidP="007615E3">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7027CB">
        <w:rPr>
          <w:rFonts w:ascii="Artifakt ElementOfc" w:hAnsi="Artifakt ElementOfc"/>
          <w:bCs/>
          <w:shd w:val="clear" w:color="auto" w:fill="FFFFFF"/>
        </w:rPr>
        <w:t>5</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2586D1D3" w14:textId="77777777" w:rsidR="007615E3" w:rsidRPr="00E41074" w:rsidRDefault="007615E3" w:rsidP="007615E3">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EBDC217" w14:textId="44F1F91A" w:rsidR="00273A08" w:rsidRPr="00273A08" w:rsidRDefault="007615E3" w:rsidP="007615E3">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11FD9D78"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ADSK-ARC-XX-ZZ-M3-A-0001.nwc</w:t>
      </w:r>
    </w:p>
    <w:p w14:paraId="498ED13F"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ADSK-ARC-XX-ZZ-M3-A-0001.rvt</w:t>
      </w:r>
    </w:p>
    <w:p w14:paraId="06FE30C3"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ADSK-FED-XX-ZZ-M3-X-0001.rvt</w:t>
      </w:r>
    </w:p>
    <w:p w14:paraId="60A15845"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 xml:space="preserve">ADSK-FED-XX-ZZ-X-0001 - </w:t>
      </w:r>
      <w:proofErr w:type="spellStart"/>
      <w:r w:rsidRPr="00273A08">
        <w:rPr>
          <w:rFonts w:ascii="Artifakt ElementOfc" w:hAnsi="Artifakt ElementOfc"/>
          <w:i/>
          <w:iCs/>
          <w:shd w:val="clear" w:color="auto" w:fill="FFFFFF"/>
        </w:rPr>
        <w:t>Completed.nwf</w:t>
      </w:r>
      <w:proofErr w:type="spellEnd"/>
    </w:p>
    <w:p w14:paraId="28C42815"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ADSK-FED-XX-ZZ-X-0001.nwf</w:t>
      </w:r>
    </w:p>
    <w:p w14:paraId="08427F61"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ADSK-FFE-XX-ZZ-M3-I-0001.nwc</w:t>
      </w:r>
    </w:p>
    <w:p w14:paraId="7A1D663B"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ADSK-FFE-XX-ZZ-M3-I-0001.rvt</w:t>
      </w:r>
    </w:p>
    <w:p w14:paraId="54E7D5E6"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ADSK-LAN-XX-ZZ-M3-L-0001.nwc</w:t>
      </w:r>
    </w:p>
    <w:p w14:paraId="5D05CB1E"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lastRenderedPageBreak/>
        <w:t>ADSK-LAN-XX-ZZ-M3-L-0001.rvt</w:t>
      </w:r>
    </w:p>
    <w:p w14:paraId="424E33B0"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ADSK-MEP-XX-ZZ-M3-ME-0001.nwc</w:t>
      </w:r>
    </w:p>
    <w:p w14:paraId="4D21AF18"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ADSK-MEP-XX-ZZ-M3-ME-0001.rvt</w:t>
      </w:r>
    </w:p>
    <w:p w14:paraId="2047027D"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ADSK-STR-XX-ZZ-M3-S-0001.nwc</w:t>
      </w:r>
    </w:p>
    <w:p w14:paraId="6D86DC3E" w14:textId="77777777" w:rsidR="00273A08" w:rsidRPr="00273A08" w:rsidRDefault="00273A08" w:rsidP="00273A08">
      <w:pPr>
        <w:pStyle w:val="copy"/>
        <w:spacing w:after="0" w:line="240" w:lineRule="auto"/>
        <w:rPr>
          <w:rFonts w:ascii="Artifakt ElementOfc" w:hAnsi="Artifakt ElementOfc"/>
          <w:i/>
          <w:iCs/>
          <w:shd w:val="clear" w:color="auto" w:fill="FFFFFF"/>
        </w:rPr>
      </w:pPr>
      <w:r w:rsidRPr="00273A08">
        <w:rPr>
          <w:rFonts w:ascii="Artifakt ElementOfc" w:hAnsi="Artifakt ElementOfc"/>
          <w:i/>
          <w:iCs/>
          <w:shd w:val="clear" w:color="auto" w:fill="FFFFFF"/>
        </w:rPr>
        <w:t>ADSK-STR-XX-ZZ-M3-S-0001.rvt</w:t>
      </w:r>
    </w:p>
    <w:p w14:paraId="470589C3" w14:textId="26718EFA" w:rsidR="007615E3" w:rsidRPr="00E41074" w:rsidRDefault="007615E3" w:rsidP="00273A0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A82E28B" w14:textId="77777777" w:rsidR="007615E3" w:rsidRPr="001F1535" w:rsidRDefault="007615E3" w:rsidP="007615E3">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4A39CD21" w14:textId="77777777" w:rsidR="007615E3" w:rsidRPr="00E41074" w:rsidRDefault="007615E3" w:rsidP="007615E3">
      <w:pPr>
        <w:rPr>
          <w:rFonts w:ascii="Artifakt ElementOfc" w:hAnsi="Artifakt ElementOfc" w:cs="Artifakt ElementOfc"/>
        </w:rPr>
        <w:sectPr w:rsidR="007615E3" w:rsidRPr="00E41074" w:rsidSect="007615E3">
          <w:type w:val="continuous"/>
          <w:pgSz w:w="12240" w:h="15840"/>
          <w:pgMar w:top="720" w:right="720" w:bottom="720" w:left="720" w:header="720" w:footer="720" w:gutter="0"/>
          <w:cols w:space="720"/>
          <w:titlePg/>
          <w:docGrid w:linePitch="360"/>
        </w:sectPr>
      </w:pPr>
    </w:p>
    <w:p w14:paraId="1542BF5D" w14:textId="77777777" w:rsidR="007027CB" w:rsidRPr="00E41074" w:rsidRDefault="007027CB" w:rsidP="007027CB">
      <w:pPr>
        <w:pBdr>
          <w:top w:val="single" w:sz="4" w:space="1" w:color="auto"/>
        </w:pBdr>
        <w:rPr>
          <w:rFonts w:ascii="Artifakt ElementOfc" w:hAnsi="Artifakt ElementOfc" w:cs="Artifakt ElementOfc"/>
          <w:b/>
          <w:color w:val="000000"/>
          <w:shd w:val="clear" w:color="auto" w:fill="FFFFFF"/>
        </w:rPr>
      </w:pPr>
    </w:p>
    <w:p w14:paraId="3CB3FD6B" w14:textId="1026DD7E" w:rsidR="007027CB" w:rsidRPr="00940D91" w:rsidRDefault="00603C0C" w:rsidP="007027CB">
      <w:pPr>
        <w:pStyle w:val="copy"/>
        <w:rPr>
          <w:rFonts w:ascii="Artifakt ElementOfc" w:hAnsi="Artifakt ElementOfc"/>
          <w:b/>
        </w:rPr>
      </w:pPr>
      <w:r>
        <w:rPr>
          <w:rFonts w:ascii="Artifakt ElementOfc" w:hAnsi="Artifakt ElementOfc"/>
          <w:b/>
        </w:rPr>
        <w:t xml:space="preserve">M7-04 </w:t>
      </w:r>
      <w:r w:rsidR="00FA3141">
        <w:rPr>
          <w:rFonts w:ascii="Artifakt ElementOfc" w:hAnsi="Artifakt ElementOfc"/>
          <w:b/>
        </w:rPr>
        <w:t>Create search sets</w:t>
      </w:r>
    </w:p>
    <w:p w14:paraId="600DD945" w14:textId="77777777" w:rsidR="007027CB" w:rsidRPr="00E41074" w:rsidRDefault="007027CB" w:rsidP="007027C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E551F62" w14:textId="77777777" w:rsidR="007027CB" w:rsidRPr="00E41074" w:rsidRDefault="007027CB" w:rsidP="007027C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2A1BAFB" w14:textId="77777777" w:rsidR="007027CB" w:rsidRPr="00E41074" w:rsidRDefault="007027CB" w:rsidP="007027C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0C6823E3" w14:textId="77777777" w:rsidR="00FA3141" w:rsidRDefault="00FA3141" w:rsidP="007027C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Select model elements to include in search sets</w:t>
      </w:r>
    </w:p>
    <w:p w14:paraId="3A6422CB" w14:textId="77777777" w:rsidR="00FA3141" w:rsidRDefault="00FA3141" w:rsidP="007027C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and refine search criteria</w:t>
      </w:r>
    </w:p>
    <w:p w14:paraId="3188E5A5" w14:textId="77777777" w:rsidR="00FA3141" w:rsidRDefault="00FA3141" w:rsidP="007027C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Save search sets</w:t>
      </w:r>
    </w:p>
    <w:p w14:paraId="1350A09F" w14:textId="77777777" w:rsidR="007027CB" w:rsidRPr="001C5493" w:rsidRDefault="007027CB" w:rsidP="007027CB">
      <w:pPr>
        <w:spacing w:after="0" w:line="240" w:lineRule="auto"/>
        <w:rPr>
          <w:rFonts w:ascii="Artifakt ElementOfc" w:eastAsiaTheme="minorEastAsia" w:hAnsi="Artifakt ElementOfc" w:cs="Artifakt ElementOfc"/>
        </w:rPr>
      </w:pPr>
    </w:p>
    <w:p w14:paraId="172EC2AA" w14:textId="77777777" w:rsidR="007027CB" w:rsidRPr="00E41074" w:rsidRDefault="007027CB" w:rsidP="007027C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77EEB17F" w14:textId="77777777" w:rsidR="007027CB" w:rsidRPr="00E41074" w:rsidRDefault="007027CB" w:rsidP="007027C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B1C48C1" w14:textId="77777777" w:rsidR="007027CB" w:rsidRPr="00273A08" w:rsidRDefault="007027CB" w:rsidP="007027C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EF77109"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ADSK-ARC-XX-ZZ-M3-A-0001.nwc</w:t>
      </w:r>
    </w:p>
    <w:p w14:paraId="35B83998"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ADSK-ARC-XX-ZZ-M3-A-0001.rvt</w:t>
      </w:r>
    </w:p>
    <w:p w14:paraId="77864618"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ADSK-FED-XX-ZZ-M3-X-0001.rvt</w:t>
      </w:r>
    </w:p>
    <w:p w14:paraId="753C0AAA"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 xml:space="preserve">ADSK-FED-XX-ZZ-X-0001 - </w:t>
      </w:r>
      <w:proofErr w:type="spellStart"/>
      <w:r w:rsidRPr="006F7C14">
        <w:rPr>
          <w:rFonts w:ascii="Artifakt ElementOfc" w:hAnsi="Artifakt ElementOfc"/>
          <w:i/>
          <w:iCs/>
          <w:shd w:val="clear" w:color="auto" w:fill="FFFFFF"/>
        </w:rPr>
        <w:t>Completed.nwf</w:t>
      </w:r>
      <w:proofErr w:type="spellEnd"/>
    </w:p>
    <w:p w14:paraId="1B721704"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ADSK-FED-XX-ZZ-X-0001.nwf</w:t>
      </w:r>
    </w:p>
    <w:p w14:paraId="02E9C6A7"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ADSK-FFE-XX-ZZ-M3-I-0001.nwc</w:t>
      </w:r>
    </w:p>
    <w:p w14:paraId="5D76B21C"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ADSK-FFE-XX-ZZ-M3-I-0001.rvt</w:t>
      </w:r>
    </w:p>
    <w:p w14:paraId="2D9BB3EB"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ADSK-LAN-XX-ZZ-M3-L-0001.nwc</w:t>
      </w:r>
    </w:p>
    <w:p w14:paraId="4951FD63"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ADSK-LAN-XX-ZZ-M3-L-0001.rvt</w:t>
      </w:r>
    </w:p>
    <w:p w14:paraId="69728F96"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ADSK-MEP-XX-ZZ-M3-ME-0001.nwc</w:t>
      </w:r>
    </w:p>
    <w:p w14:paraId="6AFB586A"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ADSK-MEP-XX-ZZ-M3-ME-0001.rvt</w:t>
      </w:r>
    </w:p>
    <w:p w14:paraId="477BBC10" w14:textId="77777777" w:rsidR="006F7C14" w:rsidRPr="006F7C14" w:rsidRDefault="006F7C14" w:rsidP="006F7C14">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ADSK-STR-XX-ZZ-M3-S-0001.nwc</w:t>
      </w:r>
    </w:p>
    <w:p w14:paraId="290AE365" w14:textId="77777777" w:rsidR="00FA3141" w:rsidRDefault="006F7C14" w:rsidP="007027CB">
      <w:pPr>
        <w:pStyle w:val="copy"/>
        <w:spacing w:after="0" w:line="240" w:lineRule="auto"/>
        <w:rPr>
          <w:rFonts w:ascii="Artifakt ElementOfc" w:hAnsi="Artifakt ElementOfc"/>
          <w:i/>
          <w:iCs/>
          <w:shd w:val="clear" w:color="auto" w:fill="FFFFFF"/>
        </w:rPr>
      </w:pPr>
      <w:r w:rsidRPr="006F7C14">
        <w:rPr>
          <w:rFonts w:ascii="Artifakt ElementOfc" w:hAnsi="Artifakt ElementOfc"/>
          <w:i/>
          <w:iCs/>
          <w:shd w:val="clear" w:color="auto" w:fill="FFFFFF"/>
        </w:rPr>
        <w:t>ADSK-STR-XX-ZZ-M3-S-0001.rvt</w:t>
      </w:r>
    </w:p>
    <w:p w14:paraId="3F6194D9" w14:textId="0A66E925" w:rsidR="007027CB" w:rsidRPr="00FA3141" w:rsidRDefault="007027CB" w:rsidP="007027CB">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lastRenderedPageBreak/>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D982406" w14:textId="77777777" w:rsidR="007027CB" w:rsidRPr="001F1535" w:rsidRDefault="007027CB" w:rsidP="007027C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70AAAFD3" w14:textId="77777777" w:rsidR="007027CB" w:rsidRPr="00E41074" w:rsidRDefault="007027CB" w:rsidP="007027CB">
      <w:pPr>
        <w:rPr>
          <w:rFonts w:ascii="Artifakt ElementOfc" w:hAnsi="Artifakt ElementOfc" w:cs="Artifakt ElementOfc"/>
        </w:rPr>
        <w:sectPr w:rsidR="007027CB" w:rsidRPr="00E41074" w:rsidSect="007027CB">
          <w:type w:val="continuous"/>
          <w:pgSz w:w="12240" w:h="15840"/>
          <w:pgMar w:top="720" w:right="720" w:bottom="720" w:left="720" w:header="720" w:footer="720" w:gutter="0"/>
          <w:cols w:space="720"/>
          <w:titlePg/>
          <w:docGrid w:linePitch="360"/>
        </w:sectPr>
      </w:pPr>
    </w:p>
    <w:p w14:paraId="5F2833F3" w14:textId="77777777" w:rsidR="007027CB" w:rsidRPr="00E41074" w:rsidRDefault="007027CB" w:rsidP="007027CB">
      <w:pPr>
        <w:pBdr>
          <w:top w:val="single" w:sz="4" w:space="1" w:color="auto"/>
        </w:pBdr>
        <w:rPr>
          <w:rFonts w:ascii="Artifakt ElementOfc" w:hAnsi="Artifakt ElementOfc" w:cs="Artifakt ElementOfc"/>
          <w:b/>
          <w:color w:val="000000"/>
          <w:shd w:val="clear" w:color="auto" w:fill="FFFFFF"/>
        </w:rPr>
      </w:pPr>
    </w:p>
    <w:p w14:paraId="6098BEEC" w14:textId="001569E4" w:rsidR="00AD4508" w:rsidRPr="00940D91" w:rsidRDefault="00603C0C" w:rsidP="00AD4508">
      <w:pPr>
        <w:pStyle w:val="copy"/>
        <w:rPr>
          <w:rFonts w:ascii="Artifakt ElementOfc" w:hAnsi="Artifakt ElementOfc"/>
          <w:b/>
        </w:rPr>
      </w:pPr>
      <w:r>
        <w:rPr>
          <w:rFonts w:ascii="Artifakt ElementOfc" w:hAnsi="Artifakt ElementOfc"/>
          <w:b/>
        </w:rPr>
        <w:t xml:space="preserve">M7-05 </w:t>
      </w:r>
      <w:r w:rsidR="00AD4508">
        <w:rPr>
          <w:rFonts w:ascii="Artifakt ElementOfc" w:hAnsi="Artifakt ElementOfc"/>
          <w:b/>
        </w:rPr>
        <w:t>Manage search sets</w:t>
      </w:r>
    </w:p>
    <w:p w14:paraId="5EE14D75" w14:textId="7DCAA2E2" w:rsidR="00AD4508" w:rsidRPr="00E41074" w:rsidRDefault="00AD4508" w:rsidP="00AD4508">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A208C7">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46566A9" w14:textId="77777777" w:rsidR="00AD4508" w:rsidRPr="00E41074" w:rsidRDefault="00AD4508" w:rsidP="00AD4508">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1201D1D" w14:textId="2487DB45" w:rsidR="00AD4508" w:rsidRPr="00E41074" w:rsidRDefault="00AD4508" w:rsidP="00AD4508">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A208C7">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EB35243" w14:textId="1ECF558F" w:rsidR="00AD4508" w:rsidRDefault="00A208C7" w:rsidP="00AD4508">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Export and import search sets</w:t>
      </w:r>
    </w:p>
    <w:p w14:paraId="346CC759" w14:textId="60D11900" w:rsidR="00A208C7" w:rsidRDefault="00A208C7" w:rsidP="00AD4508">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Manage search sets</w:t>
      </w:r>
    </w:p>
    <w:p w14:paraId="00679C5A" w14:textId="77777777" w:rsidR="00AD4508" w:rsidRPr="001C5493" w:rsidRDefault="00AD4508" w:rsidP="00AD4508">
      <w:pPr>
        <w:spacing w:after="0" w:line="240" w:lineRule="auto"/>
        <w:rPr>
          <w:rFonts w:ascii="Artifakt ElementOfc" w:eastAsiaTheme="minorEastAsia" w:hAnsi="Artifakt ElementOfc" w:cs="Artifakt ElementOfc"/>
        </w:rPr>
      </w:pPr>
    </w:p>
    <w:p w14:paraId="21E5CB2A" w14:textId="3FD1AA19" w:rsidR="00AD4508" w:rsidRPr="00E41074" w:rsidRDefault="00AD4508" w:rsidP="00AD450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A208C7">
        <w:rPr>
          <w:rFonts w:ascii="Artifakt ElementOfc" w:hAnsi="Artifakt ElementOfc"/>
          <w:bCs/>
          <w:shd w:val="clear" w:color="auto" w:fill="FFFFFF"/>
        </w:rPr>
        <w:t>5</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07AFD305" w14:textId="77777777" w:rsidR="00AD4508" w:rsidRPr="00E41074" w:rsidRDefault="00AD4508" w:rsidP="00AD4508">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F3F109F" w14:textId="77777777" w:rsidR="00AD4508" w:rsidRPr="00273A08" w:rsidRDefault="00AD4508" w:rsidP="00AD4508">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636D7A68"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ADSK-ARC-XX-ZZ-M3-A-0001.nwc</w:t>
      </w:r>
    </w:p>
    <w:p w14:paraId="79FDDBB1"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ADSK-ARC-XX-ZZ-M3-A-0001.rvt</w:t>
      </w:r>
    </w:p>
    <w:p w14:paraId="1AE2156E"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ADSK-FED-XX-ZZ-X-0001 - Search Sets.xml</w:t>
      </w:r>
    </w:p>
    <w:p w14:paraId="6E5CE7A9"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ADSK-FED-XX-ZZ-X-0001.nwf</w:t>
      </w:r>
    </w:p>
    <w:p w14:paraId="7D304244"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ADSK-FFE-XX-ZZ-M3-I-0001.nwc</w:t>
      </w:r>
    </w:p>
    <w:p w14:paraId="3F6B1EEB"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ADSK-FFE-XX-ZZ-M3-I-0001.rvt</w:t>
      </w:r>
    </w:p>
    <w:p w14:paraId="0B8DECB9"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ADSK-LAN-XX-ZZ-M3-L-0001.nwc</w:t>
      </w:r>
    </w:p>
    <w:p w14:paraId="5EBF3665"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ADSK-LAN-XX-ZZ-M3-L-0001.rvt</w:t>
      </w:r>
    </w:p>
    <w:p w14:paraId="68969B94"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ADSK-MEP-XX-ZZ-M3-ME-0001.nwc</w:t>
      </w:r>
    </w:p>
    <w:p w14:paraId="74DB6344"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ADSK-MEP-XX-ZZ-M3-ME-0001.rvt</w:t>
      </w:r>
    </w:p>
    <w:p w14:paraId="1F7C1420" w14:textId="77777777" w:rsidR="00267242" w:rsidRP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ADSK-STR-XX-ZZ-M3-S-0001.nwc</w:t>
      </w:r>
    </w:p>
    <w:p w14:paraId="12634975" w14:textId="761CE32B" w:rsidR="00267242" w:rsidRDefault="00267242" w:rsidP="00267242">
      <w:pPr>
        <w:pStyle w:val="copy"/>
        <w:spacing w:after="0" w:line="240" w:lineRule="auto"/>
        <w:rPr>
          <w:rFonts w:ascii="Artifakt ElementOfc" w:hAnsi="Artifakt ElementOfc"/>
          <w:i/>
          <w:iCs/>
          <w:shd w:val="clear" w:color="auto" w:fill="FFFFFF"/>
        </w:rPr>
      </w:pPr>
      <w:r w:rsidRPr="00267242">
        <w:rPr>
          <w:rFonts w:ascii="Artifakt ElementOfc" w:hAnsi="Artifakt ElementOfc"/>
          <w:i/>
          <w:iCs/>
          <w:shd w:val="clear" w:color="auto" w:fill="FFFFFF"/>
        </w:rPr>
        <w:t>ADSK-STR-XX-ZZ-M3-S-0001.rvt</w:t>
      </w:r>
    </w:p>
    <w:p w14:paraId="4ED8B0DC" w14:textId="77777777" w:rsidR="00AD4508" w:rsidRPr="00FA3141" w:rsidRDefault="00AD4508" w:rsidP="00AD4508">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A05C3B5" w14:textId="77777777" w:rsidR="00AD4508" w:rsidRPr="001F1535" w:rsidRDefault="00AD4508" w:rsidP="00AD4508">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7A31E425" w14:textId="77777777" w:rsidR="00AD4508" w:rsidRPr="00E41074" w:rsidRDefault="00AD4508" w:rsidP="00AD4508">
      <w:pPr>
        <w:rPr>
          <w:rFonts w:ascii="Artifakt ElementOfc" w:hAnsi="Artifakt ElementOfc" w:cs="Artifakt ElementOfc"/>
        </w:rPr>
        <w:sectPr w:rsidR="00AD4508" w:rsidRPr="00E41074" w:rsidSect="00AD4508">
          <w:type w:val="continuous"/>
          <w:pgSz w:w="12240" w:h="15840"/>
          <w:pgMar w:top="720" w:right="720" w:bottom="720" w:left="720" w:header="720" w:footer="720" w:gutter="0"/>
          <w:cols w:space="720"/>
          <w:titlePg/>
          <w:docGrid w:linePitch="360"/>
        </w:sectPr>
      </w:pPr>
    </w:p>
    <w:p w14:paraId="670A6722" w14:textId="77777777" w:rsidR="00AD4508" w:rsidRPr="00E41074" w:rsidRDefault="00AD4508" w:rsidP="00AD4508">
      <w:pPr>
        <w:pBdr>
          <w:top w:val="single" w:sz="4" w:space="1" w:color="auto"/>
        </w:pBdr>
        <w:rPr>
          <w:rFonts w:ascii="Artifakt ElementOfc" w:hAnsi="Artifakt ElementOfc" w:cs="Artifakt ElementOfc"/>
          <w:b/>
          <w:color w:val="000000"/>
          <w:shd w:val="clear" w:color="auto" w:fill="FFFFFF"/>
        </w:rPr>
      </w:pPr>
    </w:p>
    <w:p w14:paraId="67F10447" w14:textId="77777777" w:rsidR="00DE71CF" w:rsidRPr="00E41074" w:rsidRDefault="00DE71CF" w:rsidP="00DE71CF">
      <w:pPr>
        <w:pBdr>
          <w:top w:val="single" w:sz="4" w:space="1" w:color="auto"/>
        </w:pBdr>
        <w:rPr>
          <w:rFonts w:ascii="Artifakt ElementOfc" w:hAnsi="Artifakt ElementOfc" w:cs="Artifakt ElementOfc"/>
          <w:b/>
          <w:color w:val="000000"/>
          <w:shd w:val="clear" w:color="auto" w:fill="FFFFFF"/>
        </w:rPr>
      </w:pPr>
    </w:p>
    <w:p w14:paraId="243DF501" w14:textId="4EC02C08" w:rsidR="00DE71CF" w:rsidRPr="00940D91" w:rsidRDefault="00603C0C" w:rsidP="00DE71CF">
      <w:pPr>
        <w:pStyle w:val="copy"/>
        <w:rPr>
          <w:rFonts w:ascii="Artifakt ElementOfc" w:hAnsi="Artifakt ElementOfc"/>
          <w:b/>
        </w:rPr>
      </w:pPr>
      <w:r>
        <w:rPr>
          <w:rFonts w:ascii="Artifakt ElementOfc" w:hAnsi="Artifakt ElementOfc"/>
          <w:b/>
        </w:rPr>
        <w:lastRenderedPageBreak/>
        <w:t xml:space="preserve">M7-06 </w:t>
      </w:r>
      <w:r w:rsidR="00B4453C">
        <w:rPr>
          <w:rFonts w:ascii="Artifakt ElementOfc" w:hAnsi="Artifakt ElementOfc"/>
          <w:b/>
        </w:rPr>
        <w:t>Run construction simulations</w:t>
      </w:r>
    </w:p>
    <w:p w14:paraId="77ECFFB3" w14:textId="1B42B4DE" w:rsidR="00DE71CF" w:rsidRPr="00E41074" w:rsidRDefault="00DE71CF" w:rsidP="00DE71CF">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00E74B76">
        <w:rPr>
          <w:rFonts w:ascii="Artifakt ElementOfc" w:hAnsi="Artifakt ElementOfc"/>
          <w:bCs/>
          <w:shd w:val="clear" w:color="auto" w:fill="FFFFFF"/>
        </w:rPr>
        <w:t>7</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A1A7C26" w14:textId="77777777" w:rsidR="00DE71CF" w:rsidRPr="00E41074" w:rsidRDefault="00DE71CF" w:rsidP="00DE71CF">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5199CE4" w14:textId="4006742E" w:rsidR="00DE71CF" w:rsidRPr="00E41074" w:rsidRDefault="00DE71CF" w:rsidP="00DE71CF">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F965AC">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2A49D91" w14:textId="2E33B00F" w:rsidR="00DE71CF" w:rsidRDefault="00F965AC" w:rsidP="00DE71CF">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Understand construction sequencing</w:t>
      </w:r>
    </w:p>
    <w:p w14:paraId="69DB2F91" w14:textId="0800CA48" w:rsidR="00F965AC" w:rsidRDefault="00F965AC" w:rsidP="00DE71CF">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Simulate a construction sequence</w:t>
      </w:r>
    </w:p>
    <w:p w14:paraId="4E030805" w14:textId="77777777" w:rsidR="00DE71CF" w:rsidRPr="001C5493" w:rsidRDefault="00DE71CF" w:rsidP="00DE71CF">
      <w:pPr>
        <w:spacing w:after="0" w:line="240" w:lineRule="auto"/>
        <w:rPr>
          <w:rFonts w:ascii="Artifakt ElementOfc" w:eastAsiaTheme="minorEastAsia" w:hAnsi="Artifakt ElementOfc" w:cs="Artifakt ElementOfc"/>
        </w:rPr>
      </w:pPr>
    </w:p>
    <w:p w14:paraId="65577A3B" w14:textId="153B9114" w:rsidR="00DE71CF" w:rsidRPr="00E41074" w:rsidRDefault="00DE71CF" w:rsidP="00DE71C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74B76">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67F911E2" w14:textId="77777777" w:rsidR="00DE71CF" w:rsidRPr="00E41074" w:rsidRDefault="00DE71CF" w:rsidP="00DE71CF">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92FECE2" w14:textId="77777777" w:rsidR="00DE71CF" w:rsidRPr="00273A08" w:rsidRDefault="00DE71CF" w:rsidP="00DE71CF">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4580114A" w14:textId="77777777" w:rsidR="00B4453C" w:rsidRPr="00B4453C" w:rsidRDefault="00B4453C" w:rsidP="00B4453C">
      <w:pPr>
        <w:pStyle w:val="copy"/>
        <w:spacing w:after="0" w:line="240" w:lineRule="auto"/>
        <w:rPr>
          <w:rFonts w:ascii="Artifakt ElementOfc" w:hAnsi="Artifakt ElementOfc"/>
          <w:i/>
          <w:iCs/>
          <w:shd w:val="clear" w:color="auto" w:fill="FFFFFF"/>
        </w:rPr>
      </w:pPr>
      <w:r w:rsidRPr="00B4453C">
        <w:rPr>
          <w:rFonts w:ascii="Artifakt ElementOfc" w:hAnsi="Artifakt ElementOfc"/>
          <w:i/>
          <w:iCs/>
          <w:shd w:val="clear" w:color="auto" w:fill="FFFFFF"/>
        </w:rPr>
        <w:t xml:space="preserve">ADSK-STR-XX-ZZ-S-0001-Simulation - </w:t>
      </w:r>
      <w:proofErr w:type="spellStart"/>
      <w:r w:rsidRPr="00B4453C">
        <w:rPr>
          <w:rFonts w:ascii="Artifakt ElementOfc" w:hAnsi="Artifakt ElementOfc"/>
          <w:i/>
          <w:iCs/>
          <w:shd w:val="clear" w:color="auto" w:fill="FFFFFF"/>
        </w:rPr>
        <w:t>Completed.nwf</w:t>
      </w:r>
      <w:proofErr w:type="spellEnd"/>
    </w:p>
    <w:p w14:paraId="5D2428F6" w14:textId="77777777" w:rsidR="00B4453C" w:rsidRPr="00B4453C" w:rsidRDefault="00B4453C" w:rsidP="00B4453C">
      <w:pPr>
        <w:pStyle w:val="copy"/>
        <w:spacing w:after="0" w:line="240" w:lineRule="auto"/>
        <w:rPr>
          <w:rFonts w:ascii="Artifakt ElementOfc" w:hAnsi="Artifakt ElementOfc"/>
          <w:i/>
          <w:iCs/>
          <w:shd w:val="clear" w:color="auto" w:fill="FFFFFF"/>
        </w:rPr>
      </w:pPr>
      <w:r w:rsidRPr="00B4453C">
        <w:rPr>
          <w:rFonts w:ascii="Artifakt ElementOfc" w:hAnsi="Artifakt ElementOfc"/>
          <w:i/>
          <w:iCs/>
          <w:shd w:val="clear" w:color="auto" w:fill="FFFFFF"/>
        </w:rPr>
        <w:t>ADSK-STR-XX-ZZ-S-0001-Simulation.nwf</w:t>
      </w:r>
    </w:p>
    <w:p w14:paraId="4F44407B" w14:textId="77777777" w:rsidR="00B4453C" w:rsidRPr="00B4453C" w:rsidRDefault="00B4453C" w:rsidP="00B4453C">
      <w:pPr>
        <w:pStyle w:val="copy"/>
        <w:spacing w:after="0" w:line="240" w:lineRule="auto"/>
        <w:rPr>
          <w:rFonts w:ascii="Artifakt ElementOfc" w:hAnsi="Artifakt ElementOfc"/>
          <w:i/>
          <w:iCs/>
          <w:shd w:val="clear" w:color="auto" w:fill="FFFFFF"/>
        </w:rPr>
      </w:pPr>
      <w:r w:rsidRPr="00B4453C">
        <w:rPr>
          <w:rFonts w:ascii="Artifakt ElementOfc" w:hAnsi="Artifakt ElementOfc"/>
          <w:i/>
          <w:iCs/>
          <w:shd w:val="clear" w:color="auto" w:fill="FFFFFF"/>
        </w:rPr>
        <w:t>ADSK-STR-XX-ZZ-S-0001.nwc</w:t>
      </w:r>
    </w:p>
    <w:p w14:paraId="600AC7AF" w14:textId="086A83BB" w:rsidR="00B4453C" w:rsidRDefault="00B4453C" w:rsidP="00B4453C">
      <w:pPr>
        <w:pStyle w:val="copy"/>
        <w:spacing w:after="0" w:line="240" w:lineRule="auto"/>
        <w:rPr>
          <w:rFonts w:ascii="Artifakt ElementOfc" w:hAnsi="Artifakt ElementOfc"/>
          <w:i/>
          <w:iCs/>
          <w:shd w:val="clear" w:color="auto" w:fill="FFFFFF"/>
        </w:rPr>
      </w:pPr>
      <w:r w:rsidRPr="00B4453C">
        <w:rPr>
          <w:rFonts w:ascii="Artifakt ElementOfc" w:hAnsi="Artifakt ElementOfc"/>
          <w:i/>
          <w:iCs/>
          <w:shd w:val="clear" w:color="auto" w:fill="FFFFFF"/>
        </w:rPr>
        <w:t>ADSK-STR-XX-ZZ-S-0001.rvt</w:t>
      </w:r>
    </w:p>
    <w:p w14:paraId="241A6EF8" w14:textId="77777777" w:rsidR="00DE71CF" w:rsidRPr="00FA3141" w:rsidRDefault="00DE71CF" w:rsidP="00DE71CF">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51FF058" w14:textId="77777777" w:rsidR="00DE71CF" w:rsidRPr="001F1535" w:rsidRDefault="00DE71CF" w:rsidP="00DE71CF">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5554280C" w14:textId="77777777" w:rsidR="00DE71CF" w:rsidRPr="00E41074" w:rsidRDefault="00DE71CF" w:rsidP="00DE71CF">
      <w:pPr>
        <w:rPr>
          <w:rFonts w:ascii="Artifakt ElementOfc" w:hAnsi="Artifakt ElementOfc" w:cs="Artifakt ElementOfc"/>
        </w:rPr>
        <w:sectPr w:rsidR="00DE71CF" w:rsidRPr="00E41074" w:rsidSect="00DE71CF">
          <w:type w:val="continuous"/>
          <w:pgSz w:w="12240" w:h="15840"/>
          <w:pgMar w:top="720" w:right="720" w:bottom="720" w:left="720" w:header="720" w:footer="720" w:gutter="0"/>
          <w:cols w:space="720"/>
          <w:titlePg/>
          <w:docGrid w:linePitch="360"/>
        </w:sectPr>
      </w:pPr>
    </w:p>
    <w:p w14:paraId="5CBC0083" w14:textId="77777777" w:rsidR="00DE71CF" w:rsidRDefault="00DE71CF" w:rsidP="00D02FCD">
      <w:pPr>
        <w:pBdr>
          <w:top w:val="single" w:sz="4" w:space="1" w:color="auto"/>
        </w:pBdr>
        <w:rPr>
          <w:rFonts w:ascii="Artifakt ElementOfc" w:hAnsi="Artifakt ElementOfc" w:cs="Artifakt ElementOfc"/>
          <w:b/>
          <w:color w:val="000000"/>
          <w:shd w:val="clear" w:color="auto" w:fill="FFFFFF"/>
        </w:rPr>
      </w:pPr>
    </w:p>
    <w:p w14:paraId="336C780F" w14:textId="28FCD377" w:rsidR="00DC76B2" w:rsidRPr="00940D91" w:rsidRDefault="00603C0C" w:rsidP="00DC76B2">
      <w:pPr>
        <w:pStyle w:val="copy"/>
        <w:rPr>
          <w:rFonts w:ascii="Artifakt ElementOfc" w:hAnsi="Artifakt ElementOfc"/>
          <w:b/>
        </w:rPr>
      </w:pPr>
      <w:r>
        <w:rPr>
          <w:rFonts w:ascii="Artifakt ElementOfc" w:hAnsi="Artifakt ElementOfc"/>
          <w:b/>
        </w:rPr>
        <w:t xml:space="preserve">M7-07 </w:t>
      </w:r>
      <w:r w:rsidR="00E74B76">
        <w:rPr>
          <w:rFonts w:ascii="Artifakt ElementOfc" w:hAnsi="Artifakt ElementOfc"/>
          <w:b/>
        </w:rPr>
        <w:t>Use parts in simulations</w:t>
      </w:r>
    </w:p>
    <w:p w14:paraId="6346A273" w14:textId="77777777" w:rsidR="00DC76B2" w:rsidRPr="00E41074" w:rsidRDefault="00DC76B2" w:rsidP="00DC76B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7D30F2A" w14:textId="77777777" w:rsidR="00DC76B2" w:rsidRPr="00E41074" w:rsidRDefault="00DC76B2" w:rsidP="00DC76B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6F97B9F" w14:textId="77777777" w:rsidR="00DC76B2" w:rsidRPr="00E41074" w:rsidRDefault="00DC76B2" w:rsidP="00DC76B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0C0879E7" w14:textId="52533071" w:rsidR="00DC76B2" w:rsidRDefault="00B846D9" w:rsidP="00DC76B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th</w:t>
      </w:r>
      <w:r w:rsidR="00FC24D4">
        <w:rPr>
          <w:rFonts w:ascii="Artifakt ElementOfc" w:eastAsiaTheme="minorEastAsia" w:hAnsi="Artifakt ElementOfc" w:cs="Artifakt ElementOfc"/>
        </w:rPr>
        <w:t>e model for simulation inaccuracies</w:t>
      </w:r>
    </w:p>
    <w:p w14:paraId="3C393F0D" w14:textId="2096D334" w:rsidR="00DC76B2" w:rsidRDefault="00FC24D4" w:rsidP="00DC76B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parts to improve simulation accuracy</w:t>
      </w:r>
    </w:p>
    <w:p w14:paraId="7B34AF09" w14:textId="77777777" w:rsidR="00DC76B2" w:rsidRPr="001C5493" w:rsidRDefault="00DC76B2" w:rsidP="00DC76B2">
      <w:pPr>
        <w:spacing w:after="0" w:line="240" w:lineRule="auto"/>
        <w:rPr>
          <w:rFonts w:ascii="Artifakt ElementOfc" w:eastAsiaTheme="minorEastAsia" w:hAnsi="Artifakt ElementOfc" w:cs="Artifakt ElementOfc"/>
        </w:rPr>
      </w:pPr>
    </w:p>
    <w:p w14:paraId="2F2BD9E4" w14:textId="77777777" w:rsidR="00DC76B2" w:rsidRPr="00E41074" w:rsidRDefault="00DC76B2" w:rsidP="00DC76B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4052CFC7" w14:textId="77777777" w:rsidR="00DC76B2" w:rsidRPr="00E41074" w:rsidRDefault="00DC76B2" w:rsidP="00DC76B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3F9D7DD" w14:textId="77777777" w:rsidR="00DC76B2" w:rsidRPr="00273A08" w:rsidRDefault="00DC76B2" w:rsidP="00DC76B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19B1B096" w14:textId="77777777" w:rsidR="00997A59" w:rsidRPr="00997A59" w:rsidRDefault="00997A59" w:rsidP="00997A59">
      <w:pPr>
        <w:pStyle w:val="copy"/>
        <w:spacing w:after="0" w:line="240" w:lineRule="auto"/>
        <w:rPr>
          <w:rFonts w:ascii="Artifakt ElementOfc" w:hAnsi="Artifakt ElementOfc"/>
          <w:i/>
          <w:iCs/>
          <w:shd w:val="clear" w:color="auto" w:fill="FFFFFF"/>
        </w:rPr>
      </w:pPr>
      <w:r w:rsidRPr="00997A59">
        <w:rPr>
          <w:rFonts w:ascii="Artifakt ElementOfc" w:hAnsi="Artifakt ElementOfc"/>
          <w:i/>
          <w:iCs/>
          <w:shd w:val="clear" w:color="auto" w:fill="FFFFFF"/>
        </w:rPr>
        <w:t>ADSK-STR-XX-ZZ-M3-S-0001-Completed.rvt</w:t>
      </w:r>
    </w:p>
    <w:p w14:paraId="50D02FBA" w14:textId="77777777" w:rsidR="00997A59" w:rsidRPr="00997A59" w:rsidRDefault="00997A59" w:rsidP="00997A59">
      <w:pPr>
        <w:pStyle w:val="copy"/>
        <w:spacing w:after="0" w:line="240" w:lineRule="auto"/>
        <w:rPr>
          <w:rFonts w:ascii="Artifakt ElementOfc" w:hAnsi="Artifakt ElementOfc"/>
          <w:i/>
          <w:iCs/>
          <w:shd w:val="clear" w:color="auto" w:fill="FFFFFF"/>
        </w:rPr>
      </w:pPr>
      <w:r w:rsidRPr="00997A59">
        <w:rPr>
          <w:rFonts w:ascii="Artifakt ElementOfc" w:hAnsi="Artifakt ElementOfc"/>
          <w:i/>
          <w:iCs/>
          <w:shd w:val="clear" w:color="auto" w:fill="FFFFFF"/>
        </w:rPr>
        <w:lastRenderedPageBreak/>
        <w:t>ADSK-STR-XX-ZZ-M3-S-0001.nwc</w:t>
      </w:r>
    </w:p>
    <w:p w14:paraId="0A0B6927" w14:textId="5DC3C61D" w:rsidR="00997A59" w:rsidRDefault="00997A59" w:rsidP="00997A59">
      <w:pPr>
        <w:pStyle w:val="copy"/>
        <w:spacing w:after="0" w:line="240" w:lineRule="auto"/>
        <w:rPr>
          <w:rFonts w:ascii="Artifakt ElementOfc" w:hAnsi="Artifakt ElementOfc"/>
          <w:i/>
          <w:iCs/>
          <w:shd w:val="clear" w:color="auto" w:fill="FFFFFF"/>
        </w:rPr>
      </w:pPr>
      <w:r w:rsidRPr="00997A59">
        <w:rPr>
          <w:rFonts w:ascii="Artifakt ElementOfc" w:hAnsi="Artifakt ElementOfc"/>
          <w:i/>
          <w:iCs/>
          <w:shd w:val="clear" w:color="auto" w:fill="FFFFFF"/>
        </w:rPr>
        <w:t>ADSK-STR-XX-ZZ-M3-S-0001.rvt</w:t>
      </w:r>
    </w:p>
    <w:p w14:paraId="27E9258F" w14:textId="77777777" w:rsidR="00DC76B2" w:rsidRPr="00FA3141" w:rsidRDefault="00DC76B2" w:rsidP="00DC76B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652A396" w14:textId="77777777" w:rsidR="00DC76B2" w:rsidRPr="001F1535" w:rsidRDefault="00DC76B2" w:rsidP="00DC76B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1B5A73A8" w14:textId="77777777" w:rsidR="00DC76B2" w:rsidRPr="00E41074" w:rsidRDefault="00DC76B2" w:rsidP="00DC76B2">
      <w:pPr>
        <w:rPr>
          <w:rFonts w:ascii="Artifakt ElementOfc" w:hAnsi="Artifakt ElementOfc" w:cs="Artifakt ElementOfc"/>
        </w:rPr>
        <w:sectPr w:rsidR="00DC76B2" w:rsidRPr="00E41074" w:rsidSect="00DC76B2">
          <w:type w:val="continuous"/>
          <w:pgSz w:w="12240" w:h="15840"/>
          <w:pgMar w:top="720" w:right="720" w:bottom="720" w:left="720" w:header="720" w:footer="720" w:gutter="0"/>
          <w:cols w:space="720"/>
          <w:titlePg/>
          <w:docGrid w:linePitch="360"/>
        </w:sectPr>
      </w:pPr>
    </w:p>
    <w:p w14:paraId="163A7852" w14:textId="77777777" w:rsidR="00DC76B2" w:rsidRDefault="00DC76B2" w:rsidP="00D02FCD">
      <w:pPr>
        <w:pBdr>
          <w:top w:val="single" w:sz="4" w:space="1" w:color="auto"/>
        </w:pBdr>
        <w:rPr>
          <w:rFonts w:ascii="Artifakt ElementOfc" w:hAnsi="Artifakt ElementOfc" w:cs="Artifakt ElementOfc"/>
          <w:b/>
          <w:color w:val="000000"/>
          <w:shd w:val="clear" w:color="auto" w:fill="FFFFFF"/>
        </w:rPr>
      </w:pPr>
    </w:p>
    <w:p w14:paraId="5C26A6B9" w14:textId="76DCC5B8" w:rsidR="003D7631" w:rsidRPr="00940D91" w:rsidRDefault="00603C0C" w:rsidP="003D7631">
      <w:pPr>
        <w:pStyle w:val="copy"/>
        <w:rPr>
          <w:rFonts w:ascii="Artifakt ElementOfc" w:hAnsi="Artifakt ElementOfc"/>
          <w:b/>
        </w:rPr>
      </w:pPr>
      <w:r>
        <w:rPr>
          <w:rFonts w:ascii="Artifakt ElementOfc" w:hAnsi="Artifakt ElementOfc"/>
          <w:b/>
        </w:rPr>
        <w:t xml:space="preserve">M7-08 </w:t>
      </w:r>
      <w:r w:rsidR="003D05D5">
        <w:rPr>
          <w:rFonts w:ascii="Artifakt ElementOfc" w:hAnsi="Artifakt ElementOfc"/>
          <w:b/>
        </w:rPr>
        <w:t>Segment building elements</w:t>
      </w:r>
    </w:p>
    <w:p w14:paraId="51D6E53E" w14:textId="77777777" w:rsidR="003D7631" w:rsidRPr="00E41074" w:rsidRDefault="003D7631" w:rsidP="003D7631">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C2553CA" w14:textId="77777777" w:rsidR="003D7631" w:rsidRPr="00E41074" w:rsidRDefault="003D7631" w:rsidP="003D7631">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F0C452B" w14:textId="77777777" w:rsidR="003D7631" w:rsidRPr="00E41074" w:rsidRDefault="003D7631" w:rsidP="003D7631">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14C68C31" w14:textId="30EFED68" w:rsidR="003D7631" w:rsidRDefault="003D05D5" w:rsidP="003D7631">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Identify location based parallel task workflows</w:t>
      </w:r>
    </w:p>
    <w:p w14:paraId="1FFCFA29" w14:textId="503C1F17" w:rsidR="003D7631" w:rsidRPr="008741B7" w:rsidRDefault="003D05D5" w:rsidP="008741B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 xml:space="preserve">Use parameters to </w:t>
      </w:r>
      <w:r w:rsidR="008741B7">
        <w:rPr>
          <w:rFonts w:ascii="Artifakt ElementOfc" w:eastAsiaTheme="minorEastAsia" w:hAnsi="Artifakt ElementOfc" w:cs="Artifakt ElementOfc"/>
        </w:rPr>
        <w:t>segment building elements</w:t>
      </w:r>
    </w:p>
    <w:p w14:paraId="4715BFE0" w14:textId="77777777" w:rsidR="003D7631" w:rsidRPr="001C5493" w:rsidRDefault="003D7631" w:rsidP="003D7631">
      <w:pPr>
        <w:spacing w:after="0" w:line="240" w:lineRule="auto"/>
        <w:rPr>
          <w:rFonts w:ascii="Artifakt ElementOfc" w:eastAsiaTheme="minorEastAsia" w:hAnsi="Artifakt ElementOfc" w:cs="Artifakt ElementOfc"/>
        </w:rPr>
      </w:pPr>
    </w:p>
    <w:p w14:paraId="286ECB12" w14:textId="77777777" w:rsidR="003D7631" w:rsidRPr="00E41074" w:rsidRDefault="003D7631" w:rsidP="003D763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3D712B16" w14:textId="77777777" w:rsidR="003D7631" w:rsidRPr="00E41074" w:rsidRDefault="003D7631" w:rsidP="003D7631">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98EB1A6" w14:textId="77777777" w:rsidR="003D7631" w:rsidRPr="00273A08" w:rsidRDefault="003D7631" w:rsidP="003D7631">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86B4DC1" w14:textId="77777777" w:rsidR="008741B7" w:rsidRPr="008741B7" w:rsidRDefault="008741B7" w:rsidP="008741B7">
      <w:pPr>
        <w:pStyle w:val="copy"/>
        <w:spacing w:after="0" w:line="240" w:lineRule="auto"/>
        <w:rPr>
          <w:rFonts w:ascii="Artifakt ElementOfc" w:hAnsi="Artifakt ElementOfc"/>
          <w:i/>
          <w:iCs/>
          <w:shd w:val="clear" w:color="auto" w:fill="FFFFFF"/>
        </w:rPr>
      </w:pPr>
      <w:r w:rsidRPr="008741B7">
        <w:rPr>
          <w:rFonts w:ascii="Artifakt ElementOfc" w:hAnsi="Artifakt ElementOfc"/>
          <w:i/>
          <w:iCs/>
          <w:shd w:val="clear" w:color="auto" w:fill="FFFFFF"/>
        </w:rPr>
        <w:t>ADSK-STR-XX-ZZ-M3-S-0002-Completed.rvt</w:t>
      </w:r>
    </w:p>
    <w:p w14:paraId="5FA1345A" w14:textId="4792CF49" w:rsidR="008741B7" w:rsidRPr="00997A59" w:rsidRDefault="008741B7" w:rsidP="008741B7">
      <w:pPr>
        <w:pStyle w:val="copy"/>
        <w:spacing w:after="0" w:line="240" w:lineRule="auto"/>
        <w:rPr>
          <w:rFonts w:ascii="Artifakt ElementOfc" w:hAnsi="Artifakt ElementOfc"/>
          <w:i/>
          <w:iCs/>
          <w:shd w:val="clear" w:color="auto" w:fill="FFFFFF"/>
        </w:rPr>
      </w:pPr>
      <w:r w:rsidRPr="008741B7">
        <w:rPr>
          <w:rFonts w:ascii="Artifakt ElementOfc" w:hAnsi="Artifakt ElementOfc"/>
          <w:i/>
          <w:iCs/>
          <w:shd w:val="clear" w:color="auto" w:fill="FFFFFF"/>
        </w:rPr>
        <w:t>ADSK-STR-XX-ZZ-M3-S-0002.rvt</w:t>
      </w:r>
    </w:p>
    <w:p w14:paraId="6B5D5521" w14:textId="77777777" w:rsidR="003D7631" w:rsidRPr="00FA3141" w:rsidRDefault="003D7631" w:rsidP="003D7631">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7697B238" w14:textId="77777777" w:rsidR="003D7631" w:rsidRPr="001F1535" w:rsidRDefault="003D7631" w:rsidP="003D7631">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49D0974" w14:textId="77777777" w:rsidR="003D7631" w:rsidRPr="00E41074" w:rsidRDefault="003D7631" w:rsidP="003D7631">
      <w:pPr>
        <w:rPr>
          <w:rFonts w:ascii="Artifakt ElementOfc" w:hAnsi="Artifakt ElementOfc" w:cs="Artifakt ElementOfc"/>
        </w:rPr>
        <w:sectPr w:rsidR="003D7631" w:rsidRPr="00E41074" w:rsidSect="003D7631">
          <w:type w:val="continuous"/>
          <w:pgSz w:w="12240" w:h="15840"/>
          <w:pgMar w:top="720" w:right="720" w:bottom="720" w:left="720" w:header="720" w:footer="720" w:gutter="0"/>
          <w:cols w:space="720"/>
          <w:titlePg/>
          <w:docGrid w:linePitch="360"/>
        </w:sectPr>
      </w:pPr>
    </w:p>
    <w:p w14:paraId="47EDC7A0" w14:textId="77777777" w:rsidR="0077712E" w:rsidRDefault="0077712E" w:rsidP="0077712E">
      <w:pPr>
        <w:pBdr>
          <w:top w:val="single" w:sz="4" w:space="1" w:color="auto"/>
        </w:pBdr>
        <w:rPr>
          <w:rFonts w:ascii="Artifakt ElementOfc" w:hAnsi="Artifakt ElementOfc" w:cs="Artifakt ElementOfc"/>
          <w:b/>
          <w:color w:val="000000"/>
          <w:shd w:val="clear" w:color="auto" w:fill="FFFFFF"/>
        </w:rPr>
      </w:pPr>
    </w:p>
    <w:p w14:paraId="08102C01" w14:textId="1452F473" w:rsidR="0077712E" w:rsidRPr="00940D91" w:rsidRDefault="00603C0C" w:rsidP="0077712E">
      <w:pPr>
        <w:pStyle w:val="copy"/>
        <w:rPr>
          <w:rFonts w:ascii="Artifakt ElementOfc" w:hAnsi="Artifakt ElementOfc"/>
          <w:b/>
        </w:rPr>
      </w:pPr>
      <w:r>
        <w:rPr>
          <w:rFonts w:ascii="Artifakt ElementOfc" w:hAnsi="Artifakt ElementOfc"/>
          <w:b/>
        </w:rPr>
        <w:t xml:space="preserve">M7-09 </w:t>
      </w:r>
      <w:r w:rsidR="00C741B9">
        <w:rPr>
          <w:rFonts w:ascii="Artifakt ElementOfc" w:hAnsi="Artifakt ElementOfc"/>
          <w:b/>
        </w:rPr>
        <w:t>Run detailed simulations</w:t>
      </w:r>
    </w:p>
    <w:p w14:paraId="6F74E4E6" w14:textId="46A0970C" w:rsidR="0077712E" w:rsidRPr="00E41074" w:rsidRDefault="0077712E" w:rsidP="0077712E">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C741B9">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27E30C8" w14:textId="77777777" w:rsidR="0077712E" w:rsidRPr="00E41074" w:rsidRDefault="0077712E" w:rsidP="0077712E">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E2251C7" w14:textId="1DDFA9F1" w:rsidR="0077712E" w:rsidRPr="00E41074" w:rsidRDefault="0077712E" w:rsidP="0077712E">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C741B9">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35A83981" w14:textId="17CB9388" w:rsidR="0077712E" w:rsidRDefault="00C741B9" w:rsidP="0077712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Link an external construction sequence plan</w:t>
      </w:r>
    </w:p>
    <w:p w14:paraId="0A4E3353" w14:textId="287B9D0F" w:rsidR="00C741B9" w:rsidRDefault="00C741B9" w:rsidP="0077712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Assign elements to location-based tasks</w:t>
      </w:r>
    </w:p>
    <w:p w14:paraId="1291F336" w14:textId="0F699D7C" w:rsidR="0077712E" w:rsidRDefault="00C741B9" w:rsidP="0077712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Run a detailed simulation</w:t>
      </w:r>
    </w:p>
    <w:p w14:paraId="51F77CD9" w14:textId="77777777" w:rsidR="00C741B9" w:rsidRPr="00C741B9" w:rsidRDefault="00C741B9" w:rsidP="00C741B9">
      <w:pPr>
        <w:pStyle w:val="ListParagraph"/>
        <w:spacing w:after="0" w:line="240" w:lineRule="auto"/>
        <w:rPr>
          <w:rFonts w:ascii="Artifakt ElementOfc" w:eastAsiaTheme="minorEastAsia" w:hAnsi="Artifakt ElementOfc" w:cs="Artifakt ElementOfc"/>
        </w:rPr>
      </w:pPr>
    </w:p>
    <w:p w14:paraId="042C0AC1" w14:textId="492A82B9" w:rsidR="0077712E" w:rsidRPr="00E41074" w:rsidRDefault="0077712E" w:rsidP="0077712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C741B9">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28A54111" w14:textId="77777777" w:rsidR="0077712E" w:rsidRPr="00E41074" w:rsidRDefault="0077712E" w:rsidP="0077712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6BDF06E" w14:textId="77777777" w:rsidR="0077712E" w:rsidRPr="00273A08" w:rsidRDefault="0077712E" w:rsidP="0077712E">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9AD0AA9" w14:textId="77777777" w:rsidR="00D5368A" w:rsidRPr="00D5368A"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ADSK-STR-XX-ZZ-M3-S-0004-Completed.nwf</w:t>
      </w:r>
    </w:p>
    <w:p w14:paraId="7E7EE615" w14:textId="77777777" w:rsidR="00D5368A" w:rsidRPr="00D5368A"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ADSK-STR-XX-ZZ-M3-S-0004.nwc</w:t>
      </w:r>
    </w:p>
    <w:p w14:paraId="654DBB06" w14:textId="77777777" w:rsidR="00D5368A" w:rsidRPr="00D5368A"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ADSK-STR-XX-ZZ-M3-S-0004.nwf</w:t>
      </w:r>
    </w:p>
    <w:p w14:paraId="720CB7B5" w14:textId="77777777" w:rsidR="00D5368A" w:rsidRPr="00D5368A"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ADSK-STR-XX-ZZ-M3-S-0004.rvt</w:t>
      </w:r>
    </w:p>
    <w:p w14:paraId="6CF0957C" w14:textId="77777777" w:rsidR="00D5368A" w:rsidRPr="00D5368A"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ADSK-STR-XX-ZZ-M3-S-0004.xml</w:t>
      </w:r>
    </w:p>
    <w:p w14:paraId="0A2A0330" w14:textId="64A3A41D" w:rsidR="00050C89" w:rsidRPr="008741B7" w:rsidRDefault="00D5368A" w:rsidP="00D5368A">
      <w:pPr>
        <w:pStyle w:val="copy"/>
        <w:spacing w:after="0" w:line="240" w:lineRule="auto"/>
        <w:rPr>
          <w:rFonts w:ascii="Artifakt ElementOfc" w:hAnsi="Artifakt ElementOfc"/>
          <w:i/>
          <w:iCs/>
          <w:shd w:val="clear" w:color="auto" w:fill="FFFFFF"/>
        </w:rPr>
      </w:pPr>
      <w:r w:rsidRPr="00D5368A">
        <w:rPr>
          <w:rFonts w:ascii="Artifakt ElementOfc" w:hAnsi="Artifakt ElementOfc"/>
          <w:i/>
          <w:iCs/>
          <w:shd w:val="clear" w:color="auto" w:fill="FFFFFF"/>
        </w:rPr>
        <w:t>Detailed Structure Construction Plan.csv</w:t>
      </w:r>
    </w:p>
    <w:p w14:paraId="449CB864" w14:textId="77777777" w:rsidR="0077712E" w:rsidRPr="00FA3141" w:rsidRDefault="0077712E" w:rsidP="0077712E">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4B5ABD74" w14:textId="77777777" w:rsidR="0077712E" w:rsidRPr="001F1535" w:rsidRDefault="0077712E" w:rsidP="0077712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7322DEE8" w14:textId="77777777" w:rsidR="0077712E" w:rsidRPr="00E41074" w:rsidRDefault="0077712E" w:rsidP="0077712E">
      <w:pPr>
        <w:rPr>
          <w:rFonts w:ascii="Artifakt ElementOfc" w:hAnsi="Artifakt ElementOfc" w:cs="Artifakt ElementOfc"/>
        </w:rPr>
        <w:sectPr w:rsidR="0077712E" w:rsidRPr="00E41074" w:rsidSect="0077712E">
          <w:type w:val="continuous"/>
          <w:pgSz w:w="12240" w:h="15840"/>
          <w:pgMar w:top="720" w:right="720" w:bottom="720" w:left="720" w:header="720" w:footer="720" w:gutter="0"/>
          <w:cols w:space="720"/>
          <w:titlePg/>
          <w:docGrid w:linePitch="360"/>
        </w:sectPr>
      </w:pPr>
    </w:p>
    <w:p w14:paraId="66EE7497" w14:textId="77777777" w:rsidR="00D5368A" w:rsidRDefault="00D5368A" w:rsidP="00D5368A">
      <w:pPr>
        <w:pBdr>
          <w:top w:val="single" w:sz="4" w:space="1" w:color="auto"/>
        </w:pBdr>
        <w:rPr>
          <w:rFonts w:ascii="Artifakt ElementOfc" w:hAnsi="Artifakt ElementOfc" w:cs="Artifakt ElementOfc"/>
          <w:b/>
          <w:color w:val="000000"/>
          <w:shd w:val="clear" w:color="auto" w:fill="FFFFFF"/>
        </w:rPr>
      </w:pPr>
    </w:p>
    <w:p w14:paraId="713BC76E" w14:textId="4EA5CE5D" w:rsidR="00AC127B" w:rsidRPr="00940D91" w:rsidRDefault="00603C0C" w:rsidP="00AC127B">
      <w:pPr>
        <w:pStyle w:val="copy"/>
        <w:rPr>
          <w:rFonts w:ascii="Artifakt ElementOfc" w:hAnsi="Artifakt ElementOfc"/>
          <w:b/>
        </w:rPr>
      </w:pPr>
      <w:r>
        <w:rPr>
          <w:rFonts w:ascii="Artifakt ElementOfc" w:hAnsi="Artifakt ElementOfc"/>
          <w:b/>
        </w:rPr>
        <w:t xml:space="preserve">M7-10 </w:t>
      </w:r>
      <w:r w:rsidR="00AC127B">
        <w:rPr>
          <w:rFonts w:ascii="Artifakt ElementOfc" w:hAnsi="Artifakt ElementOfc"/>
          <w:b/>
        </w:rPr>
        <w:t>Track building elements</w:t>
      </w:r>
    </w:p>
    <w:p w14:paraId="1D5ECD4F"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8F71D66"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B2FB9C2"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10F609F1" w14:textId="77777777" w:rsidR="00AC127B" w:rsidRDefault="00AC127B" w:rsidP="00AC127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Add properties to models to track elements</w:t>
      </w:r>
    </w:p>
    <w:p w14:paraId="49E81A72" w14:textId="77777777" w:rsidR="00AC127B" w:rsidRDefault="00AC127B" w:rsidP="00AC127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schedules to plan and manage materials</w:t>
      </w:r>
    </w:p>
    <w:p w14:paraId="684B7495" w14:textId="77777777" w:rsidR="00AC127B" w:rsidRPr="00C741B9" w:rsidRDefault="00AC127B" w:rsidP="00AC127B">
      <w:pPr>
        <w:pStyle w:val="ListParagraph"/>
        <w:spacing w:after="0" w:line="240" w:lineRule="auto"/>
        <w:rPr>
          <w:rFonts w:ascii="Artifakt ElementOfc" w:eastAsiaTheme="minorEastAsia" w:hAnsi="Artifakt ElementOfc" w:cs="Artifakt ElementOfc"/>
        </w:rPr>
      </w:pPr>
    </w:p>
    <w:p w14:paraId="31C46AEC" w14:textId="77777777" w:rsidR="00AC127B" w:rsidRPr="00E41074" w:rsidRDefault="00AC127B" w:rsidP="00AC127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57469DB3" w14:textId="77777777" w:rsidR="00AC127B" w:rsidRPr="00E41074" w:rsidRDefault="00AC127B" w:rsidP="00AC127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B1CBE2F" w14:textId="77777777" w:rsidR="00AC127B" w:rsidRPr="00273A08" w:rsidRDefault="00AC127B" w:rsidP="00AC127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8B8E8F8" w14:textId="77777777" w:rsidR="00AC127B" w:rsidRPr="00FC07AE" w:rsidRDefault="00AC127B" w:rsidP="00AC127B">
      <w:pPr>
        <w:pStyle w:val="copy"/>
        <w:spacing w:after="0" w:line="240" w:lineRule="auto"/>
        <w:rPr>
          <w:rFonts w:ascii="Artifakt ElementOfc" w:hAnsi="Artifakt ElementOfc"/>
          <w:i/>
          <w:iCs/>
          <w:shd w:val="clear" w:color="auto" w:fill="FFFFFF"/>
        </w:rPr>
      </w:pPr>
      <w:r w:rsidRPr="00FC07AE">
        <w:rPr>
          <w:rFonts w:ascii="Artifakt ElementOfc" w:hAnsi="Artifakt ElementOfc"/>
          <w:i/>
          <w:iCs/>
          <w:shd w:val="clear" w:color="auto" w:fill="FFFFFF"/>
        </w:rPr>
        <w:t xml:space="preserve">ADSK-STR-XX-ZZ-M3-S-0005 - </w:t>
      </w:r>
      <w:proofErr w:type="spellStart"/>
      <w:r w:rsidRPr="00FC07AE">
        <w:rPr>
          <w:rFonts w:ascii="Artifakt ElementOfc" w:hAnsi="Artifakt ElementOfc"/>
          <w:i/>
          <w:iCs/>
          <w:shd w:val="clear" w:color="auto" w:fill="FFFFFF"/>
        </w:rPr>
        <w:t>completed.rvt</w:t>
      </w:r>
      <w:proofErr w:type="spellEnd"/>
    </w:p>
    <w:p w14:paraId="58CE280A" w14:textId="77777777" w:rsidR="00AC127B" w:rsidRPr="008741B7" w:rsidRDefault="00AC127B" w:rsidP="00AC127B">
      <w:pPr>
        <w:pStyle w:val="copy"/>
        <w:spacing w:after="0" w:line="240" w:lineRule="auto"/>
        <w:rPr>
          <w:rFonts w:ascii="Artifakt ElementOfc" w:hAnsi="Artifakt ElementOfc"/>
          <w:i/>
          <w:iCs/>
          <w:shd w:val="clear" w:color="auto" w:fill="FFFFFF"/>
        </w:rPr>
      </w:pPr>
      <w:r w:rsidRPr="00FC07AE">
        <w:rPr>
          <w:rFonts w:ascii="Artifakt ElementOfc" w:hAnsi="Artifakt ElementOfc"/>
          <w:i/>
          <w:iCs/>
          <w:shd w:val="clear" w:color="auto" w:fill="FFFFFF"/>
        </w:rPr>
        <w:t>ADSK-STR-XX-ZZ-M3-S-0005.rvt</w:t>
      </w:r>
    </w:p>
    <w:p w14:paraId="77E2FF71" w14:textId="77777777" w:rsidR="00AC127B" w:rsidRPr="00FA3141" w:rsidRDefault="00AC127B" w:rsidP="00AC127B">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A6E7CE6" w14:textId="77777777" w:rsidR="00AC127B" w:rsidRPr="001F1535" w:rsidRDefault="00AC127B" w:rsidP="00AC127B">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5BBA5E24" w14:textId="77777777" w:rsidR="00AC127B" w:rsidRPr="00E41074" w:rsidRDefault="00AC127B" w:rsidP="00AC127B">
      <w:pPr>
        <w:rPr>
          <w:rFonts w:ascii="Artifakt ElementOfc" w:hAnsi="Artifakt ElementOfc" w:cs="Artifakt ElementOfc"/>
        </w:rPr>
        <w:sectPr w:rsidR="00AC127B" w:rsidRPr="00E41074" w:rsidSect="00AC127B">
          <w:type w:val="continuous"/>
          <w:pgSz w:w="12240" w:h="15840"/>
          <w:pgMar w:top="720" w:right="720" w:bottom="720" w:left="720" w:header="720" w:footer="720" w:gutter="0"/>
          <w:cols w:space="720"/>
          <w:titlePg/>
          <w:docGrid w:linePitch="360"/>
        </w:sectPr>
      </w:pPr>
    </w:p>
    <w:p w14:paraId="17BA7C13" w14:textId="77777777" w:rsidR="00AC127B" w:rsidRPr="00E41074" w:rsidRDefault="00AC127B" w:rsidP="00AC127B">
      <w:pPr>
        <w:pBdr>
          <w:top w:val="single" w:sz="4" w:space="1" w:color="auto"/>
        </w:pBdr>
        <w:rPr>
          <w:rFonts w:ascii="Artifakt ElementOfc" w:hAnsi="Artifakt ElementOfc" w:cs="Artifakt ElementOfc"/>
          <w:b/>
          <w:color w:val="000000"/>
          <w:shd w:val="clear" w:color="auto" w:fill="FFFFFF"/>
        </w:rPr>
      </w:pPr>
    </w:p>
    <w:p w14:paraId="74194D71" w14:textId="77777777" w:rsidR="00AC127B" w:rsidRDefault="00AC127B" w:rsidP="00D5368A">
      <w:pPr>
        <w:pBdr>
          <w:top w:val="single" w:sz="4" w:space="1" w:color="auto"/>
        </w:pBdr>
        <w:rPr>
          <w:rFonts w:ascii="Artifakt ElementOfc" w:hAnsi="Artifakt ElementOfc" w:cs="Artifakt ElementOfc"/>
          <w:b/>
          <w:color w:val="000000"/>
          <w:shd w:val="clear" w:color="auto" w:fill="FFFFFF"/>
        </w:rPr>
      </w:pPr>
    </w:p>
    <w:p w14:paraId="64FBA882" w14:textId="6D3D3AC2" w:rsidR="00D5368A" w:rsidRPr="00940D91" w:rsidRDefault="00603C0C" w:rsidP="00D5368A">
      <w:pPr>
        <w:pStyle w:val="copy"/>
        <w:rPr>
          <w:rFonts w:ascii="Artifakt ElementOfc" w:hAnsi="Artifakt ElementOfc"/>
          <w:b/>
        </w:rPr>
      </w:pPr>
      <w:r>
        <w:rPr>
          <w:rFonts w:ascii="Artifakt ElementOfc" w:hAnsi="Artifakt ElementOfc"/>
          <w:b/>
        </w:rPr>
        <w:t xml:space="preserve">M7-11 </w:t>
      </w:r>
      <w:r w:rsidR="00B246AE">
        <w:rPr>
          <w:rFonts w:ascii="Artifakt ElementOfc" w:hAnsi="Artifakt ElementOfc"/>
          <w:b/>
        </w:rPr>
        <w:t>Manage materials in Navisworks</w:t>
      </w:r>
    </w:p>
    <w:p w14:paraId="257C7365" w14:textId="77777777" w:rsidR="00D5368A" w:rsidRPr="00E41074" w:rsidRDefault="00D5368A" w:rsidP="00D5368A">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263C04F" w14:textId="77777777" w:rsidR="00D5368A" w:rsidRPr="00E41074" w:rsidRDefault="00D5368A" w:rsidP="00D5368A">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7D56FA4" w14:textId="77777777" w:rsidR="00D5368A" w:rsidRPr="00E41074" w:rsidRDefault="00D5368A" w:rsidP="00D5368A">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1228B15C" w14:textId="27A83254" w:rsidR="00D5368A" w:rsidRDefault="002A2990" w:rsidP="00D5368A">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Display material status in the model</w:t>
      </w:r>
    </w:p>
    <w:p w14:paraId="57648D11" w14:textId="3BC06ABD" w:rsidR="002A2990" w:rsidRDefault="002A2990" w:rsidP="00D5368A">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timeliner to confirm task material availability</w:t>
      </w:r>
    </w:p>
    <w:p w14:paraId="0C929CF0" w14:textId="77777777" w:rsidR="00D5368A" w:rsidRPr="00C741B9" w:rsidRDefault="00D5368A" w:rsidP="00D5368A">
      <w:pPr>
        <w:pStyle w:val="ListParagraph"/>
        <w:spacing w:after="0" w:line="240" w:lineRule="auto"/>
        <w:rPr>
          <w:rFonts w:ascii="Artifakt ElementOfc" w:eastAsiaTheme="minorEastAsia" w:hAnsi="Artifakt ElementOfc" w:cs="Artifakt ElementOfc"/>
        </w:rPr>
      </w:pPr>
    </w:p>
    <w:p w14:paraId="6F9B59E2" w14:textId="77777777" w:rsidR="00D5368A" w:rsidRPr="00E41074" w:rsidRDefault="00D5368A" w:rsidP="00D5368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5D423DF" w14:textId="77777777" w:rsidR="00D5368A" w:rsidRPr="00E41074" w:rsidRDefault="00D5368A" w:rsidP="00D5368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670E3BA" w14:textId="77777777" w:rsidR="00D5368A" w:rsidRPr="00273A08" w:rsidRDefault="00D5368A" w:rsidP="00D5368A">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5863A427" w14:textId="77777777" w:rsidR="005F2CD8" w:rsidRPr="005F2CD8" w:rsidRDefault="005F2CD8" w:rsidP="005F2CD8">
      <w:pPr>
        <w:pStyle w:val="copy"/>
        <w:spacing w:after="0" w:line="240" w:lineRule="auto"/>
        <w:rPr>
          <w:rFonts w:ascii="Artifakt ElementOfc" w:hAnsi="Artifakt ElementOfc"/>
          <w:i/>
          <w:iCs/>
          <w:shd w:val="clear" w:color="auto" w:fill="FFFFFF"/>
        </w:rPr>
      </w:pPr>
      <w:r w:rsidRPr="005F2CD8">
        <w:rPr>
          <w:rFonts w:ascii="Artifakt ElementOfc" w:hAnsi="Artifakt ElementOfc"/>
          <w:i/>
          <w:iCs/>
          <w:shd w:val="clear" w:color="auto" w:fill="FFFFFF"/>
        </w:rPr>
        <w:t xml:space="preserve">ADSK-STR-XX-ZZ-M3-S-0006 - </w:t>
      </w:r>
      <w:proofErr w:type="spellStart"/>
      <w:r w:rsidRPr="005F2CD8">
        <w:rPr>
          <w:rFonts w:ascii="Artifakt ElementOfc" w:hAnsi="Artifakt ElementOfc"/>
          <w:i/>
          <w:iCs/>
          <w:shd w:val="clear" w:color="auto" w:fill="FFFFFF"/>
        </w:rPr>
        <w:t>Completed.nwf</w:t>
      </w:r>
      <w:proofErr w:type="spellEnd"/>
    </w:p>
    <w:p w14:paraId="019D445D" w14:textId="77777777" w:rsidR="005F2CD8" w:rsidRPr="005F2CD8" w:rsidRDefault="005F2CD8" w:rsidP="005F2CD8">
      <w:pPr>
        <w:pStyle w:val="copy"/>
        <w:spacing w:after="0" w:line="240" w:lineRule="auto"/>
        <w:rPr>
          <w:rFonts w:ascii="Artifakt ElementOfc" w:hAnsi="Artifakt ElementOfc"/>
          <w:i/>
          <w:iCs/>
          <w:shd w:val="clear" w:color="auto" w:fill="FFFFFF"/>
        </w:rPr>
      </w:pPr>
      <w:r w:rsidRPr="005F2CD8">
        <w:rPr>
          <w:rFonts w:ascii="Artifakt ElementOfc" w:hAnsi="Artifakt ElementOfc"/>
          <w:i/>
          <w:iCs/>
          <w:shd w:val="clear" w:color="auto" w:fill="FFFFFF"/>
        </w:rPr>
        <w:t>ADSK-STR-XX-ZZ-M3-S-0006.nwc</w:t>
      </w:r>
    </w:p>
    <w:p w14:paraId="09544F3F" w14:textId="77777777" w:rsidR="005F2CD8" w:rsidRPr="005F2CD8" w:rsidRDefault="005F2CD8" w:rsidP="005F2CD8">
      <w:pPr>
        <w:pStyle w:val="copy"/>
        <w:spacing w:after="0" w:line="240" w:lineRule="auto"/>
        <w:rPr>
          <w:rFonts w:ascii="Artifakt ElementOfc" w:hAnsi="Artifakt ElementOfc"/>
          <w:i/>
          <w:iCs/>
          <w:shd w:val="clear" w:color="auto" w:fill="FFFFFF"/>
        </w:rPr>
      </w:pPr>
      <w:r w:rsidRPr="005F2CD8">
        <w:rPr>
          <w:rFonts w:ascii="Artifakt ElementOfc" w:hAnsi="Artifakt ElementOfc"/>
          <w:i/>
          <w:iCs/>
          <w:shd w:val="clear" w:color="auto" w:fill="FFFFFF"/>
        </w:rPr>
        <w:t>ADSK-STR-XX-ZZ-M3-S-0006.nwf</w:t>
      </w:r>
    </w:p>
    <w:p w14:paraId="1E07DA20" w14:textId="0270E4DB" w:rsidR="005F2CD8" w:rsidRPr="00FC07AE" w:rsidRDefault="005F2CD8" w:rsidP="005F2CD8">
      <w:pPr>
        <w:pStyle w:val="copy"/>
        <w:spacing w:after="0" w:line="240" w:lineRule="auto"/>
        <w:rPr>
          <w:rFonts w:ascii="Artifakt ElementOfc" w:hAnsi="Artifakt ElementOfc"/>
          <w:i/>
          <w:iCs/>
          <w:shd w:val="clear" w:color="auto" w:fill="FFFFFF"/>
        </w:rPr>
      </w:pPr>
      <w:r w:rsidRPr="005F2CD8">
        <w:rPr>
          <w:rFonts w:ascii="Artifakt ElementOfc" w:hAnsi="Artifakt ElementOfc"/>
          <w:i/>
          <w:iCs/>
          <w:shd w:val="clear" w:color="auto" w:fill="FFFFFF"/>
        </w:rPr>
        <w:t>ADSK-STR-XX-ZZ-M3-S-0006.rvt</w:t>
      </w:r>
    </w:p>
    <w:p w14:paraId="4FA5337A" w14:textId="77777777" w:rsidR="00D5368A" w:rsidRPr="00FA3141" w:rsidRDefault="00D5368A" w:rsidP="00D5368A">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17ECA635" w14:textId="002BF356" w:rsidR="000B49C2" w:rsidRPr="00450360" w:rsidRDefault="000B49C2" w:rsidP="000B49C2">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4</w:t>
      </w:r>
      <w:r w:rsidRPr="00225476">
        <w:rPr>
          <w:rFonts w:ascii="Artifakt ElementOfc" w:hAnsi="Artifakt ElementOfc"/>
          <w:b/>
          <w:bCs/>
        </w:rPr>
        <w:t xml:space="preserve">: </w:t>
      </w:r>
      <w:r>
        <w:rPr>
          <w:rFonts w:ascii="Artifakt ElementOfc" w:hAnsi="Artifakt ElementOfc"/>
          <w:b/>
          <w:bCs/>
        </w:rPr>
        <w:t>Create a construction simulation</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5 minutes</w:t>
      </w:r>
    </w:p>
    <w:p w14:paraId="0FB4A02C" w14:textId="475B62DD" w:rsidR="00D5368A" w:rsidRPr="001F1535" w:rsidRDefault="00D5368A" w:rsidP="00D5368A">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1F716B16" w14:textId="77777777" w:rsidR="00D5368A" w:rsidRPr="00E41074" w:rsidRDefault="00D5368A" w:rsidP="00D5368A">
      <w:pPr>
        <w:rPr>
          <w:rFonts w:ascii="Artifakt ElementOfc" w:hAnsi="Artifakt ElementOfc" w:cs="Artifakt ElementOfc"/>
        </w:rPr>
        <w:sectPr w:rsidR="00D5368A" w:rsidRPr="00E41074" w:rsidSect="00D5368A">
          <w:type w:val="continuous"/>
          <w:pgSz w:w="12240" w:h="15840"/>
          <w:pgMar w:top="720" w:right="720" w:bottom="720" w:left="720" w:header="720" w:footer="720" w:gutter="0"/>
          <w:cols w:space="720"/>
          <w:titlePg/>
          <w:docGrid w:linePitch="360"/>
        </w:sectPr>
      </w:pPr>
    </w:p>
    <w:p w14:paraId="4251C823" w14:textId="77777777" w:rsidR="004E429E" w:rsidRDefault="004E429E" w:rsidP="004E429E">
      <w:pPr>
        <w:pBdr>
          <w:top w:val="single" w:sz="4" w:space="1" w:color="auto"/>
        </w:pBdr>
        <w:rPr>
          <w:rFonts w:ascii="Artifakt ElementOfc" w:hAnsi="Artifakt ElementOfc" w:cs="Artifakt ElementOfc"/>
          <w:b/>
          <w:color w:val="000000"/>
          <w:shd w:val="clear" w:color="auto" w:fill="FFFFFF"/>
        </w:rPr>
      </w:pPr>
    </w:p>
    <w:p w14:paraId="5677BBE8" w14:textId="7FBB5C5D" w:rsidR="004E429E" w:rsidRPr="00940D91" w:rsidRDefault="00603C0C" w:rsidP="004E429E">
      <w:pPr>
        <w:pStyle w:val="copy"/>
        <w:rPr>
          <w:rFonts w:ascii="Artifakt ElementOfc" w:hAnsi="Artifakt ElementOfc"/>
          <w:b/>
        </w:rPr>
      </w:pPr>
      <w:r>
        <w:rPr>
          <w:rFonts w:ascii="Artifakt ElementOfc" w:hAnsi="Artifakt ElementOfc"/>
          <w:b/>
        </w:rPr>
        <w:t xml:space="preserve">M8-01 </w:t>
      </w:r>
      <w:r w:rsidR="00E03B5C">
        <w:rPr>
          <w:rFonts w:ascii="Artifakt ElementOfc" w:hAnsi="Artifakt ElementOfc"/>
          <w:b/>
        </w:rPr>
        <w:t>Define a coordination space</w:t>
      </w:r>
    </w:p>
    <w:p w14:paraId="4A70A147" w14:textId="763CE1A7" w:rsidR="004E429E" w:rsidRPr="00E41074" w:rsidRDefault="004E429E" w:rsidP="004E429E">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E03B5C">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DE7ED25" w14:textId="77777777" w:rsidR="004E429E" w:rsidRPr="00E41074" w:rsidRDefault="004E429E" w:rsidP="004E429E">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58181CE" w14:textId="23005673" w:rsidR="004E429E" w:rsidRPr="00E41074" w:rsidRDefault="004E429E" w:rsidP="004E429E">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E03B5C">
        <w:rPr>
          <w:rFonts w:ascii="Artifakt ElementOfc" w:hAnsi="Artifakt ElementOfc"/>
          <w:shd w:val="clear" w:color="auto" w:fill="FFFFFF"/>
        </w:rPr>
        <w:t>5</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745D7BBF" w14:textId="1853D1CC" w:rsidR="004E429E" w:rsidRDefault="00E03B5C" w:rsidP="004E429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a coordination space in ACC Model Coordination</w:t>
      </w:r>
    </w:p>
    <w:p w14:paraId="52579D97" w14:textId="7C35894F" w:rsidR="00E03B5C" w:rsidRDefault="00E03B5C" w:rsidP="004E429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settings for coordination spaces</w:t>
      </w:r>
    </w:p>
    <w:p w14:paraId="4CB7AC89" w14:textId="77777777" w:rsidR="004E429E" w:rsidRPr="00C741B9" w:rsidRDefault="004E429E" w:rsidP="004E429E">
      <w:pPr>
        <w:pStyle w:val="ListParagraph"/>
        <w:spacing w:after="0" w:line="240" w:lineRule="auto"/>
        <w:rPr>
          <w:rFonts w:ascii="Artifakt ElementOfc" w:eastAsiaTheme="minorEastAsia" w:hAnsi="Artifakt ElementOfc" w:cs="Artifakt ElementOfc"/>
        </w:rPr>
      </w:pPr>
    </w:p>
    <w:p w14:paraId="3D62E9D3" w14:textId="4B2948AC" w:rsidR="004E429E" w:rsidRPr="00E41074" w:rsidRDefault="004E429E" w:rsidP="004E429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E03B5C">
        <w:rPr>
          <w:rFonts w:ascii="Artifakt ElementOfc" w:hAnsi="Artifakt ElementOfc"/>
          <w:bCs/>
          <w:shd w:val="clear" w:color="auto" w:fill="FFFFFF"/>
        </w:rPr>
        <w:t>5</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16B10644" w14:textId="77777777" w:rsidR="004E429E" w:rsidRPr="00E41074" w:rsidRDefault="004E429E" w:rsidP="004E429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04A248A" w14:textId="77777777" w:rsidR="004E429E" w:rsidRPr="00273A08" w:rsidRDefault="004E429E" w:rsidP="004E429E">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lastRenderedPageBreak/>
        <w:t>Datasets:</w:t>
      </w:r>
    </w:p>
    <w:p w14:paraId="01CD9D6A" w14:textId="77777777" w:rsidR="00E13323" w:rsidRPr="00E13323" w:rsidRDefault="00E13323" w:rsidP="00E13323">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481C929F" w14:textId="77777777" w:rsidR="00E13323" w:rsidRPr="00E13323" w:rsidRDefault="00E13323" w:rsidP="00E13323">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0B31B090" w14:textId="77777777" w:rsidR="00E13323" w:rsidRPr="00E13323" w:rsidRDefault="00E13323" w:rsidP="00E13323">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17A6ED37" w14:textId="0C4F43C8" w:rsidR="00E13323" w:rsidRPr="005F2CD8" w:rsidRDefault="00E13323" w:rsidP="00E13323">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7A6A99AA" w14:textId="77777777" w:rsidR="004E429E" w:rsidRPr="00FA3141" w:rsidRDefault="004E429E" w:rsidP="004E429E">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6961494" w14:textId="77777777" w:rsidR="004E429E" w:rsidRPr="001F1535" w:rsidRDefault="004E429E" w:rsidP="004E429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26A05B57" w14:textId="77777777" w:rsidR="004E429E" w:rsidRPr="00E41074" w:rsidRDefault="004E429E" w:rsidP="004E429E">
      <w:pPr>
        <w:rPr>
          <w:rFonts w:ascii="Artifakt ElementOfc" w:hAnsi="Artifakt ElementOfc" w:cs="Artifakt ElementOfc"/>
        </w:rPr>
        <w:sectPr w:rsidR="004E429E" w:rsidRPr="00E41074" w:rsidSect="004E429E">
          <w:type w:val="continuous"/>
          <w:pgSz w:w="12240" w:h="15840"/>
          <w:pgMar w:top="720" w:right="720" w:bottom="720" w:left="720" w:header="720" w:footer="720" w:gutter="0"/>
          <w:cols w:space="720"/>
          <w:titlePg/>
          <w:docGrid w:linePitch="360"/>
        </w:sectPr>
      </w:pPr>
    </w:p>
    <w:p w14:paraId="7EDFAABF" w14:textId="77777777" w:rsidR="00FC07AE" w:rsidRDefault="00FC07AE" w:rsidP="00FC07AE">
      <w:pPr>
        <w:pBdr>
          <w:top w:val="single" w:sz="4" w:space="1" w:color="auto"/>
        </w:pBdr>
        <w:rPr>
          <w:rFonts w:ascii="Artifakt ElementOfc" w:hAnsi="Artifakt ElementOfc" w:cs="Artifakt ElementOfc"/>
          <w:b/>
          <w:color w:val="000000"/>
          <w:shd w:val="clear" w:color="auto" w:fill="FFFFFF"/>
        </w:rPr>
      </w:pPr>
    </w:p>
    <w:p w14:paraId="13A3997C" w14:textId="3911603C" w:rsidR="00AC127B" w:rsidRPr="00940D91" w:rsidRDefault="00603C0C" w:rsidP="00AC127B">
      <w:pPr>
        <w:pStyle w:val="copy"/>
        <w:rPr>
          <w:rFonts w:ascii="Artifakt ElementOfc" w:hAnsi="Artifakt ElementOfc"/>
          <w:b/>
        </w:rPr>
      </w:pPr>
      <w:r>
        <w:rPr>
          <w:rFonts w:ascii="Artifakt ElementOfc" w:hAnsi="Artifakt ElementOfc"/>
          <w:b/>
        </w:rPr>
        <w:t xml:space="preserve">M8-02 </w:t>
      </w:r>
      <w:r w:rsidR="00A32FF3">
        <w:rPr>
          <w:rFonts w:ascii="Artifakt ElementOfc" w:hAnsi="Artifakt ElementOfc"/>
          <w:b/>
        </w:rPr>
        <w:t>Save vie</w:t>
      </w:r>
      <w:r w:rsidR="00D84F1E">
        <w:rPr>
          <w:rFonts w:ascii="Artifakt ElementOfc" w:hAnsi="Artifakt ElementOfc"/>
          <w:b/>
        </w:rPr>
        <w:t>w</w:t>
      </w:r>
      <w:r w:rsidR="00A32FF3">
        <w:rPr>
          <w:rFonts w:ascii="Artifakt ElementOfc" w:hAnsi="Artifakt ElementOfc"/>
          <w:b/>
        </w:rPr>
        <w:t>s to manage clash sets</w:t>
      </w:r>
    </w:p>
    <w:p w14:paraId="0643F641"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84AC4AC"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767E900" w14:textId="77777777" w:rsidR="00AC127B" w:rsidRPr="00E41074" w:rsidRDefault="00AC127B" w:rsidP="00AC127B">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1862A235" w14:textId="659A05C8" w:rsidR="00AC127B" w:rsidRDefault="00A32FF3" w:rsidP="00AC127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View models and filter categories</w:t>
      </w:r>
    </w:p>
    <w:p w14:paraId="1AF592BD" w14:textId="451A74DD" w:rsidR="00AC127B" w:rsidRDefault="00A32FF3" w:rsidP="00AC127B">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Save views</w:t>
      </w:r>
      <w:r w:rsidR="0064218D">
        <w:rPr>
          <w:rFonts w:ascii="Artifakt ElementOfc" w:eastAsiaTheme="minorEastAsia" w:hAnsi="Artifakt ElementOfc" w:cs="Artifakt ElementOfc"/>
        </w:rPr>
        <w:t xml:space="preserve"> to manage clash sets</w:t>
      </w:r>
    </w:p>
    <w:p w14:paraId="5A0B1B13" w14:textId="77777777" w:rsidR="00AC127B" w:rsidRPr="00C741B9" w:rsidRDefault="00AC127B" w:rsidP="00AC127B">
      <w:pPr>
        <w:pStyle w:val="ListParagraph"/>
        <w:spacing w:after="0" w:line="240" w:lineRule="auto"/>
        <w:rPr>
          <w:rFonts w:ascii="Artifakt ElementOfc" w:eastAsiaTheme="minorEastAsia" w:hAnsi="Artifakt ElementOfc" w:cs="Artifakt ElementOfc"/>
        </w:rPr>
      </w:pPr>
    </w:p>
    <w:p w14:paraId="771A8D81" w14:textId="77777777" w:rsidR="00AC127B" w:rsidRPr="00E41074" w:rsidRDefault="00AC127B" w:rsidP="00AC127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50B37364" w14:textId="77777777" w:rsidR="00AC127B" w:rsidRPr="00E41074" w:rsidRDefault="00AC127B" w:rsidP="00AC127B">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F5EA1F7" w14:textId="77777777" w:rsidR="00AC127B" w:rsidRPr="00273A08" w:rsidRDefault="00AC127B" w:rsidP="00AC127B">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C784404" w14:textId="77777777" w:rsidR="00AC127B" w:rsidRPr="00E13323" w:rsidRDefault="00AC127B" w:rsidP="00AC127B">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6CD62BA3" w14:textId="77777777" w:rsidR="00AC127B" w:rsidRPr="00E13323" w:rsidRDefault="00AC127B" w:rsidP="00AC127B">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6F54F26A" w14:textId="77777777" w:rsidR="00AC127B" w:rsidRPr="00E13323" w:rsidRDefault="00AC127B" w:rsidP="00AC127B">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28E4C36C" w14:textId="77777777" w:rsidR="00AC127B" w:rsidRPr="005F2CD8" w:rsidRDefault="00AC127B" w:rsidP="00AC127B">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48C930C3" w14:textId="77777777" w:rsidR="00D84F1E" w:rsidRPr="00FA3141" w:rsidRDefault="00D84F1E" w:rsidP="00D84F1E">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9607783" w14:textId="77777777" w:rsidR="00D84F1E" w:rsidRPr="001F1535" w:rsidRDefault="00D84F1E" w:rsidP="00D84F1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4D5D227" w14:textId="77777777" w:rsidR="00D84F1E" w:rsidRPr="00E41074" w:rsidRDefault="00D84F1E" w:rsidP="00D84F1E">
      <w:pPr>
        <w:rPr>
          <w:rFonts w:ascii="Artifakt ElementOfc" w:hAnsi="Artifakt ElementOfc" w:cs="Artifakt ElementOfc"/>
        </w:rPr>
        <w:sectPr w:rsidR="00D84F1E" w:rsidRPr="00E41074" w:rsidSect="00D84F1E">
          <w:type w:val="continuous"/>
          <w:pgSz w:w="12240" w:h="15840"/>
          <w:pgMar w:top="720" w:right="720" w:bottom="720" w:left="720" w:header="720" w:footer="720" w:gutter="0"/>
          <w:cols w:space="720"/>
          <w:titlePg/>
          <w:docGrid w:linePitch="360"/>
        </w:sectPr>
      </w:pPr>
    </w:p>
    <w:p w14:paraId="5B7E4A0F" w14:textId="77777777" w:rsidR="00D84F1E" w:rsidRDefault="00D84F1E" w:rsidP="00D84F1E">
      <w:pPr>
        <w:pBdr>
          <w:top w:val="single" w:sz="4" w:space="1" w:color="auto"/>
        </w:pBdr>
        <w:rPr>
          <w:rFonts w:ascii="Artifakt ElementOfc" w:hAnsi="Artifakt ElementOfc" w:cs="Artifakt ElementOfc"/>
          <w:b/>
          <w:color w:val="000000"/>
          <w:shd w:val="clear" w:color="auto" w:fill="FFFFFF"/>
        </w:rPr>
      </w:pPr>
    </w:p>
    <w:p w14:paraId="16EC0F4C" w14:textId="7854E9F1" w:rsidR="00D84F1E" w:rsidRPr="00940D91" w:rsidRDefault="00603C0C" w:rsidP="00D84F1E">
      <w:pPr>
        <w:pStyle w:val="copy"/>
        <w:rPr>
          <w:rFonts w:ascii="Artifakt ElementOfc" w:hAnsi="Artifakt ElementOfc"/>
          <w:b/>
        </w:rPr>
      </w:pPr>
      <w:r>
        <w:rPr>
          <w:rFonts w:ascii="Artifakt ElementOfc" w:hAnsi="Artifakt ElementOfc"/>
          <w:b/>
        </w:rPr>
        <w:t xml:space="preserve">M8-03 </w:t>
      </w:r>
      <w:r w:rsidR="00D84F1E">
        <w:rPr>
          <w:rFonts w:ascii="Artifakt ElementOfc" w:hAnsi="Artifakt ElementOfc"/>
          <w:b/>
        </w:rPr>
        <w:t>Run clashes</w:t>
      </w:r>
    </w:p>
    <w:p w14:paraId="79139506" w14:textId="77777777" w:rsidR="00D84F1E" w:rsidRPr="00E41074" w:rsidRDefault="00D84F1E" w:rsidP="00D84F1E">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7F48ECC7" w14:textId="77777777" w:rsidR="00D84F1E" w:rsidRPr="00E41074" w:rsidRDefault="00D84F1E" w:rsidP="00D84F1E">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BB09A30" w14:textId="77777777" w:rsidR="00D84F1E" w:rsidRPr="00E41074" w:rsidRDefault="00D84F1E" w:rsidP="00D84F1E">
      <w:pPr>
        <w:pStyle w:val="copy"/>
        <w:rPr>
          <w:rFonts w:ascii="Artifakt ElementOfc" w:hAnsi="Artifakt ElementOfc"/>
          <w:shd w:val="clear" w:color="auto" w:fill="FFFFFF"/>
        </w:rPr>
      </w:pPr>
      <w:r w:rsidRPr="00E41074">
        <w:rPr>
          <w:rFonts w:ascii="Artifakt ElementOfc" w:hAnsi="Artifakt ElementOfc"/>
          <w:b/>
          <w:bCs/>
          <w:shd w:val="clear" w:color="auto" w:fill="FFFFFF"/>
        </w:rPr>
        <w:lastRenderedPageBreak/>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3117DBB6" w14:textId="321D052D" w:rsidR="00D84F1E" w:rsidRDefault="00B77485" w:rsidP="00D84F1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Choose views or models to clash</w:t>
      </w:r>
    </w:p>
    <w:p w14:paraId="7B549866" w14:textId="32FE18A3" w:rsidR="00D84F1E" w:rsidRDefault="00B77485" w:rsidP="00D84F1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Define object exclusions</w:t>
      </w:r>
    </w:p>
    <w:p w14:paraId="08B2F564" w14:textId="1C44ED86" w:rsidR="00B77485" w:rsidRDefault="00B77485" w:rsidP="00D84F1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Explore clash results</w:t>
      </w:r>
    </w:p>
    <w:p w14:paraId="7767859A" w14:textId="77777777" w:rsidR="00D84F1E" w:rsidRPr="00C741B9" w:rsidRDefault="00D84F1E" w:rsidP="00D84F1E">
      <w:pPr>
        <w:pStyle w:val="ListParagraph"/>
        <w:spacing w:after="0" w:line="240" w:lineRule="auto"/>
        <w:rPr>
          <w:rFonts w:ascii="Artifakt ElementOfc" w:eastAsiaTheme="minorEastAsia" w:hAnsi="Artifakt ElementOfc" w:cs="Artifakt ElementOfc"/>
        </w:rPr>
      </w:pPr>
    </w:p>
    <w:p w14:paraId="597D4B39" w14:textId="77777777" w:rsidR="00D84F1E" w:rsidRPr="00E41074" w:rsidRDefault="00D84F1E" w:rsidP="00D84F1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36BBA14D" w14:textId="77777777" w:rsidR="00D84F1E" w:rsidRPr="00E41074" w:rsidRDefault="00D84F1E" w:rsidP="00D84F1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5727C769" w14:textId="77777777" w:rsidR="00D84F1E" w:rsidRPr="00273A08" w:rsidRDefault="00D84F1E" w:rsidP="00D84F1E">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2C19E914" w14:textId="77777777" w:rsidR="00D84F1E" w:rsidRPr="00E13323" w:rsidRDefault="00D84F1E" w:rsidP="00D84F1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790F6740" w14:textId="77777777" w:rsidR="00D84F1E" w:rsidRPr="00E13323" w:rsidRDefault="00D84F1E" w:rsidP="00D84F1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5EF8EAEC" w14:textId="77777777" w:rsidR="00D84F1E" w:rsidRPr="00E13323" w:rsidRDefault="00D84F1E" w:rsidP="00D84F1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0E595680" w14:textId="77777777" w:rsidR="00D84F1E" w:rsidRPr="005F2CD8" w:rsidRDefault="00D84F1E" w:rsidP="00D84F1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70620D2A" w14:textId="77777777" w:rsidR="00522F3E" w:rsidRPr="00FA3141" w:rsidRDefault="00D84F1E" w:rsidP="00522F3E">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r>
      <w:r w:rsidR="00522F3E" w:rsidRPr="00E41074">
        <w:rPr>
          <w:rFonts w:ascii="Artifakt ElementOfc" w:hAnsi="Artifakt ElementOfc"/>
          <w:b/>
          <w:bCs/>
          <w:shd w:val="clear" w:color="auto" w:fill="FFFFFF"/>
        </w:rPr>
        <w:t>Assignments</w:t>
      </w:r>
      <w:r w:rsidR="00522F3E">
        <w:rPr>
          <w:rFonts w:ascii="Artifakt ElementOfc" w:hAnsi="Artifakt ElementOfc"/>
          <w:b/>
          <w:bCs/>
          <w:shd w:val="clear" w:color="auto" w:fill="FFFFFF"/>
        </w:rPr>
        <w:t xml:space="preserve"> (additional)</w:t>
      </w:r>
      <w:r w:rsidR="00522F3E" w:rsidRPr="00E41074">
        <w:rPr>
          <w:rFonts w:ascii="Artifakt ElementOfc" w:hAnsi="Artifakt ElementOfc"/>
          <w:b/>
          <w:bCs/>
          <w:shd w:val="clear" w:color="auto" w:fill="FFFFFF"/>
        </w:rPr>
        <w:t>:</w:t>
      </w:r>
    </w:p>
    <w:p w14:paraId="7C9FF446" w14:textId="77777777" w:rsidR="00522F3E" w:rsidRPr="001F1535" w:rsidRDefault="00522F3E" w:rsidP="00522F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1F6B108D" w14:textId="77777777" w:rsidR="00522F3E" w:rsidRPr="00E41074" w:rsidRDefault="00522F3E" w:rsidP="00522F3E">
      <w:pPr>
        <w:rPr>
          <w:rFonts w:ascii="Artifakt ElementOfc" w:hAnsi="Artifakt ElementOfc" w:cs="Artifakt ElementOfc"/>
        </w:rPr>
        <w:sectPr w:rsidR="00522F3E" w:rsidRPr="00E41074" w:rsidSect="00522F3E">
          <w:type w:val="continuous"/>
          <w:pgSz w:w="12240" w:h="15840"/>
          <w:pgMar w:top="720" w:right="720" w:bottom="720" w:left="720" w:header="720" w:footer="720" w:gutter="0"/>
          <w:cols w:space="720"/>
          <w:titlePg/>
          <w:docGrid w:linePitch="360"/>
        </w:sectPr>
      </w:pPr>
    </w:p>
    <w:p w14:paraId="6966B315" w14:textId="77777777" w:rsidR="00522F3E" w:rsidRDefault="00522F3E" w:rsidP="00522F3E">
      <w:pPr>
        <w:pBdr>
          <w:top w:val="single" w:sz="4" w:space="1" w:color="auto"/>
        </w:pBdr>
        <w:rPr>
          <w:rFonts w:ascii="Artifakt ElementOfc" w:hAnsi="Artifakt ElementOfc" w:cs="Artifakt ElementOfc"/>
          <w:b/>
          <w:color w:val="000000"/>
          <w:shd w:val="clear" w:color="auto" w:fill="FFFFFF"/>
        </w:rPr>
      </w:pPr>
    </w:p>
    <w:p w14:paraId="242021BE" w14:textId="23F11FDF" w:rsidR="00D84F1E" w:rsidRPr="00E41074" w:rsidRDefault="00D84F1E" w:rsidP="00522F3E">
      <w:pPr>
        <w:pStyle w:val="copy"/>
        <w:spacing w:after="0" w:line="240" w:lineRule="auto"/>
        <w:rPr>
          <w:rFonts w:ascii="Artifakt ElementOfc" w:hAnsi="Artifakt ElementOfc"/>
        </w:rPr>
        <w:sectPr w:rsidR="00D84F1E" w:rsidRPr="00E41074" w:rsidSect="00D84F1E">
          <w:type w:val="continuous"/>
          <w:pgSz w:w="12240" w:h="15840"/>
          <w:pgMar w:top="720" w:right="720" w:bottom="720" w:left="720" w:header="720" w:footer="720" w:gutter="0"/>
          <w:cols w:space="720"/>
          <w:titlePg/>
          <w:docGrid w:linePitch="360"/>
        </w:sectPr>
      </w:pPr>
    </w:p>
    <w:p w14:paraId="26411BE2" w14:textId="617C48DE" w:rsidR="00522F3E" w:rsidRPr="00940D91" w:rsidRDefault="00603C0C" w:rsidP="00522F3E">
      <w:pPr>
        <w:pStyle w:val="copy"/>
        <w:rPr>
          <w:rFonts w:ascii="Artifakt ElementOfc" w:hAnsi="Artifakt ElementOfc"/>
          <w:b/>
        </w:rPr>
      </w:pPr>
      <w:r>
        <w:rPr>
          <w:rFonts w:ascii="Artifakt ElementOfc" w:hAnsi="Artifakt ElementOfc"/>
          <w:b/>
        </w:rPr>
        <w:t xml:space="preserve">M8-04 </w:t>
      </w:r>
      <w:r w:rsidR="00522F3E">
        <w:rPr>
          <w:rFonts w:ascii="Artifakt ElementOfc" w:hAnsi="Artifakt ElementOfc"/>
          <w:b/>
        </w:rPr>
        <w:t>Review clashes</w:t>
      </w:r>
    </w:p>
    <w:p w14:paraId="2AD77E1A" w14:textId="34F18621" w:rsidR="00522F3E" w:rsidRPr="00E41074" w:rsidRDefault="00522F3E" w:rsidP="00522F3E">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sidR="003A0136">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80D6C7C" w14:textId="77777777" w:rsidR="00522F3E" w:rsidRPr="00E41074" w:rsidRDefault="00522F3E" w:rsidP="00522F3E">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26079E00" w14:textId="7F41B159" w:rsidR="00522F3E" w:rsidRPr="00E41074" w:rsidRDefault="00522F3E" w:rsidP="00522F3E">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w:t>
      </w:r>
      <w:r w:rsidR="003A0136">
        <w:rPr>
          <w:rFonts w:ascii="Artifakt ElementOfc" w:hAnsi="Artifakt ElementOfc"/>
          <w:shd w:val="clear" w:color="auto" w:fill="FFFFFF"/>
        </w:rPr>
        <w:t>8</w:t>
      </w:r>
      <w:r>
        <w:rPr>
          <w:rFonts w:ascii="Artifakt ElementOfc" w:hAnsi="Artifakt ElementOfc"/>
          <w:shd w:val="clear" w:color="auto" w:fill="FFFFFF"/>
        </w:rPr>
        <w:t xml:space="preserve"> </w:t>
      </w:r>
      <w:r w:rsidRPr="00E41074">
        <w:rPr>
          <w:rFonts w:ascii="Artifakt ElementOfc" w:hAnsi="Artifakt ElementOfc"/>
          <w:bCs/>
          <w:shd w:val="clear" w:color="auto" w:fill="FFFFFF"/>
        </w:rPr>
        <w:t>minutes</w:t>
      </w:r>
    </w:p>
    <w:p w14:paraId="0D452E62" w14:textId="6446A543" w:rsidR="00522F3E" w:rsidRDefault="003A0136" w:rsidP="00522F3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Work with clash groups</w:t>
      </w:r>
    </w:p>
    <w:p w14:paraId="32112AE9" w14:textId="2D5EAEFF" w:rsidR="00522F3E" w:rsidRDefault="003A0136" w:rsidP="00522F3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Edit clash tolerance</w:t>
      </w:r>
    </w:p>
    <w:p w14:paraId="57A80728" w14:textId="770A0F72" w:rsidR="00522F3E" w:rsidRDefault="003A0136" w:rsidP="00522F3E">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issues for clashes</w:t>
      </w:r>
    </w:p>
    <w:p w14:paraId="6427738E" w14:textId="77777777" w:rsidR="00522F3E" w:rsidRPr="00C741B9" w:rsidRDefault="00522F3E" w:rsidP="00522F3E">
      <w:pPr>
        <w:pStyle w:val="ListParagraph"/>
        <w:spacing w:after="0" w:line="240" w:lineRule="auto"/>
        <w:rPr>
          <w:rFonts w:ascii="Artifakt ElementOfc" w:eastAsiaTheme="minorEastAsia" w:hAnsi="Artifakt ElementOfc" w:cs="Artifakt ElementOfc"/>
        </w:rPr>
      </w:pPr>
    </w:p>
    <w:p w14:paraId="5888E93F" w14:textId="6F6AA35C" w:rsidR="00522F3E" w:rsidRPr="00E41074" w:rsidRDefault="00522F3E" w:rsidP="00522F3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sidR="003A0136">
        <w:rPr>
          <w:rFonts w:ascii="Artifakt ElementOfc" w:hAnsi="Artifakt ElementOfc"/>
          <w:bCs/>
          <w:shd w:val="clear" w:color="auto" w:fill="FFFFFF"/>
        </w:rPr>
        <w:t>10</w:t>
      </w:r>
      <w:r>
        <w:rPr>
          <w:rFonts w:ascii="Artifakt ElementOfc" w:hAnsi="Artifakt ElementOfc"/>
          <w:bCs/>
          <w:shd w:val="clear" w:color="auto" w:fill="FFFFFF"/>
        </w:rPr>
        <w:t xml:space="preserve"> </w:t>
      </w:r>
      <w:r w:rsidRPr="00E41074">
        <w:rPr>
          <w:rFonts w:ascii="Artifakt ElementOfc" w:hAnsi="Artifakt ElementOfc"/>
          <w:bCs/>
          <w:shd w:val="clear" w:color="auto" w:fill="FFFFFF"/>
        </w:rPr>
        <w:t>minutes</w:t>
      </w:r>
    </w:p>
    <w:p w14:paraId="17690DDA" w14:textId="77777777" w:rsidR="00522F3E" w:rsidRPr="00E41074" w:rsidRDefault="00522F3E" w:rsidP="00522F3E">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4451041" w14:textId="77777777" w:rsidR="00522F3E" w:rsidRPr="00273A08" w:rsidRDefault="00522F3E" w:rsidP="00522F3E">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588D5FF5" w14:textId="77777777" w:rsidR="00522F3E" w:rsidRPr="00E13323" w:rsidRDefault="00522F3E" w:rsidP="00522F3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42A72BBF" w14:textId="77777777" w:rsidR="00522F3E" w:rsidRPr="00E13323" w:rsidRDefault="00522F3E" w:rsidP="00522F3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22460DE3" w14:textId="77777777" w:rsidR="00522F3E" w:rsidRPr="00E13323" w:rsidRDefault="00522F3E" w:rsidP="00522F3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748F8C96" w14:textId="77777777" w:rsidR="00522F3E" w:rsidRPr="005F2CD8" w:rsidRDefault="00522F3E" w:rsidP="00522F3E">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42114F80" w14:textId="77777777" w:rsidR="00522F3E" w:rsidRPr="00FA3141" w:rsidRDefault="00522F3E" w:rsidP="00522F3E">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lastRenderedPageBreak/>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2D23C8D4" w14:textId="77777777" w:rsidR="00522F3E" w:rsidRPr="001F1535" w:rsidRDefault="00522F3E" w:rsidP="00522F3E">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50DC32FF" w14:textId="77777777" w:rsidR="00522F3E" w:rsidRPr="00E41074" w:rsidRDefault="00522F3E" w:rsidP="00522F3E">
      <w:pPr>
        <w:rPr>
          <w:rFonts w:ascii="Artifakt ElementOfc" w:hAnsi="Artifakt ElementOfc" w:cs="Artifakt ElementOfc"/>
        </w:rPr>
        <w:sectPr w:rsidR="00522F3E" w:rsidRPr="00E41074" w:rsidSect="00522F3E">
          <w:type w:val="continuous"/>
          <w:pgSz w:w="12240" w:h="15840"/>
          <w:pgMar w:top="720" w:right="720" w:bottom="720" w:left="720" w:header="720" w:footer="720" w:gutter="0"/>
          <w:cols w:space="720"/>
          <w:titlePg/>
          <w:docGrid w:linePitch="360"/>
        </w:sectPr>
      </w:pPr>
    </w:p>
    <w:p w14:paraId="2A9D5381" w14:textId="77777777" w:rsidR="00522F3E" w:rsidRDefault="00522F3E" w:rsidP="00522F3E">
      <w:pPr>
        <w:pBdr>
          <w:top w:val="single" w:sz="4" w:space="1" w:color="auto"/>
        </w:pBdr>
        <w:rPr>
          <w:rFonts w:ascii="Artifakt ElementOfc" w:hAnsi="Artifakt ElementOfc" w:cs="Artifakt ElementOfc"/>
          <w:b/>
          <w:color w:val="000000"/>
          <w:shd w:val="clear" w:color="auto" w:fill="FFFFFF"/>
        </w:rPr>
      </w:pPr>
    </w:p>
    <w:p w14:paraId="709940CB" w14:textId="77777777" w:rsidR="00522F3E" w:rsidRPr="00E41074" w:rsidRDefault="00522F3E" w:rsidP="00522F3E">
      <w:pPr>
        <w:pStyle w:val="copy"/>
        <w:spacing w:after="0" w:line="240" w:lineRule="auto"/>
        <w:rPr>
          <w:rFonts w:ascii="Artifakt ElementOfc" w:hAnsi="Artifakt ElementOfc"/>
        </w:rPr>
        <w:sectPr w:rsidR="00522F3E" w:rsidRPr="00E41074" w:rsidSect="00522F3E">
          <w:type w:val="continuous"/>
          <w:pgSz w:w="12240" w:h="15840"/>
          <w:pgMar w:top="720" w:right="720" w:bottom="720" w:left="720" w:header="720" w:footer="720" w:gutter="0"/>
          <w:cols w:space="720"/>
          <w:titlePg/>
          <w:docGrid w:linePitch="360"/>
        </w:sectPr>
      </w:pPr>
    </w:p>
    <w:p w14:paraId="00EE208B" w14:textId="6394710A" w:rsidR="00F30A9A" w:rsidRPr="00940D91" w:rsidRDefault="00603C0C" w:rsidP="00F30A9A">
      <w:pPr>
        <w:pStyle w:val="copy"/>
        <w:rPr>
          <w:rFonts w:ascii="Artifakt ElementOfc" w:hAnsi="Artifakt ElementOfc"/>
          <w:b/>
        </w:rPr>
      </w:pPr>
      <w:r>
        <w:rPr>
          <w:rFonts w:ascii="Artifakt ElementOfc" w:hAnsi="Artifakt ElementOfc"/>
          <w:b/>
        </w:rPr>
        <w:t xml:space="preserve">M8-05 </w:t>
      </w:r>
      <w:r w:rsidR="00F30A9A">
        <w:rPr>
          <w:rFonts w:ascii="Artifakt ElementOfc" w:hAnsi="Artifakt ElementOfc"/>
          <w:b/>
        </w:rPr>
        <w:t>Review issues</w:t>
      </w:r>
    </w:p>
    <w:p w14:paraId="4A631DEE" w14:textId="782D4F97" w:rsidR="00F30A9A" w:rsidRPr="00E41074" w:rsidRDefault="00F30A9A" w:rsidP="00F30A9A">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7801E75" w14:textId="77777777" w:rsidR="00F30A9A" w:rsidRPr="00E41074" w:rsidRDefault="00F30A9A" w:rsidP="00F30A9A">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91D627E" w14:textId="29743C9D" w:rsidR="00F30A9A" w:rsidRPr="00E41074" w:rsidRDefault="00F30A9A" w:rsidP="00F30A9A">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03D5BC17" w14:textId="1E9CD0A4" w:rsidR="00F30A9A" w:rsidRDefault="00857D17" w:rsidP="00F30A9A">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coordination issues</w:t>
      </w:r>
    </w:p>
    <w:p w14:paraId="01318A79" w14:textId="44FFDF07" w:rsidR="00857D17" w:rsidRDefault="00857D17" w:rsidP="00F30A9A">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an issue report</w:t>
      </w:r>
    </w:p>
    <w:p w14:paraId="399D6252" w14:textId="77777777" w:rsidR="00F30A9A" w:rsidRPr="00C741B9" w:rsidRDefault="00F30A9A" w:rsidP="00F30A9A">
      <w:pPr>
        <w:pStyle w:val="ListParagraph"/>
        <w:spacing w:after="0" w:line="240" w:lineRule="auto"/>
        <w:rPr>
          <w:rFonts w:ascii="Artifakt ElementOfc" w:eastAsiaTheme="minorEastAsia" w:hAnsi="Artifakt ElementOfc" w:cs="Artifakt ElementOfc"/>
        </w:rPr>
      </w:pPr>
    </w:p>
    <w:p w14:paraId="65D1C4D2" w14:textId="002E7C3D" w:rsidR="00F30A9A" w:rsidRPr="00E41074" w:rsidRDefault="00F30A9A" w:rsidP="00F30A9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3B788EBF" w14:textId="77777777" w:rsidR="00F30A9A" w:rsidRPr="00E41074" w:rsidRDefault="00F30A9A" w:rsidP="00F30A9A">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B0902CA" w14:textId="77777777" w:rsidR="00F30A9A" w:rsidRPr="00273A08" w:rsidRDefault="00F30A9A" w:rsidP="00F30A9A">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43BCCB36" w14:textId="77777777" w:rsidR="00F30A9A" w:rsidRPr="00E13323" w:rsidRDefault="00F30A9A" w:rsidP="00F30A9A">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3CCCA990" w14:textId="77777777" w:rsidR="00F30A9A" w:rsidRPr="00E13323" w:rsidRDefault="00F30A9A" w:rsidP="00F30A9A">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1291D614" w14:textId="77777777" w:rsidR="00F30A9A" w:rsidRPr="00E13323" w:rsidRDefault="00F30A9A" w:rsidP="00F30A9A">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7FCE6BCB" w14:textId="77777777" w:rsidR="00F30A9A" w:rsidRPr="005F2CD8" w:rsidRDefault="00F30A9A" w:rsidP="00F30A9A">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2D0A433B" w14:textId="77777777" w:rsidR="00F30A9A" w:rsidRPr="00FA3141" w:rsidRDefault="00F30A9A" w:rsidP="00F30A9A">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7DC20B44" w14:textId="77777777" w:rsidR="00F30A9A" w:rsidRPr="001F1535" w:rsidRDefault="00F30A9A" w:rsidP="00F30A9A">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183731EE" w14:textId="77777777" w:rsidR="00F30A9A" w:rsidRPr="00E41074" w:rsidRDefault="00F30A9A" w:rsidP="00F30A9A">
      <w:pPr>
        <w:rPr>
          <w:rFonts w:ascii="Artifakt ElementOfc" w:hAnsi="Artifakt ElementOfc" w:cs="Artifakt ElementOfc"/>
        </w:rPr>
        <w:sectPr w:rsidR="00F30A9A" w:rsidRPr="00E41074" w:rsidSect="00F30A9A">
          <w:type w:val="continuous"/>
          <w:pgSz w:w="12240" w:h="15840"/>
          <w:pgMar w:top="720" w:right="720" w:bottom="720" w:left="720" w:header="720" w:footer="720" w:gutter="0"/>
          <w:cols w:space="720"/>
          <w:titlePg/>
          <w:docGrid w:linePitch="360"/>
        </w:sectPr>
      </w:pPr>
    </w:p>
    <w:p w14:paraId="18834577" w14:textId="77777777" w:rsidR="00F30A9A" w:rsidRDefault="00F30A9A" w:rsidP="00F30A9A">
      <w:pPr>
        <w:pBdr>
          <w:top w:val="single" w:sz="4" w:space="1" w:color="auto"/>
        </w:pBdr>
        <w:rPr>
          <w:rFonts w:ascii="Artifakt ElementOfc" w:hAnsi="Artifakt ElementOfc" w:cs="Artifakt ElementOfc"/>
          <w:b/>
          <w:color w:val="000000"/>
          <w:shd w:val="clear" w:color="auto" w:fill="FFFFFF"/>
        </w:rPr>
      </w:pPr>
    </w:p>
    <w:p w14:paraId="1D2AA55D" w14:textId="669267A1" w:rsidR="00857D17" w:rsidRPr="00940D91" w:rsidRDefault="00603C0C" w:rsidP="00857D17">
      <w:pPr>
        <w:pStyle w:val="copy"/>
        <w:rPr>
          <w:rFonts w:ascii="Artifakt ElementOfc" w:hAnsi="Artifakt ElementOfc"/>
          <w:b/>
        </w:rPr>
      </w:pPr>
      <w:r>
        <w:rPr>
          <w:rFonts w:ascii="Artifakt ElementOfc" w:hAnsi="Artifakt ElementOfc"/>
          <w:b/>
        </w:rPr>
        <w:t xml:space="preserve">M8-06 </w:t>
      </w:r>
      <w:r w:rsidR="00857D17">
        <w:rPr>
          <w:rFonts w:ascii="Artifakt ElementOfc" w:hAnsi="Artifakt ElementOfc"/>
          <w:b/>
        </w:rPr>
        <w:t>Update clashes</w:t>
      </w:r>
    </w:p>
    <w:p w14:paraId="0816A6EC" w14:textId="77777777" w:rsidR="00857D17" w:rsidRPr="00E41074" w:rsidRDefault="00857D17" w:rsidP="00857D17">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680E5FCF" w14:textId="77777777" w:rsidR="00857D17" w:rsidRPr="00E41074" w:rsidRDefault="00857D17" w:rsidP="00857D17">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A7E6B42" w14:textId="77777777" w:rsidR="00857D17" w:rsidRPr="00E41074" w:rsidRDefault="00857D17" w:rsidP="00857D17">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2EE57B66" w14:textId="1991241A" w:rsidR="00857D17" w:rsidRDefault="00857D17" w:rsidP="00857D1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w:t>
      </w:r>
      <w:r w:rsidR="00601D5B">
        <w:rPr>
          <w:rFonts w:ascii="Artifakt ElementOfc" w:eastAsiaTheme="minorEastAsia" w:hAnsi="Artifakt ElementOfc" w:cs="Artifakt ElementOfc"/>
        </w:rPr>
        <w:t xml:space="preserve">-run clashes with updated models </w:t>
      </w:r>
    </w:p>
    <w:p w14:paraId="34BBC947" w14:textId="4D55C6A0" w:rsidR="00857D17" w:rsidRDefault="00601D5B" w:rsidP="00857D17">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Close resolved issues</w:t>
      </w:r>
    </w:p>
    <w:p w14:paraId="23257EBD" w14:textId="77777777" w:rsidR="00857D17" w:rsidRPr="00C741B9" w:rsidRDefault="00857D17" w:rsidP="00857D17">
      <w:pPr>
        <w:pStyle w:val="ListParagraph"/>
        <w:spacing w:after="0" w:line="240" w:lineRule="auto"/>
        <w:rPr>
          <w:rFonts w:ascii="Artifakt ElementOfc" w:eastAsiaTheme="minorEastAsia" w:hAnsi="Artifakt ElementOfc" w:cs="Artifakt ElementOfc"/>
        </w:rPr>
      </w:pPr>
    </w:p>
    <w:p w14:paraId="707BD93F" w14:textId="77777777" w:rsidR="00857D17" w:rsidRPr="00E41074" w:rsidRDefault="00857D17" w:rsidP="00857D1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lastRenderedPageBreak/>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5A4A35C1" w14:textId="77777777" w:rsidR="00857D17" w:rsidRPr="00E41074" w:rsidRDefault="00857D17" w:rsidP="00857D17">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BFD0E4B" w14:textId="77777777" w:rsidR="00857D17" w:rsidRDefault="00857D17" w:rsidP="00857D17">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832CA3D" w14:textId="77777777" w:rsidR="0044428D" w:rsidRPr="0044428D" w:rsidRDefault="0044428D" w:rsidP="0044428D">
      <w:pPr>
        <w:pStyle w:val="copy"/>
        <w:spacing w:after="0" w:line="240" w:lineRule="auto"/>
        <w:rPr>
          <w:rFonts w:ascii="Artifakt ElementOfc" w:hAnsi="Artifakt ElementOfc"/>
          <w:i/>
          <w:iCs/>
          <w:shd w:val="clear" w:color="auto" w:fill="FFFFFF"/>
        </w:rPr>
      </w:pPr>
      <w:r w:rsidRPr="0044428D">
        <w:rPr>
          <w:rFonts w:ascii="Artifakt ElementOfc" w:hAnsi="Artifakt ElementOfc"/>
          <w:i/>
          <w:iCs/>
          <w:shd w:val="clear" w:color="auto" w:fill="FFFFFF"/>
        </w:rPr>
        <w:t>V2 Models for M8-06 Update clashes</w:t>
      </w:r>
    </w:p>
    <w:p w14:paraId="4F85822A" w14:textId="77777777" w:rsidR="0044428D" w:rsidRPr="0044428D" w:rsidRDefault="0044428D" w:rsidP="0044428D">
      <w:pPr>
        <w:pStyle w:val="copy"/>
        <w:spacing w:after="0" w:line="240" w:lineRule="auto"/>
        <w:ind w:left="360"/>
        <w:rPr>
          <w:rFonts w:ascii="Artifakt ElementOfc" w:hAnsi="Artifakt ElementOfc"/>
          <w:i/>
          <w:iCs/>
          <w:shd w:val="clear" w:color="auto" w:fill="FFFFFF"/>
        </w:rPr>
      </w:pPr>
      <w:r w:rsidRPr="0044428D">
        <w:rPr>
          <w:rFonts w:ascii="Artifakt ElementOfc" w:hAnsi="Artifakt ElementOfc"/>
          <w:i/>
          <w:iCs/>
          <w:shd w:val="clear" w:color="auto" w:fill="FFFFFF"/>
        </w:rPr>
        <w:t>ADSK-ARC-XX-ZZ-M3-A-4000.rvt</w:t>
      </w:r>
    </w:p>
    <w:p w14:paraId="4FDF76C6" w14:textId="77777777" w:rsidR="0044428D" w:rsidRPr="0044428D" w:rsidRDefault="0044428D" w:rsidP="0044428D">
      <w:pPr>
        <w:pStyle w:val="copy"/>
        <w:spacing w:after="0" w:line="240" w:lineRule="auto"/>
        <w:ind w:left="360"/>
        <w:rPr>
          <w:rFonts w:ascii="Artifakt ElementOfc" w:hAnsi="Artifakt ElementOfc"/>
          <w:i/>
          <w:iCs/>
          <w:shd w:val="clear" w:color="auto" w:fill="FFFFFF"/>
        </w:rPr>
      </w:pPr>
      <w:r w:rsidRPr="0044428D">
        <w:rPr>
          <w:rFonts w:ascii="Artifakt ElementOfc" w:hAnsi="Artifakt ElementOfc"/>
          <w:i/>
          <w:iCs/>
          <w:shd w:val="clear" w:color="auto" w:fill="FFFFFF"/>
        </w:rPr>
        <w:t>ADSK-MEP-XX-ZZ-M3-ME-4000.rvt</w:t>
      </w:r>
    </w:p>
    <w:p w14:paraId="5D0DDF0C" w14:textId="5FC23D38" w:rsidR="0044428D" w:rsidRPr="0044428D" w:rsidRDefault="0044428D" w:rsidP="0044428D">
      <w:pPr>
        <w:pStyle w:val="copy"/>
        <w:spacing w:after="0" w:line="240" w:lineRule="auto"/>
        <w:ind w:left="360"/>
        <w:rPr>
          <w:rFonts w:ascii="Artifakt ElementOfc" w:hAnsi="Artifakt ElementOfc"/>
          <w:i/>
          <w:iCs/>
          <w:shd w:val="clear" w:color="auto" w:fill="FFFFFF"/>
        </w:rPr>
      </w:pPr>
      <w:r w:rsidRPr="0044428D">
        <w:rPr>
          <w:rFonts w:ascii="Artifakt ElementOfc" w:hAnsi="Artifakt ElementOfc"/>
          <w:i/>
          <w:iCs/>
          <w:shd w:val="clear" w:color="auto" w:fill="FFFFFF"/>
        </w:rPr>
        <w:t>ADSK-STR-XX-ZZ-M3-S-4000.rvt</w:t>
      </w:r>
    </w:p>
    <w:p w14:paraId="661A43A3" w14:textId="77777777" w:rsidR="00857D17" w:rsidRDefault="00857D17" w:rsidP="00857D17">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ADSK-ARC-XX-ZZ-M3-A-4000.rvt</w:t>
      </w:r>
    </w:p>
    <w:p w14:paraId="18A1AFBD" w14:textId="77777777" w:rsidR="00857D17" w:rsidRPr="00E13323" w:rsidRDefault="00857D17" w:rsidP="00857D17">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ADSK-LAN-XX-ZZ-M3-L-0001.rvt</w:t>
      </w:r>
    </w:p>
    <w:p w14:paraId="0DDFB23E" w14:textId="77777777" w:rsidR="00857D17" w:rsidRPr="00E13323" w:rsidRDefault="00857D17" w:rsidP="00857D17">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ADSK-MEP-XX-ZZ-M3-ME-4000.rvt</w:t>
      </w:r>
    </w:p>
    <w:p w14:paraId="59C59A10" w14:textId="77777777" w:rsidR="00857D17" w:rsidRPr="005F2CD8" w:rsidRDefault="00857D17" w:rsidP="00857D17">
      <w:pPr>
        <w:pStyle w:val="copy"/>
        <w:spacing w:after="0" w:line="240" w:lineRule="auto"/>
        <w:rPr>
          <w:rFonts w:ascii="Artifakt ElementOfc" w:hAnsi="Artifakt ElementOfc"/>
          <w:i/>
          <w:iCs/>
          <w:shd w:val="clear" w:color="auto" w:fill="FFFFFF"/>
        </w:rPr>
      </w:pPr>
      <w:r w:rsidRPr="00E13323">
        <w:rPr>
          <w:rFonts w:ascii="Artifakt ElementOfc" w:hAnsi="Artifakt ElementOfc"/>
          <w:i/>
          <w:iCs/>
          <w:shd w:val="clear" w:color="auto" w:fill="FFFFFF"/>
        </w:rPr>
        <w:t>ADSK-STR-XX-ZZ-M3-S-4000.rvt</w:t>
      </w:r>
    </w:p>
    <w:p w14:paraId="0CB431BB" w14:textId="77777777" w:rsidR="00857D17" w:rsidRPr="00FA3141" w:rsidRDefault="00857D17" w:rsidP="00857D17">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14259CF" w14:textId="10616DAC" w:rsidR="00857D17" w:rsidRDefault="000B49C2" w:rsidP="00450360">
      <w:pPr>
        <w:pStyle w:val="Bullets-new"/>
      </w:pPr>
      <w:r w:rsidRPr="00225476">
        <w:rPr>
          <w:rFonts w:ascii="Artifakt ElementOfc" w:hAnsi="Artifakt ElementOfc"/>
          <w:b/>
          <w:bCs/>
        </w:rPr>
        <w:t>Practice Exercise</w:t>
      </w:r>
      <w:r>
        <w:rPr>
          <w:rFonts w:ascii="Artifakt ElementOfc" w:hAnsi="Artifakt ElementOfc"/>
          <w:b/>
          <w:bCs/>
        </w:rPr>
        <w:t xml:space="preserve"> 5</w:t>
      </w:r>
      <w:r w:rsidRPr="00225476">
        <w:rPr>
          <w:rFonts w:ascii="Artifakt ElementOfc" w:hAnsi="Artifakt ElementOfc"/>
          <w:b/>
          <w:bCs/>
        </w:rPr>
        <w:t xml:space="preserve">: </w:t>
      </w:r>
      <w:r>
        <w:rPr>
          <w:rFonts w:ascii="Artifakt ElementOfc" w:hAnsi="Artifakt ElementOfc"/>
          <w:b/>
          <w:bCs/>
        </w:rPr>
        <w:t>Apply advanced filters in ACC Model Coordination</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5 minutes</w:t>
      </w:r>
    </w:p>
    <w:p w14:paraId="428800B4"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768FDCF8"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081CFF4C"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14D73DE3" w14:textId="77777777" w:rsidR="000B49C2" w:rsidRPr="00E41074" w:rsidRDefault="000B49C2" w:rsidP="00857D17">
      <w:pPr>
        <w:rPr>
          <w:rFonts w:ascii="Artifakt ElementOfc" w:hAnsi="Artifakt ElementOfc" w:cs="Artifakt ElementOfc"/>
        </w:rPr>
        <w:sectPr w:rsidR="000B49C2" w:rsidRPr="00E41074" w:rsidSect="00857D17">
          <w:type w:val="continuous"/>
          <w:pgSz w:w="12240" w:h="15840"/>
          <w:pgMar w:top="720" w:right="720" w:bottom="720" w:left="720" w:header="720" w:footer="720" w:gutter="0"/>
          <w:cols w:space="720"/>
          <w:titlePg/>
          <w:docGrid w:linePitch="360"/>
        </w:sectPr>
      </w:pPr>
    </w:p>
    <w:p w14:paraId="2FCA0B66" w14:textId="05D67210" w:rsidR="000B49C2" w:rsidRPr="00940D91" w:rsidRDefault="00603C0C" w:rsidP="000B49C2">
      <w:pPr>
        <w:pStyle w:val="copy"/>
        <w:rPr>
          <w:rFonts w:ascii="Artifakt ElementOfc" w:hAnsi="Artifakt ElementOfc"/>
          <w:b/>
        </w:rPr>
      </w:pPr>
      <w:r>
        <w:rPr>
          <w:rFonts w:ascii="Artifakt ElementOfc" w:hAnsi="Artifakt ElementOfc"/>
          <w:b/>
          <w:bCs/>
        </w:rPr>
        <w:t xml:space="preserve">M9-01 </w:t>
      </w:r>
      <w:r w:rsidR="000B49C2">
        <w:rPr>
          <w:rFonts w:ascii="Artifakt ElementOfc" w:hAnsi="Artifakt ElementOfc"/>
          <w:b/>
        </w:rPr>
        <w:t>Set up the takeoff project</w:t>
      </w:r>
    </w:p>
    <w:p w14:paraId="75240CFC"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031323F3"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056D342"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8 </w:t>
      </w:r>
      <w:r w:rsidRPr="00E41074">
        <w:rPr>
          <w:rFonts w:ascii="Artifakt ElementOfc" w:hAnsi="Artifakt ElementOfc"/>
          <w:bCs/>
          <w:shd w:val="clear" w:color="auto" w:fill="FFFFFF"/>
        </w:rPr>
        <w:t>minutes</w:t>
      </w:r>
    </w:p>
    <w:p w14:paraId="2892E69A"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Set up measurement system, currency and output definitions</w:t>
      </w:r>
    </w:p>
    <w:p w14:paraId="26A55F9D"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Packages</w:t>
      </w:r>
    </w:p>
    <w:p w14:paraId="3151D052"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Upload 3D models</w:t>
      </w:r>
    </w:p>
    <w:p w14:paraId="2AB19BCD" w14:textId="77777777" w:rsidR="000B49C2" w:rsidRPr="00C741B9" w:rsidRDefault="000B49C2" w:rsidP="000B49C2">
      <w:pPr>
        <w:pStyle w:val="ListParagraph"/>
        <w:spacing w:after="0" w:line="240" w:lineRule="auto"/>
        <w:rPr>
          <w:rFonts w:ascii="Artifakt ElementOfc" w:eastAsiaTheme="minorEastAsia" w:hAnsi="Artifakt ElementOfc" w:cs="Artifakt ElementOfc"/>
        </w:rPr>
      </w:pPr>
    </w:p>
    <w:p w14:paraId="7AB2E248"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3B9FEA0E"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00E2E558" w14:textId="77777777" w:rsidR="000B49C2" w:rsidRDefault="000B49C2" w:rsidP="000B49C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73775723" w14:textId="5163865A" w:rsidR="00C95141" w:rsidRDefault="00C95141" w:rsidP="000B49C2">
      <w:pPr>
        <w:pStyle w:val="copy"/>
        <w:spacing w:after="0" w:line="240" w:lineRule="auto"/>
        <w:rPr>
          <w:rFonts w:ascii="Artifakt ElementOfc" w:hAnsi="Artifakt ElementOfc"/>
          <w:i/>
          <w:iCs/>
          <w:shd w:val="clear" w:color="auto" w:fill="FFFFFF"/>
        </w:rPr>
      </w:pPr>
      <w:r w:rsidRPr="00C95141">
        <w:rPr>
          <w:rFonts w:ascii="Artifakt ElementOfc" w:hAnsi="Artifakt ElementOfc"/>
          <w:i/>
          <w:iCs/>
          <w:shd w:val="clear" w:color="auto" w:fill="FFFFFF"/>
        </w:rPr>
        <w:t>Architecture_2025</w:t>
      </w:r>
      <w:r w:rsidR="00BB4117">
        <w:rPr>
          <w:rFonts w:ascii="Artifakt ElementOfc" w:hAnsi="Artifakt ElementOfc"/>
          <w:i/>
          <w:iCs/>
          <w:shd w:val="clear" w:color="auto" w:fill="FFFFFF"/>
        </w:rPr>
        <w:t>.rvt</w:t>
      </w:r>
    </w:p>
    <w:p w14:paraId="3987C94D" w14:textId="44FF7243" w:rsidR="00BB4117" w:rsidRDefault="00BB4117" w:rsidP="000B49C2">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Services</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3909FC1D" w14:textId="1AC202ED" w:rsidR="00BB4117" w:rsidRDefault="00BB4117" w:rsidP="000B49C2">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Structure</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1553DEA0"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NRM1 Template.xlsx</w:t>
      </w:r>
    </w:p>
    <w:p w14:paraId="4D90521A"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Uniclass2015 Template.xlsx</w:t>
      </w:r>
    </w:p>
    <w:p w14:paraId="34AA8F34" w14:textId="77777777" w:rsidR="000B49C2"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lastRenderedPageBreak/>
        <w:t>ZZ - Takeoff_output_definitions.xlsx</w:t>
      </w:r>
    </w:p>
    <w:p w14:paraId="0E449CFA" w14:textId="77777777" w:rsidR="000B49C2" w:rsidRPr="00FA3141" w:rsidRDefault="000B49C2" w:rsidP="000B49C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03B21399"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1A68116"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4BB32526"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4EEDA485" w14:textId="77777777" w:rsidR="000B49C2" w:rsidRPr="00E41074" w:rsidRDefault="000B49C2" w:rsidP="000B49C2">
      <w:pPr>
        <w:pBdr>
          <w:top w:val="single" w:sz="4" w:space="1" w:color="auto"/>
        </w:pBdr>
        <w:rPr>
          <w:rFonts w:ascii="Artifakt ElementOfc" w:hAnsi="Artifakt ElementOfc" w:cs="Artifakt ElementOfc"/>
          <w:b/>
          <w:color w:val="000000"/>
          <w:shd w:val="clear" w:color="auto" w:fill="FFFFFF"/>
        </w:rPr>
        <w:sectPr w:rsidR="000B49C2" w:rsidRPr="00E41074" w:rsidSect="000B49C2">
          <w:type w:val="continuous"/>
          <w:pgSz w:w="12240" w:h="15840"/>
          <w:pgMar w:top="720" w:right="720" w:bottom="720" w:left="720" w:header="720" w:footer="720" w:gutter="0"/>
          <w:cols w:space="720"/>
          <w:titlePg/>
          <w:docGrid w:linePitch="360"/>
        </w:sectPr>
      </w:pPr>
    </w:p>
    <w:p w14:paraId="0DCD74BC" w14:textId="22AC1A40" w:rsidR="000B49C2" w:rsidRPr="00940D91" w:rsidRDefault="00603C0C" w:rsidP="000B49C2">
      <w:pPr>
        <w:pStyle w:val="copy"/>
        <w:rPr>
          <w:rFonts w:ascii="Artifakt ElementOfc" w:hAnsi="Artifakt ElementOfc"/>
          <w:b/>
        </w:rPr>
      </w:pPr>
      <w:r>
        <w:rPr>
          <w:b/>
          <w:bCs/>
        </w:rPr>
        <w:t xml:space="preserve">M9-02 </w:t>
      </w:r>
      <w:r w:rsidR="000B49C2" w:rsidRPr="00755EBB">
        <w:rPr>
          <w:b/>
          <w:bCs/>
        </w:rPr>
        <w:t>Perform a takeoff from 3D models</w:t>
      </w:r>
    </w:p>
    <w:p w14:paraId="1E0411C9"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22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1D2B1C6C"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9EE0AE4"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12 </w:t>
      </w:r>
      <w:r w:rsidRPr="00E41074">
        <w:rPr>
          <w:rFonts w:ascii="Artifakt ElementOfc" w:hAnsi="Artifakt ElementOfc"/>
          <w:bCs/>
          <w:shd w:val="clear" w:color="auto" w:fill="FFFFFF"/>
        </w:rPr>
        <w:t>minutes</w:t>
      </w:r>
    </w:p>
    <w:p w14:paraId="5C249462"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or import Takeoff types</w:t>
      </w:r>
    </w:p>
    <w:p w14:paraId="025D5F5A"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Use Takeoff types to extract quantities to the Inventory</w:t>
      </w:r>
    </w:p>
    <w:p w14:paraId="531FBAD0" w14:textId="6637BBF1"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 xml:space="preserve">Add additional outputs </w:t>
      </w:r>
      <w:r w:rsidR="006C7766">
        <w:rPr>
          <w:rFonts w:ascii="Artifakt ElementOfc" w:eastAsiaTheme="minorEastAsia" w:hAnsi="Artifakt ElementOfc" w:cs="Artifakt ElementOfc"/>
        </w:rPr>
        <w:t xml:space="preserve">and rules </w:t>
      </w:r>
      <w:r w:rsidR="00175E50">
        <w:rPr>
          <w:rFonts w:ascii="Artifakt ElementOfc" w:eastAsiaTheme="minorEastAsia" w:hAnsi="Artifakt ElementOfc" w:cs="Artifakt ElementOfc"/>
        </w:rPr>
        <w:t>to Takeoff types</w:t>
      </w:r>
    </w:p>
    <w:p w14:paraId="034EA379" w14:textId="77777777" w:rsidR="000B49C2" w:rsidRPr="00C741B9" w:rsidRDefault="000B49C2" w:rsidP="000B49C2">
      <w:pPr>
        <w:pStyle w:val="ListParagraph"/>
        <w:spacing w:after="0" w:line="240" w:lineRule="auto"/>
        <w:rPr>
          <w:rFonts w:ascii="Artifakt ElementOfc" w:eastAsiaTheme="minorEastAsia" w:hAnsi="Artifakt ElementOfc" w:cs="Artifakt ElementOfc"/>
        </w:rPr>
      </w:pPr>
    </w:p>
    <w:p w14:paraId="7AE1FE45"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10 </w:t>
      </w:r>
      <w:r w:rsidRPr="00E41074">
        <w:rPr>
          <w:rFonts w:ascii="Artifakt ElementOfc" w:hAnsi="Artifakt ElementOfc"/>
          <w:bCs/>
          <w:shd w:val="clear" w:color="auto" w:fill="FFFFFF"/>
        </w:rPr>
        <w:t>minutes</w:t>
      </w:r>
    </w:p>
    <w:p w14:paraId="4AE48871"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C532CB2" w14:textId="77777777" w:rsidR="000B49C2" w:rsidRDefault="000B49C2" w:rsidP="000B49C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6E9843AF" w14:textId="77777777" w:rsidR="00BB4117" w:rsidRDefault="00BB4117" w:rsidP="00BB4117">
      <w:pPr>
        <w:pStyle w:val="copy"/>
        <w:spacing w:after="0" w:line="240" w:lineRule="auto"/>
        <w:rPr>
          <w:rFonts w:ascii="Artifakt ElementOfc" w:hAnsi="Artifakt ElementOfc"/>
          <w:i/>
          <w:iCs/>
          <w:shd w:val="clear" w:color="auto" w:fill="FFFFFF"/>
        </w:rPr>
      </w:pPr>
      <w:r w:rsidRPr="00C95141">
        <w:rPr>
          <w:rFonts w:ascii="Artifakt ElementOfc" w:hAnsi="Artifakt ElementOfc"/>
          <w:i/>
          <w:iCs/>
          <w:shd w:val="clear" w:color="auto" w:fill="FFFFFF"/>
        </w:rPr>
        <w:t>Architecture_2025</w:t>
      </w:r>
      <w:r>
        <w:rPr>
          <w:rFonts w:ascii="Artifakt ElementOfc" w:hAnsi="Artifakt ElementOfc"/>
          <w:i/>
          <w:iCs/>
          <w:shd w:val="clear" w:color="auto" w:fill="FFFFFF"/>
        </w:rPr>
        <w:t>.rvt</w:t>
      </w:r>
    </w:p>
    <w:p w14:paraId="62698AEE" w14:textId="77777777" w:rsidR="00BB4117" w:rsidRDefault="00BB4117" w:rsidP="00BB4117">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Services</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0603BE22" w14:textId="77777777" w:rsidR="00BB4117" w:rsidRDefault="00BB4117" w:rsidP="00BB4117">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Structure</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543BD82C"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NRM1 Template.xlsx</w:t>
      </w:r>
    </w:p>
    <w:p w14:paraId="16E10553"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Uniclass2015 Template.xlsx</w:t>
      </w:r>
    </w:p>
    <w:p w14:paraId="519605DC" w14:textId="77777777" w:rsidR="000B49C2"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ZZ - Takeoff_output_definitions.xlsx</w:t>
      </w:r>
    </w:p>
    <w:p w14:paraId="036BB86B" w14:textId="77777777" w:rsidR="000B49C2" w:rsidRPr="00FA3141" w:rsidRDefault="000B49C2" w:rsidP="000B49C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568E9F23"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387BD962"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024F4C03"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3723C68A" w14:textId="77777777" w:rsidR="000B49C2" w:rsidRPr="00FF5E90" w:rsidRDefault="000B49C2" w:rsidP="000B49C2">
      <w:pPr>
        <w:pStyle w:val="copy"/>
        <w:rPr>
          <w:rFonts w:ascii="Artifakt ElementOfc" w:hAnsi="Artifakt ElementOfc"/>
          <w:b/>
          <w:bCs/>
        </w:rPr>
      </w:pPr>
      <w:r w:rsidRPr="00FF5E90">
        <w:rPr>
          <w:b/>
          <w:bCs/>
        </w:rPr>
        <w:t xml:space="preserve">M9-03: Analyze takeoff results </w:t>
      </w:r>
    </w:p>
    <w:p w14:paraId="72845F7E"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12</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5B5060EE"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35A3638D"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582EF0F0"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lastRenderedPageBreak/>
        <w:t>Review the inventory</w:t>
      </w:r>
    </w:p>
    <w:p w14:paraId="1BDE036D"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Export quantities</w:t>
      </w:r>
    </w:p>
    <w:p w14:paraId="2F363714"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Create inventory snapshots</w:t>
      </w:r>
    </w:p>
    <w:p w14:paraId="4DEBC2DF"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Update models</w:t>
      </w:r>
    </w:p>
    <w:p w14:paraId="689FBF39" w14:textId="77777777" w:rsidR="000B49C2" w:rsidRPr="00C741B9" w:rsidRDefault="000B49C2" w:rsidP="000B49C2">
      <w:pPr>
        <w:pStyle w:val="ListParagraph"/>
        <w:spacing w:after="0" w:line="240" w:lineRule="auto"/>
        <w:rPr>
          <w:rFonts w:ascii="Artifakt ElementOfc" w:eastAsiaTheme="minorEastAsia" w:hAnsi="Artifakt ElementOfc" w:cs="Artifakt ElementOfc"/>
        </w:rPr>
      </w:pPr>
    </w:p>
    <w:p w14:paraId="5377E238"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392E697E"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4491D6DF" w14:textId="77777777" w:rsidR="000B49C2" w:rsidRDefault="000B49C2" w:rsidP="000B49C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63CDEFED" w14:textId="77777777" w:rsidR="00BB4117" w:rsidRDefault="00BB4117" w:rsidP="00BB4117">
      <w:pPr>
        <w:pStyle w:val="copy"/>
        <w:spacing w:after="0" w:line="240" w:lineRule="auto"/>
        <w:rPr>
          <w:rFonts w:ascii="Artifakt ElementOfc" w:hAnsi="Artifakt ElementOfc"/>
          <w:i/>
          <w:iCs/>
          <w:shd w:val="clear" w:color="auto" w:fill="FFFFFF"/>
        </w:rPr>
      </w:pPr>
      <w:r w:rsidRPr="00C95141">
        <w:rPr>
          <w:rFonts w:ascii="Artifakt ElementOfc" w:hAnsi="Artifakt ElementOfc"/>
          <w:i/>
          <w:iCs/>
          <w:shd w:val="clear" w:color="auto" w:fill="FFFFFF"/>
        </w:rPr>
        <w:t>Architecture_2025</w:t>
      </w:r>
      <w:r>
        <w:rPr>
          <w:rFonts w:ascii="Artifakt ElementOfc" w:hAnsi="Artifakt ElementOfc"/>
          <w:i/>
          <w:iCs/>
          <w:shd w:val="clear" w:color="auto" w:fill="FFFFFF"/>
        </w:rPr>
        <w:t>.rvt</w:t>
      </w:r>
    </w:p>
    <w:p w14:paraId="6E7A3E45" w14:textId="77777777" w:rsidR="00BB4117" w:rsidRDefault="00BB4117" w:rsidP="00BB4117">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Services</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62B3E1D6" w14:textId="77777777" w:rsidR="00BB4117" w:rsidRDefault="00BB4117" w:rsidP="00BB4117">
      <w:pPr>
        <w:pStyle w:val="copy"/>
        <w:spacing w:after="0" w:line="240" w:lineRule="auto"/>
        <w:rPr>
          <w:rFonts w:ascii="Artifakt ElementOfc" w:hAnsi="Artifakt ElementOfc"/>
          <w:i/>
          <w:iCs/>
          <w:shd w:val="clear" w:color="auto" w:fill="FFFFFF"/>
        </w:rPr>
      </w:pPr>
      <w:r>
        <w:rPr>
          <w:rFonts w:ascii="Artifakt ElementOfc" w:hAnsi="Artifakt ElementOfc"/>
          <w:i/>
          <w:iCs/>
          <w:shd w:val="clear" w:color="auto" w:fill="FFFFFF"/>
        </w:rPr>
        <w:t>Structure</w:t>
      </w:r>
      <w:r w:rsidRPr="00C95141">
        <w:rPr>
          <w:rFonts w:ascii="Artifakt ElementOfc" w:hAnsi="Artifakt ElementOfc"/>
          <w:i/>
          <w:iCs/>
          <w:shd w:val="clear" w:color="auto" w:fill="FFFFFF"/>
        </w:rPr>
        <w:t>_2025</w:t>
      </w:r>
      <w:r>
        <w:rPr>
          <w:rFonts w:ascii="Artifakt ElementOfc" w:hAnsi="Artifakt ElementOfc"/>
          <w:i/>
          <w:iCs/>
          <w:shd w:val="clear" w:color="auto" w:fill="FFFFFF"/>
        </w:rPr>
        <w:t>.rvt</w:t>
      </w:r>
    </w:p>
    <w:p w14:paraId="093E7BE8"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NRM1 Template.xlsx</w:t>
      </w:r>
    </w:p>
    <w:p w14:paraId="3D243897" w14:textId="77777777" w:rsidR="000B49C2" w:rsidRPr="009F6AC8"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Uniclass2015 Template.xlsx</w:t>
      </w:r>
    </w:p>
    <w:p w14:paraId="319BD35F" w14:textId="77777777" w:rsidR="000B49C2" w:rsidRDefault="000B49C2" w:rsidP="000B49C2">
      <w:pPr>
        <w:pStyle w:val="copy"/>
        <w:spacing w:after="0" w:line="240" w:lineRule="auto"/>
        <w:rPr>
          <w:rFonts w:ascii="Artifakt ElementOfc" w:hAnsi="Artifakt ElementOfc"/>
          <w:i/>
          <w:iCs/>
          <w:shd w:val="clear" w:color="auto" w:fill="FFFFFF"/>
        </w:rPr>
      </w:pPr>
      <w:r w:rsidRPr="009F6AC8">
        <w:rPr>
          <w:rFonts w:ascii="Artifakt ElementOfc" w:hAnsi="Artifakt ElementOfc"/>
          <w:i/>
          <w:iCs/>
          <w:shd w:val="clear" w:color="auto" w:fill="FFFFFF"/>
        </w:rPr>
        <w:t>ZZ - Takeoff_output_definitions.xlsx</w:t>
      </w:r>
    </w:p>
    <w:p w14:paraId="4208A72C" w14:textId="77777777" w:rsidR="000B49C2" w:rsidRPr="00FA3141" w:rsidRDefault="000B49C2" w:rsidP="000B49C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1021DA5" w14:textId="77777777" w:rsidR="000B49C2" w:rsidRPr="00DA3701" w:rsidRDefault="000B49C2" w:rsidP="000B49C2">
      <w:pPr>
        <w:pStyle w:val="Bullets-new"/>
        <w:rPr>
          <w:rFonts w:ascii="Artifakt ElementOfc" w:hAnsi="Artifakt ElementOfc"/>
        </w:rPr>
      </w:pPr>
      <w:r w:rsidRPr="00225476">
        <w:rPr>
          <w:rFonts w:ascii="Artifakt ElementOfc" w:hAnsi="Artifakt ElementOfc"/>
          <w:b/>
          <w:bCs/>
        </w:rPr>
        <w:t>Practice Exercise</w:t>
      </w:r>
      <w:r>
        <w:rPr>
          <w:rFonts w:ascii="Artifakt ElementOfc" w:hAnsi="Artifakt ElementOfc"/>
          <w:b/>
          <w:bCs/>
        </w:rPr>
        <w:t xml:space="preserve"> 6</w:t>
      </w:r>
      <w:r w:rsidRPr="00225476">
        <w:rPr>
          <w:rFonts w:ascii="Artifakt ElementOfc" w:hAnsi="Artifakt ElementOfc"/>
          <w:b/>
          <w:bCs/>
        </w:rPr>
        <w:t xml:space="preserve">: </w:t>
      </w:r>
      <w:r>
        <w:rPr>
          <w:rFonts w:ascii="Artifakt ElementOfc" w:hAnsi="Artifakt ElementOfc"/>
          <w:b/>
          <w:bCs/>
        </w:rPr>
        <w:t>Measure material quantities in ACC Takeoff</w:t>
      </w:r>
      <w:r w:rsidRPr="00225476">
        <w:rPr>
          <w:rFonts w:ascii="Artifakt ElementOfc" w:hAnsi="Artifakt ElementOfc"/>
          <w:b/>
          <w:bCs/>
        </w:rPr>
        <w:t>:</w:t>
      </w:r>
      <w:r>
        <w:rPr>
          <w:rFonts w:ascii="Artifakt ElementOfc" w:hAnsi="Artifakt ElementOfc"/>
          <w:b/>
          <w:bCs/>
        </w:rPr>
        <w:t xml:space="preserve"> </w:t>
      </w:r>
      <w:r>
        <w:rPr>
          <w:rFonts w:ascii="Artifakt ElementOfc" w:hAnsi="Artifakt ElementOfc"/>
        </w:rPr>
        <w:t>7 minutes</w:t>
      </w:r>
    </w:p>
    <w:p w14:paraId="29383AE7"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6D388256"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2BED15F4"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416FFD18" w14:textId="4B18CD8C" w:rsidR="000B49C2" w:rsidRPr="0066328A" w:rsidRDefault="00603C0C" w:rsidP="000B49C2">
      <w:pPr>
        <w:pStyle w:val="copy"/>
        <w:rPr>
          <w:b/>
          <w:bCs/>
        </w:rPr>
      </w:pPr>
      <w:r>
        <w:rPr>
          <w:b/>
          <w:bCs/>
        </w:rPr>
        <w:t xml:space="preserve">M10-1 </w:t>
      </w:r>
      <w:r w:rsidR="000B49C2" w:rsidRPr="0066328A">
        <w:rPr>
          <w:b/>
          <w:bCs/>
        </w:rPr>
        <w:t xml:space="preserve">Map assets and extract </w:t>
      </w:r>
    </w:p>
    <w:p w14:paraId="004D5831"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34</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323CF471"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677A6612"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12 </w:t>
      </w:r>
      <w:r w:rsidRPr="00E41074">
        <w:rPr>
          <w:rFonts w:ascii="Artifakt ElementOfc" w:hAnsi="Artifakt ElementOfc"/>
          <w:bCs/>
          <w:shd w:val="clear" w:color="auto" w:fill="FFFFFF"/>
        </w:rPr>
        <w:t>minutes</w:t>
      </w:r>
    </w:p>
    <w:p w14:paraId="5DAAB2A7"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Add a Revit model to ACC Build</w:t>
      </w:r>
    </w:p>
    <w:p w14:paraId="7894A301"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Set up build assets ready to map a model</w:t>
      </w:r>
    </w:p>
    <w:p w14:paraId="793E649B"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Map model properties to assets</w:t>
      </w:r>
    </w:p>
    <w:p w14:paraId="69A68944"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Add a new model version and update assets</w:t>
      </w:r>
    </w:p>
    <w:p w14:paraId="34ECD264" w14:textId="77777777" w:rsidR="000B49C2" w:rsidRPr="00C741B9" w:rsidRDefault="000B49C2" w:rsidP="000B49C2">
      <w:pPr>
        <w:pStyle w:val="ListParagraph"/>
        <w:spacing w:after="0" w:line="240" w:lineRule="auto"/>
        <w:rPr>
          <w:rFonts w:ascii="Artifakt ElementOfc" w:eastAsiaTheme="minorEastAsia" w:hAnsi="Artifakt ElementOfc" w:cs="Artifakt ElementOfc"/>
        </w:rPr>
      </w:pPr>
    </w:p>
    <w:p w14:paraId="7C501440"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20 </w:t>
      </w:r>
      <w:r w:rsidRPr="00E41074">
        <w:rPr>
          <w:rFonts w:ascii="Artifakt ElementOfc" w:hAnsi="Artifakt ElementOfc"/>
          <w:bCs/>
          <w:shd w:val="clear" w:color="auto" w:fill="FFFFFF"/>
        </w:rPr>
        <w:t>minutes</w:t>
      </w:r>
    </w:p>
    <w:p w14:paraId="2725D7DC"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71D6C918" w14:textId="77777777" w:rsidR="000B49C2" w:rsidRDefault="000B49C2" w:rsidP="000B49C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57ED8412" w14:textId="77777777" w:rsidR="000B49C2" w:rsidRPr="00600438"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t>ADSK-ARC-XX-ZZ-M3-A-0004.rvt</w:t>
      </w:r>
    </w:p>
    <w:p w14:paraId="4DF08506" w14:textId="77777777" w:rsidR="000B49C2" w:rsidRPr="00600438"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lastRenderedPageBreak/>
        <w:t>ADSK-MEP-XX-ZZ-M3-ME-0004.rvt</w:t>
      </w:r>
    </w:p>
    <w:p w14:paraId="1F2C12E5" w14:textId="77777777" w:rsidR="000B49C2"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t>ADSK-STR-XX-ZZ-M3-S-0004.rvt</w:t>
      </w:r>
    </w:p>
    <w:p w14:paraId="78DD9B41" w14:textId="77777777" w:rsidR="000B49C2" w:rsidRPr="00FA3141" w:rsidRDefault="000B49C2" w:rsidP="000B49C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6899F210"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74E84DC4"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0EFC3F02"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7E09EB4B" w14:textId="5C43F090" w:rsidR="000B49C2" w:rsidRPr="008604D0" w:rsidRDefault="00603C0C" w:rsidP="000B49C2">
      <w:pPr>
        <w:pStyle w:val="copy"/>
        <w:rPr>
          <w:b/>
          <w:bCs/>
        </w:rPr>
      </w:pPr>
      <w:r>
        <w:rPr>
          <w:b/>
          <w:bCs/>
        </w:rPr>
        <w:t xml:space="preserve">M10-02 </w:t>
      </w:r>
      <w:r w:rsidR="000B49C2" w:rsidRPr="008604D0">
        <w:rPr>
          <w:b/>
          <w:bCs/>
        </w:rPr>
        <w:t xml:space="preserve">Track project progress </w:t>
      </w:r>
    </w:p>
    <w:p w14:paraId="5D948598"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Total time required for module:</w:t>
      </w:r>
      <w:r w:rsidRPr="00E41074">
        <w:rPr>
          <w:rFonts w:ascii="Artifakt ElementOfc" w:hAnsi="Artifakt ElementOfc"/>
          <w:shd w:val="clear" w:color="auto" w:fill="FFFFFF"/>
        </w:rPr>
        <w:t xml:space="preserve"> </w:t>
      </w:r>
      <w:r>
        <w:rPr>
          <w:rFonts w:ascii="Artifakt ElementOfc" w:hAnsi="Artifakt ElementOfc"/>
          <w:bCs/>
          <w:shd w:val="clear" w:color="auto" w:fill="FFFFFF"/>
        </w:rPr>
        <w:t>10</w:t>
      </w:r>
      <w:r w:rsidRPr="00E41074">
        <w:rPr>
          <w:rFonts w:ascii="Artifakt ElementOfc" w:hAnsi="Artifakt ElementOfc"/>
          <w:bCs/>
          <w:shd w:val="clear" w:color="auto" w:fill="FFFFFF"/>
        </w:rPr>
        <w:t xml:space="preserve"> minutes</w:t>
      </w:r>
      <w:r w:rsidRPr="00E41074">
        <w:rPr>
          <w:rFonts w:ascii="Artifakt ElementOfc" w:hAnsi="Artifakt ElementOfc"/>
          <w:shd w:val="clear" w:color="auto" w:fill="FFFFFF"/>
          <w:lang w:val="en-CA"/>
        </w:rPr>
        <w:t xml:space="preserve"> </w:t>
      </w:r>
    </w:p>
    <w:p w14:paraId="25D600E5"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Discuss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DED2184" w14:textId="77777777" w:rsidR="000B49C2" w:rsidRPr="00E41074" w:rsidRDefault="000B49C2" w:rsidP="000B49C2">
      <w:pPr>
        <w:pStyle w:val="copy"/>
        <w:rPr>
          <w:rFonts w:ascii="Artifakt ElementOfc" w:hAnsi="Artifakt ElementOfc"/>
          <w:shd w:val="clear" w:color="auto" w:fill="FFFFFF"/>
        </w:rPr>
      </w:pPr>
      <w:r w:rsidRPr="00E41074">
        <w:rPr>
          <w:rFonts w:ascii="Artifakt ElementOfc" w:hAnsi="Artifakt ElementOfc"/>
          <w:b/>
          <w:bCs/>
          <w:shd w:val="clear" w:color="auto" w:fill="FFFFFF"/>
        </w:rPr>
        <w:t>Demonstrate:</w:t>
      </w:r>
      <w:r>
        <w:rPr>
          <w:rFonts w:ascii="Artifakt ElementOfc" w:hAnsi="Artifakt ElementOfc"/>
          <w:shd w:val="clear" w:color="auto" w:fill="FFFFFF"/>
        </w:rPr>
        <w:t xml:space="preserve"> 5 </w:t>
      </w:r>
      <w:r w:rsidRPr="00E41074">
        <w:rPr>
          <w:rFonts w:ascii="Artifakt ElementOfc" w:hAnsi="Artifakt ElementOfc"/>
          <w:bCs/>
          <w:shd w:val="clear" w:color="auto" w:fill="FFFFFF"/>
        </w:rPr>
        <w:t>minutes</w:t>
      </w:r>
    </w:p>
    <w:p w14:paraId="2D2B9401"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Review assets in the model and sheets</w:t>
      </w:r>
    </w:p>
    <w:p w14:paraId="7BD9B60A"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Change asset statuses to reflect progress</w:t>
      </w:r>
    </w:p>
    <w:p w14:paraId="6A298901" w14:textId="77777777" w:rsidR="000B49C2" w:rsidRDefault="000B49C2" w:rsidP="000B49C2">
      <w:pPr>
        <w:pStyle w:val="ListParagraph"/>
        <w:numPr>
          <w:ilvl w:val="0"/>
          <w:numId w:val="27"/>
        </w:numPr>
        <w:spacing w:after="0" w:line="240" w:lineRule="auto"/>
        <w:rPr>
          <w:rFonts w:ascii="Artifakt ElementOfc" w:eastAsiaTheme="minorEastAsia" w:hAnsi="Artifakt ElementOfc" w:cs="Artifakt ElementOfc"/>
        </w:rPr>
      </w:pPr>
      <w:r>
        <w:rPr>
          <w:rFonts w:ascii="Artifakt ElementOfc" w:eastAsiaTheme="minorEastAsia" w:hAnsi="Artifakt ElementOfc" w:cs="Artifakt ElementOfc"/>
        </w:rPr>
        <w:t>Access progress tracking via mobile device</w:t>
      </w:r>
    </w:p>
    <w:p w14:paraId="5679D071" w14:textId="77777777" w:rsidR="000B49C2" w:rsidRPr="00C741B9" w:rsidRDefault="000B49C2" w:rsidP="000B49C2">
      <w:pPr>
        <w:pStyle w:val="ListParagraph"/>
        <w:spacing w:after="0" w:line="240" w:lineRule="auto"/>
        <w:rPr>
          <w:rFonts w:ascii="Artifakt ElementOfc" w:eastAsiaTheme="minorEastAsia" w:hAnsi="Artifakt ElementOfc" w:cs="Artifakt ElementOfc"/>
        </w:rPr>
      </w:pPr>
    </w:p>
    <w:p w14:paraId="1A3E5A2B"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Hands-on time:</w:t>
      </w:r>
      <w:r w:rsidRPr="00E41074">
        <w:rPr>
          <w:rFonts w:ascii="Artifakt ElementOfc" w:hAnsi="Artifakt ElementOfc"/>
          <w:shd w:val="clear" w:color="auto" w:fill="FFFFFF"/>
        </w:rPr>
        <w:t xml:space="preserve"> </w:t>
      </w:r>
      <w:r>
        <w:rPr>
          <w:rFonts w:ascii="Artifakt ElementOfc" w:hAnsi="Artifakt ElementOfc"/>
          <w:bCs/>
          <w:shd w:val="clear" w:color="auto" w:fill="FFFFFF"/>
        </w:rPr>
        <w:t xml:space="preserve">5 </w:t>
      </w:r>
      <w:r w:rsidRPr="00E41074">
        <w:rPr>
          <w:rFonts w:ascii="Artifakt ElementOfc" w:hAnsi="Artifakt ElementOfc"/>
          <w:bCs/>
          <w:shd w:val="clear" w:color="auto" w:fill="FFFFFF"/>
        </w:rPr>
        <w:t>minutes</w:t>
      </w:r>
    </w:p>
    <w:p w14:paraId="6515D24D" w14:textId="77777777" w:rsidR="000B49C2" w:rsidRPr="00E41074" w:rsidRDefault="000B49C2" w:rsidP="000B49C2">
      <w:pPr>
        <w:pStyle w:val="copy"/>
        <w:spacing w:line="240" w:lineRule="auto"/>
        <w:rPr>
          <w:rFonts w:ascii="Artifakt ElementOfc" w:hAnsi="Artifakt ElementOfc"/>
          <w:bCs/>
          <w:shd w:val="clear" w:color="auto" w:fill="FFFFFF"/>
        </w:rPr>
      </w:pPr>
      <w:r w:rsidRPr="00E41074">
        <w:rPr>
          <w:rFonts w:ascii="Artifakt ElementOfc" w:hAnsi="Artifakt ElementOfc"/>
          <w:b/>
          <w:bCs/>
          <w:shd w:val="clear" w:color="auto" w:fill="FFFFFF"/>
        </w:rPr>
        <w:t>Review objectives:</w:t>
      </w:r>
      <w:r w:rsidRPr="00E41074">
        <w:rPr>
          <w:rFonts w:ascii="Artifakt ElementOfc" w:hAnsi="Artifakt ElementOfc"/>
          <w:shd w:val="clear" w:color="auto" w:fill="FFFFFF"/>
        </w:rPr>
        <w:t xml:space="preserve"> </w:t>
      </w:r>
      <w:r>
        <w:rPr>
          <w:rFonts w:ascii="Artifakt ElementOfc" w:hAnsi="Artifakt ElementOfc"/>
          <w:bCs/>
          <w:shd w:val="clear" w:color="auto" w:fill="FFFFFF"/>
        </w:rPr>
        <w:t>1</w:t>
      </w:r>
      <w:r w:rsidRPr="00E41074">
        <w:rPr>
          <w:rFonts w:ascii="Artifakt ElementOfc" w:hAnsi="Artifakt ElementOfc"/>
          <w:bCs/>
          <w:shd w:val="clear" w:color="auto" w:fill="FFFFFF"/>
        </w:rPr>
        <w:t xml:space="preserve"> minute</w:t>
      </w:r>
    </w:p>
    <w:p w14:paraId="1131B409" w14:textId="77777777" w:rsidR="000B49C2" w:rsidRDefault="000B49C2" w:rsidP="000B49C2">
      <w:pPr>
        <w:pStyle w:val="copy"/>
        <w:spacing w:after="0" w:line="240" w:lineRule="auto"/>
        <w:rPr>
          <w:rFonts w:ascii="Artifakt ElementOfc" w:hAnsi="Artifakt ElementOfc"/>
          <w:b/>
          <w:bCs/>
          <w:shd w:val="clear" w:color="auto" w:fill="FFFFFF"/>
        </w:rPr>
      </w:pPr>
      <w:r w:rsidRPr="00E41074">
        <w:rPr>
          <w:rFonts w:ascii="Artifakt ElementOfc" w:hAnsi="Artifakt ElementOfc"/>
          <w:b/>
          <w:bCs/>
          <w:shd w:val="clear" w:color="auto" w:fill="FFFFFF"/>
        </w:rPr>
        <w:t>Datasets:</w:t>
      </w:r>
    </w:p>
    <w:p w14:paraId="3AD46B80" w14:textId="77777777" w:rsidR="000B49C2" w:rsidRPr="00600438"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t>ADSK-ARC-XX-ZZ-M3-A-0004.rvt</w:t>
      </w:r>
    </w:p>
    <w:p w14:paraId="022CEA1E" w14:textId="77777777" w:rsidR="000B49C2" w:rsidRPr="00600438"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t>ADSK-MEP-XX-ZZ-M3-ME-0004.rvt</w:t>
      </w:r>
    </w:p>
    <w:p w14:paraId="101E217F" w14:textId="77777777" w:rsidR="000B49C2" w:rsidRDefault="000B49C2" w:rsidP="000B49C2">
      <w:pPr>
        <w:pStyle w:val="copy"/>
        <w:spacing w:after="0" w:line="240" w:lineRule="auto"/>
        <w:rPr>
          <w:rFonts w:ascii="Artifakt ElementOfc" w:hAnsi="Artifakt ElementOfc"/>
          <w:i/>
          <w:iCs/>
          <w:shd w:val="clear" w:color="auto" w:fill="FFFFFF"/>
        </w:rPr>
      </w:pPr>
      <w:r w:rsidRPr="00600438">
        <w:rPr>
          <w:rFonts w:ascii="Artifakt ElementOfc" w:hAnsi="Artifakt ElementOfc"/>
          <w:i/>
          <w:iCs/>
          <w:shd w:val="clear" w:color="auto" w:fill="FFFFFF"/>
        </w:rPr>
        <w:t>ADSK-STR-XX-ZZ-M3-S-0004.rvt</w:t>
      </w:r>
    </w:p>
    <w:p w14:paraId="6EF7B923" w14:textId="77777777" w:rsidR="000B49C2" w:rsidRPr="00FA3141" w:rsidRDefault="000B49C2" w:rsidP="000B49C2">
      <w:pPr>
        <w:pStyle w:val="copy"/>
        <w:spacing w:after="0" w:line="240" w:lineRule="auto"/>
        <w:rPr>
          <w:rFonts w:ascii="Artifakt ElementOfc" w:hAnsi="Artifakt ElementOfc"/>
          <w:i/>
          <w:iCs/>
          <w:shd w:val="clear" w:color="auto" w:fill="FFFFFF"/>
        </w:rPr>
      </w:pPr>
      <w:r w:rsidRPr="00E41074">
        <w:rPr>
          <w:rFonts w:ascii="Artifakt ElementOfc" w:hAnsi="Artifakt ElementOfc"/>
          <w:b/>
          <w:bCs/>
          <w:shd w:val="clear" w:color="auto" w:fill="FFFFFF"/>
        </w:rPr>
        <w:br/>
        <w:t>Assignments</w:t>
      </w:r>
      <w:r>
        <w:rPr>
          <w:rFonts w:ascii="Artifakt ElementOfc" w:hAnsi="Artifakt ElementOfc"/>
          <w:b/>
          <w:bCs/>
          <w:shd w:val="clear" w:color="auto" w:fill="FFFFFF"/>
        </w:rPr>
        <w:t xml:space="preserve"> (additional)</w:t>
      </w:r>
      <w:r w:rsidRPr="00E41074">
        <w:rPr>
          <w:rFonts w:ascii="Artifakt ElementOfc" w:hAnsi="Artifakt ElementOfc"/>
          <w:b/>
          <w:bCs/>
          <w:shd w:val="clear" w:color="auto" w:fill="FFFFFF"/>
        </w:rPr>
        <w:t>:</w:t>
      </w:r>
    </w:p>
    <w:p w14:paraId="308666CE" w14:textId="77777777" w:rsidR="000B49C2" w:rsidRPr="001F1535" w:rsidRDefault="000B49C2" w:rsidP="000B49C2">
      <w:pPr>
        <w:pStyle w:val="Bullets-new"/>
        <w:rPr>
          <w:rFonts w:ascii="Artifakt ElementOfc" w:hAnsi="Artifakt ElementOfc"/>
        </w:rPr>
      </w:pPr>
      <w:r>
        <w:rPr>
          <w:rFonts w:ascii="Artifakt ElementOfc" w:hAnsi="Artifakt ElementOfc"/>
          <w:b/>
          <w:bCs/>
        </w:rPr>
        <w:t>Quiz</w:t>
      </w:r>
      <w:r w:rsidRPr="00D23C0F">
        <w:rPr>
          <w:rFonts w:ascii="Artifakt ElementOfc" w:hAnsi="Artifakt ElementOfc"/>
          <w:b/>
        </w:rPr>
        <w:t xml:space="preserve">: </w:t>
      </w:r>
      <w:r>
        <w:rPr>
          <w:rFonts w:ascii="Artifakt ElementOfc" w:hAnsi="Artifakt ElementOfc"/>
          <w:bCs/>
        </w:rPr>
        <w:t>2</w:t>
      </w:r>
      <w:r w:rsidRPr="00D23C0F">
        <w:rPr>
          <w:rFonts w:ascii="Artifakt ElementOfc" w:hAnsi="Artifakt ElementOfc"/>
          <w:bCs/>
        </w:rPr>
        <w:t xml:space="preserve"> minutes</w:t>
      </w:r>
    </w:p>
    <w:p w14:paraId="2F22C6AD" w14:textId="77777777" w:rsidR="000B49C2" w:rsidRPr="00E41074" w:rsidRDefault="000B49C2" w:rsidP="000B49C2">
      <w:pPr>
        <w:rPr>
          <w:rFonts w:ascii="Artifakt ElementOfc" w:hAnsi="Artifakt ElementOfc" w:cs="Artifakt ElementOfc"/>
        </w:rPr>
        <w:sectPr w:rsidR="000B49C2" w:rsidRPr="00E41074" w:rsidSect="000B49C2">
          <w:type w:val="continuous"/>
          <w:pgSz w:w="12240" w:h="15840"/>
          <w:pgMar w:top="720" w:right="720" w:bottom="720" w:left="720" w:header="720" w:footer="720" w:gutter="0"/>
          <w:cols w:space="720"/>
          <w:titlePg/>
          <w:docGrid w:linePitch="360"/>
        </w:sectPr>
      </w:pPr>
    </w:p>
    <w:p w14:paraId="642CAC85" w14:textId="77777777" w:rsidR="000B49C2" w:rsidRDefault="000B49C2" w:rsidP="000B49C2">
      <w:pPr>
        <w:pBdr>
          <w:top w:val="single" w:sz="4" w:space="1" w:color="auto"/>
        </w:pBdr>
        <w:rPr>
          <w:rFonts w:ascii="Artifakt ElementOfc" w:hAnsi="Artifakt ElementOfc" w:cs="Artifakt ElementOfc"/>
          <w:b/>
          <w:color w:val="000000"/>
          <w:shd w:val="clear" w:color="auto" w:fill="FFFFFF"/>
        </w:rPr>
      </w:pPr>
    </w:p>
    <w:p w14:paraId="15E1F912" w14:textId="77777777" w:rsidR="00D5368A" w:rsidRPr="00E41074" w:rsidRDefault="00D5368A" w:rsidP="00D5368A">
      <w:pPr>
        <w:pBdr>
          <w:top w:val="single" w:sz="4" w:space="1" w:color="auto"/>
        </w:pBdr>
        <w:rPr>
          <w:rFonts w:ascii="Artifakt ElementOfc" w:hAnsi="Artifakt ElementOfc" w:cs="Artifakt ElementOfc"/>
          <w:b/>
          <w:color w:val="000000"/>
          <w:shd w:val="clear" w:color="auto" w:fill="FFFFFF"/>
        </w:rPr>
        <w:sectPr w:rsidR="00D5368A" w:rsidRPr="00E41074" w:rsidSect="00D5368A">
          <w:type w:val="continuous"/>
          <w:pgSz w:w="12240" w:h="15840"/>
          <w:pgMar w:top="720" w:right="720" w:bottom="720" w:left="720" w:header="720" w:footer="720" w:gutter="0"/>
          <w:cols w:space="720"/>
          <w:titlePg/>
          <w:docGrid w:linePitch="360"/>
        </w:sectPr>
      </w:pPr>
    </w:p>
    <w:p w14:paraId="594523E1" w14:textId="77777777" w:rsidR="0077712E" w:rsidRPr="00E41074" w:rsidRDefault="0077712E" w:rsidP="0077712E">
      <w:pPr>
        <w:pBdr>
          <w:top w:val="single" w:sz="4" w:space="1" w:color="auto"/>
        </w:pBdr>
        <w:rPr>
          <w:rFonts w:ascii="Artifakt ElementOfc" w:hAnsi="Artifakt ElementOfc" w:cs="Artifakt ElementOfc"/>
          <w:b/>
          <w:color w:val="000000"/>
          <w:shd w:val="clear" w:color="auto" w:fill="FFFFFF"/>
        </w:rPr>
        <w:sectPr w:rsidR="0077712E" w:rsidRPr="00E41074" w:rsidSect="0077712E">
          <w:type w:val="continuous"/>
          <w:pgSz w:w="12240" w:h="15840"/>
          <w:pgMar w:top="720" w:right="720" w:bottom="720" w:left="720" w:header="720" w:footer="720" w:gutter="0"/>
          <w:cols w:space="720"/>
          <w:titlePg/>
          <w:docGrid w:linePitch="360"/>
        </w:sectPr>
      </w:pPr>
    </w:p>
    <w:p w14:paraId="64A51419" w14:textId="77777777" w:rsidR="00404856" w:rsidRPr="00E41074" w:rsidRDefault="00404856" w:rsidP="003D7631">
      <w:pPr>
        <w:pBdr>
          <w:top w:val="single" w:sz="4" w:space="1" w:color="auto"/>
        </w:pBdr>
        <w:rPr>
          <w:rFonts w:ascii="Artifakt ElementOfc" w:hAnsi="Artifakt ElementOfc" w:cs="Artifakt ElementOfc"/>
          <w:b/>
          <w:color w:val="000000"/>
          <w:shd w:val="clear" w:color="auto" w:fill="FFFFFF"/>
        </w:rPr>
        <w:sectPr w:rsidR="00404856" w:rsidRPr="00E41074" w:rsidSect="003D7631">
          <w:type w:val="continuous"/>
          <w:pgSz w:w="12240" w:h="15840"/>
          <w:pgMar w:top="720" w:right="720" w:bottom="720" w:left="720" w:header="720" w:footer="720" w:gutter="0"/>
          <w:cols w:space="720"/>
          <w:titlePg/>
          <w:docGrid w:linePitch="360"/>
        </w:sectPr>
      </w:pPr>
    </w:p>
    <w:p w14:paraId="2B9D96D4" w14:textId="77777777" w:rsidR="003D7631" w:rsidRPr="00E41074" w:rsidRDefault="003D7631" w:rsidP="00D02FCD">
      <w:pPr>
        <w:pBdr>
          <w:top w:val="single" w:sz="4" w:space="1" w:color="auto"/>
        </w:pBdr>
        <w:rPr>
          <w:rFonts w:ascii="Artifakt ElementOfc" w:hAnsi="Artifakt ElementOfc" w:cs="Artifakt ElementOfc"/>
          <w:b/>
          <w:color w:val="000000"/>
          <w:shd w:val="clear" w:color="auto" w:fill="FFFFFF"/>
        </w:rPr>
        <w:sectPr w:rsidR="003D7631" w:rsidRPr="00E41074" w:rsidSect="00D338A3">
          <w:type w:val="continuous"/>
          <w:pgSz w:w="12240" w:h="15840"/>
          <w:pgMar w:top="720" w:right="720" w:bottom="720" w:left="720" w:header="720" w:footer="720" w:gutter="0"/>
          <w:cols w:space="720"/>
          <w:titlePg/>
          <w:docGrid w:linePitch="360"/>
        </w:sectPr>
      </w:pPr>
    </w:p>
    <w:p w14:paraId="173F31AF" w14:textId="77777777" w:rsidR="00224593" w:rsidRPr="00E41074" w:rsidRDefault="00224593" w:rsidP="00224593">
      <w:pPr>
        <w:pStyle w:val="copy"/>
        <w:rPr>
          <w:rFonts w:ascii="Artifakt ElementOfc" w:hAnsi="Artifakt ElementOfc"/>
        </w:rPr>
        <w:sectPr w:rsidR="00224593" w:rsidRPr="00E41074" w:rsidSect="00D338A3">
          <w:type w:val="continuous"/>
          <w:pgSz w:w="12240" w:h="15840"/>
          <w:pgMar w:top="720" w:right="720" w:bottom="720" w:left="720" w:header="720" w:footer="720" w:gutter="0"/>
          <w:cols w:space="720"/>
          <w:titlePg/>
          <w:docGrid w:linePitch="360"/>
        </w:sectPr>
      </w:pPr>
    </w:p>
    <w:p w14:paraId="7B78736D" w14:textId="792978F5" w:rsidR="000A12F6" w:rsidRPr="00450360" w:rsidRDefault="00344FCF" w:rsidP="00450360">
      <w:pPr>
        <w:spacing w:after="0" w:line="240" w:lineRule="auto"/>
        <w:rPr>
          <w:b/>
          <w:bCs/>
          <w:shd w:val="clear" w:color="auto" w:fill="FFFFFF"/>
        </w:rPr>
      </w:pPr>
      <w:r w:rsidRPr="00450360">
        <w:rPr>
          <w:b/>
          <w:bCs/>
          <w:shd w:val="clear" w:color="auto" w:fill="FFFFFF"/>
        </w:rPr>
        <w:t>Next steps:</w:t>
      </w:r>
      <w:r w:rsidR="00496666" w:rsidRPr="00450360">
        <w:rPr>
          <w:b/>
          <w:bCs/>
          <w:shd w:val="clear" w:color="auto" w:fill="FFFFFF"/>
        </w:rPr>
        <w:t xml:space="preserve"> </w:t>
      </w:r>
      <w:r w:rsidR="000A12F6" w:rsidRPr="00450360">
        <w:rPr>
          <w:b/>
          <w:bCs/>
          <w:shd w:val="clear" w:color="auto" w:fill="FFFFFF"/>
        </w:rPr>
        <w:t xml:space="preserve">End of </w:t>
      </w:r>
      <w:r w:rsidR="0037183C" w:rsidRPr="00450360">
        <w:rPr>
          <w:b/>
          <w:bCs/>
          <w:shd w:val="clear" w:color="auto" w:fill="FFFFFF"/>
        </w:rPr>
        <w:t>c</w:t>
      </w:r>
      <w:r w:rsidR="000A12F6" w:rsidRPr="00450360">
        <w:rPr>
          <w:b/>
          <w:bCs/>
          <w:shd w:val="clear" w:color="auto" w:fill="FFFFFF"/>
        </w:rPr>
        <w:t>ourse</w:t>
      </w:r>
      <w:r w:rsidR="0037183C" w:rsidRPr="00450360">
        <w:rPr>
          <w:b/>
          <w:bCs/>
          <w:shd w:val="clear" w:color="auto" w:fill="FFFFFF"/>
        </w:rPr>
        <w:t xml:space="preserve"> (additional)</w:t>
      </w:r>
    </w:p>
    <w:p w14:paraId="56AAAF03" w14:textId="77777777" w:rsidR="005B0C11" w:rsidRDefault="005B0C11" w:rsidP="000A12F6">
      <w:pPr>
        <w:pStyle w:val="copy"/>
        <w:rPr>
          <w:rFonts w:ascii="Artifakt ElementOfc" w:hAnsi="Artifakt ElementOfc"/>
          <w:b/>
          <w:bCs/>
          <w:shd w:val="clear" w:color="auto" w:fill="FFFFFF"/>
        </w:rPr>
      </w:pPr>
    </w:p>
    <w:p w14:paraId="7E402592" w14:textId="493DEB70" w:rsidR="000B49C2" w:rsidRPr="00290CC3" w:rsidRDefault="000B49C2" w:rsidP="000B49C2">
      <w:pPr>
        <w:rPr>
          <w:b/>
          <w:bCs/>
        </w:rPr>
      </w:pPr>
      <w:r w:rsidRPr="00290CC3">
        <w:rPr>
          <w:rFonts w:ascii="Artifakt ElementOfc" w:hAnsi="Artifakt ElementOfc"/>
          <w:b/>
          <w:bCs/>
          <w:shd w:val="clear" w:color="auto" w:fill="FFFFFF"/>
        </w:rPr>
        <w:t>Challenge exercise – Create a construction simulation for an architectural model:</w:t>
      </w:r>
      <w:r w:rsidRPr="00290CC3">
        <w:rPr>
          <w:rFonts w:ascii="Artifakt ElementOfc" w:hAnsi="Artifakt ElementOfc"/>
          <w:shd w:val="clear" w:color="auto" w:fill="FFFFFF"/>
        </w:rPr>
        <w:t xml:space="preserve"> </w:t>
      </w:r>
      <w:r w:rsidRPr="00290CC3">
        <w:rPr>
          <w:rFonts w:ascii="Artifakt ElementOfc" w:hAnsi="Artifakt ElementOfc"/>
          <w:bCs/>
          <w:shd w:val="clear" w:color="auto" w:fill="FFFFFF"/>
        </w:rPr>
        <w:t xml:space="preserve"> </w:t>
      </w:r>
      <w:r>
        <w:rPr>
          <w:rFonts w:ascii="Artifakt ElementOfc" w:hAnsi="Artifakt ElementOfc"/>
          <w:bCs/>
          <w:shd w:val="clear" w:color="auto" w:fill="FFFFFF"/>
        </w:rPr>
        <w:t>90</w:t>
      </w:r>
      <w:r w:rsidRPr="00290CC3">
        <w:rPr>
          <w:rFonts w:ascii="Artifakt ElementOfc" w:hAnsi="Artifakt ElementOfc"/>
          <w:bCs/>
          <w:shd w:val="clear" w:color="auto" w:fill="FFFFFF"/>
        </w:rPr>
        <w:t xml:space="preserve"> minutes</w:t>
      </w:r>
      <w:r w:rsidRPr="00290CC3">
        <w:rPr>
          <w:rFonts w:ascii="Artifakt ElementOfc" w:hAnsi="Artifakt ElementOfc"/>
          <w:shd w:val="clear" w:color="auto" w:fill="FFFFFF"/>
          <w:lang w:val="en-CA"/>
        </w:rPr>
        <w:t xml:space="preserve"> </w:t>
      </w:r>
    </w:p>
    <w:p w14:paraId="7DEE4786" w14:textId="77777777" w:rsidR="000B49C2" w:rsidRDefault="000B49C2" w:rsidP="000B49C2">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393AD8B1" w14:textId="77777777" w:rsidR="000B49C2" w:rsidRPr="00290CC3" w:rsidRDefault="000B49C2" w:rsidP="000B49C2">
      <w:pPr>
        <w:pStyle w:val="copy"/>
        <w:spacing w:after="0" w:line="240" w:lineRule="auto"/>
        <w:ind w:left="360"/>
        <w:rPr>
          <w:rFonts w:ascii="Artifakt ElementOfc" w:hAnsi="Artifakt ElementOfc"/>
          <w:i/>
          <w:iCs/>
          <w:shd w:val="clear" w:color="auto" w:fill="FFFFFF"/>
        </w:rPr>
      </w:pPr>
      <w:r w:rsidRPr="00290CC3">
        <w:rPr>
          <w:rFonts w:ascii="Artifakt ElementOfc" w:hAnsi="Artifakt ElementOfc"/>
          <w:i/>
          <w:iCs/>
          <w:shd w:val="clear" w:color="auto" w:fill="FFFFFF"/>
        </w:rPr>
        <w:t>ADSK-ARC-XX-ZZ-C1-A-4000.rvt</w:t>
      </w:r>
    </w:p>
    <w:p w14:paraId="2197BF44" w14:textId="77777777" w:rsidR="000B49C2" w:rsidRDefault="000B49C2" w:rsidP="000B49C2">
      <w:pPr>
        <w:rPr>
          <w:rFonts w:ascii="Artifakt ElementOfc" w:hAnsi="Artifakt ElementOfc"/>
          <w:b/>
          <w:bCs/>
          <w:shd w:val="clear" w:color="auto" w:fill="FFFFFF"/>
        </w:rPr>
      </w:pPr>
    </w:p>
    <w:p w14:paraId="559159AF" w14:textId="78777035" w:rsidR="000B49C2" w:rsidRPr="00A44D46" w:rsidRDefault="000B49C2" w:rsidP="000B49C2">
      <w:pPr>
        <w:rPr>
          <w:rFonts w:ascii="Artifakt ElementOfc" w:hAnsi="Artifakt ElementOfc"/>
          <w:shd w:val="clear" w:color="auto" w:fill="FFFFFF"/>
        </w:rPr>
      </w:pPr>
      <w:r w:rsidRPr="00290CC3">
        <w:rPr>
          <w:rFonts w:ascii="Artifakt ElementOfc" w:hAnsi="Artifakt ElementOfc"/>
          <w:b/>
          <w:bCs/>
          <w:shd w:val="clear" w:color="auto" w:fill="FFFFFF"/>
        </w:rPr>
        <w:t xml:space="preserve">Challenge exercise – Coordinate and quantify models in ACC:  </w:t>
      </w:r>
      <w:r>
        <w:rPr>
          <w:rFonts w:ascii="Artifakt ElementOfc" w:hAnsi="Artifakt ElementOfc"/>
          <w:shd w:val="clear" w:color="auto" w:fill="FFFFFF"/>
        </w:rPr>
        <w:t>90</w:t>
      </w:r>
      <w:r w:rsidRPr="00A44D46">
        <w:rPr>
          <w:rFonts w:ascii="Artifakt ElementOfc" w:hAnsi="Artifakt ElementOfc"/>
          <w:shd w:val="clear" w:color="auto" w:fill="FFFFFF"/>
        </w:rPr>
        <w:t xml:space="preserve"> minutes </w:t>
      </w:r>
    </w:p>
    <w:p w14:paraId="442A8170" w14:textId="77777777" w:rsidR="000B49C2" w:rsidRDefault="000B49C2" w:rsidP="000B49C2">
      <w:pPr>
        <w:pStyle w:val="copy"/>
        <w:spacing w:line="240" w:lineRule="auto"/>
        <w:rPr>
          <w:rFonts w:ascii="Artifakt ElementOfc" w:hAnsi="Artifakt ElementOfc"/>
          <w:b/>
          <w:bCs/>
          <w:shd w:val="clear" w:color="auto" w:fill="FFFFFF"/>
        </w:rPr>
      </w:pPr>
      <w:r w:rsidRPr="00290CC3">
        <w:rPr>
          <w:rFonts w:ascii="Artifakt ElementOfc" w:hAnsi="Artifakt ElementOfc"/>
          <w:b/>
          <w:bCs/>
          <w:shd w:val="clear" w:color="auto" w:fill="FFFFFF"/>
        </w:rPr>
        <w:t xml:space="preserve">Datasets: </w:t>
      </w:r>
    </w:p>
    <w:p w14:paraId="2DB490FC" w14:textId="77777777" w:rsidR="000B49C2" w:rsidRPr="00290CC3" w:rsidRDefault="000B49C2" w:rsidP="000B49C2">
      <w:pPr>
        <w:pStyle w:val="copy"/>
        <w:spacing w:after="0" w:line="240" w:lineRule="auto"/>
        <w:ind w:left="360"/>
        <w:rPr>
          <w:rFonts w:ascii="Artifakt ElementOfc" w:hAnsi="Artifakt ElementOfc"/>
          <w:i/>
          <w:iCs/>
          <w:shd w:val="clear" w:color="auto" w:fill="FFFFFF"/>
        </w:rPr>
      </w:pPr>
      <w:r w:rsidRPr="00290CC3">
        <w:rPr>
          <w:rFonts w:ascii="Artifakt ElementOfc" w:hAnsi="Artifakt ElementOfc"/>
          <w:i/>
          <w:iCs/>
          <w:shd w:val="clear" w:color="auto" w:fill="FFFFFF"/>
        </w:rPr>
        <w:t>ADSK-ARC-XX-ZZ-C2-A-4000.rvt</w:t>
      </w:r>
    </w:p>
    <w:p w14:paraId="032AF196" w14:textId="77777777" w:rsidR="000B49C2" w:rsidRPr="00290CC3" w:rsidRDefault="000B49C2" w:rsidP="000B49C2">
      <w:pPr>
        <w:pStyle w:val="copy"/>
        <w:spacing w:after="0" w:line="240" w:lineRule="auto"/>
        <w:ind w:left="360"/>
        <w:rPr>
          <w:rFonts w:ascii="Artifakt ElementOfc" w:hAnsi="Artifakt ElementOfc"/>
          <w:i/>
          <w:iCs/>
          <w:shd w:val="clear" w:color="auto" w:fill="FFFFFF"/>
        </w:rPr>
      </w:pPr>
      <w:r w:rsidRPr="00290CC3">
        <w:rPr>
          <w:rFonts w:ascii="Artifakt ElementOfc" w:hAnsi="Artifakt ElementOfc"/>
          <w:i/>
          <w:iCs/>
          <w:shd w:val="clear" w:color="auto" w:fill="FFFFFF"/>
        </w:rPr>
        <w:t>ADSK-LAN-XX-ZZ-C2-L-0001.rvt</w:t>
      </w:r>
    </w:p>
    <w:p w14:paraId="2182B966" w14:textId="77777777" w:rsidR="000B49C2" w:rsidRPr="00290CC3" w:rsidRDefault="000B49C2" w:rsidP="000B49C2">
      <w:pPr>
        <w:pStyle w:val="copy"/>
        <w:spacing w:after="0" w:line="240" w:lineRule="auto"/>
        <w:ind w:left="360"/>
        <w:rPr>
          <w:rFonts w:ascii="Artifakt ElementOfc" w:hAnsi="Artifakt ElementOfc"/>
          <w:i/>
          <w:iCs/>
          <w:shd w:val="clear" w:color="auto" w:fill="FFFFFF"/>
        </w:rPr>
      </w:pPr>
      <w:r w:rsidRPr="00290CC3">
        <w:rPr>
          <w:rFonts w:ascii="Artifakt ElementOfc" w:hAnsi="Artifakt ElementOfc"/>
          <w:i/>
          <w:iCs/>
          <w:shd w:val="clear" w:color="auto" w:fill="FFFFFF"/>
        </w:rPr>
        <w:t>ADSK-MEP-XX-ZZ-C2-ME-4000.rvt</w:t>
      </w:r>
    </w:p>
    <w:p w14:paraId="2F0F307C" w14:textId="77777777" w:rsidR="000B49C2" w:rsidRPr="00290CC3" w:rsidRDefault="000B49C2" w:rsidP="000B49C2">
      <w:pPr>
        <w:pStyle w:val="copy"/>
        <w:spacing w:after="0" w:line="240" w:lineRule="auto"/>
        <w:ind w:left="360"/>
        <w:rPr>
          <w:rFonts w:ascii="Artifakt ElementOfc" w:hAnsi="Artifakt ElementOfc"/>
          <w:i/>
          <w:iCs/>
          <w:shd w:val="clear" w:color="auto" w:fill="FFFFFF"/>
        </w:rPr>
      </w:pPr>
      <w:r w:rsidRPr="00290CC3">
        <w:rPr>
          <w:rFonts w:ascii="Artifakt ElementOfc" w:hAnsi="Artifakt ElementOfc"/>
          <w:i/>
          <w:iCs/>
          <w:shd w:val="clear" w:color="auto" w:fill="FFFFFF"/>
        </w:rPr>
        <w:t>ADSK-STR-XX-ZZ-C2-S-4000.rvt</w:t>
      </w:r>
    </w:p>
    <w:p w14:paraId="74C3D8E4" w14:textId="77777777" w:rsidR="000B49C2" w:rsidRPr="00290CC3" w:rsidRDefault="000B49C2" w:rsidP="000B49C2">
      <w:pPr>
        <w:pStyle w:val="copy"/>
        <w:spacing w:line="240" w:lineRule="auto"/>
        <w:rPr>
          <w:rFonts w:ascii="Artifakt ElementOfc" w:hAnsi="Artifakt ElementOfc"/>
          <w:i/>
          <w:iCs/>
          <w:shd w:val="clear" w:color="auto" w:fill="FFFFFF"/>
        </w:rPr>
      </w:pPr>
    </w:p>
    <w:p w14:paraId="1864867C" w14:textId="77777777" w:rsidR="000B49C2" w:rsidRDefault="000B49C2" w:rsidP="000B49C2">
      <w:pPr>
        <w:pStyle w:val="copy"/>
        <w:rPr>
          <w:rFonts w:ascii="Artifakt ElementOfc" w:hAnsi="Artifakt ElementOfc"/>
          <w:shd w:val="clear" w:color="auto" w:fill="FFFFFF"/>
          <w:lang w:val="en-CA"/>
        </w:rPr>
      </w:pPr>
      <w:r w:rsidRPr="00290CC3">
        <w:rPr>
          <w:rFonts w:ascii="Artifakt ElementOfc" w:hAnsi="Artifakt ElementOfc"/>
          <w:b/>
          <w:bCs/>
          <w:shd w:val="clear" w:color="auto" w:fill="FFFFFF"/>
        </w:rPr>
        <w:t xml:space="preserve">End-of-course exam questions: </w:t>
      </w:r>
      <w:r w:rsidRPr="00290CC3">
        <w:rPr>
          <w:rFonts w:ascii="Artifakt ElementOfc" w:hAnsi="Artifakt ElementOfc"/>
          <w:bCs/>
          <w:shd w:val="clear" w:color="auto" w:fill="FFFFFF"/>
        </w:rPr>
        <w:t>20 minutes</w:t>
      </w:r>
      <w:r w:rsidRPr="00E41074">
        <w:rPr>
          <w:rFonts w:ascii="Artifakt ElementOfc" w:hAnsi="Artifakt ElementOfc"/>
          <w:shd w:val="clear" w:color="auto" w:fill="FFFFFF"/>
          <w:lang w:val="en-CA"/>
        </w:rPr>
        <w:t xml:space="preserve"> </w:t>
      </w:r>
    </w:p>
    <w:p w14:paraId="3130145B" w14:textId="77777777" w:rsidR="008A2EE8" w:rsidRPr="00E41074" w:rsidRDefault="008A2EE8">
      <w:pPr>
        <w:pStyle w:val="copy"/>
        <w:rPr>
          <w:rFonts w:ascii="Artifakt ElementOfc" w:hAnsi="Artifakt ElementOfc"/>
        </w:rPr>
      </w:pPr>
    </w:p>
    <w:sectPr w:rsidR="008A2EE8" w:rsidRPr="00E41074" w:rsidSect="00D338A3">
      <w:headerReference w:type="default" r:id="rId14"/>
      <w:footerReference w:type="default" r:id="rId15"/>
      <w:headerReference w:type="first" r:id="rId16"/>
      <w:footerReference w:type="first" r:id="rId1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C7829" w14:textId="77777777" w:rsidR="00215F9D" w:rsidRDefault="00215F9D" w:rsidP="00CD5FD8">
      <w:r>
        <w:separator/>
      </w:r>
    </w:p>
  </w:endnote>
  <w:endnote w:type="continuationSeparator" w:id="0">
    <w:p w14:paraId="6D25C895" w14:textId="77777777" w:rsidR="00215F9D" w:rsidRDefault="00215F9D"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tifakt Element">
    <w:altName w:val="Calibri"/>
    <w:panose1 w:val="020B0504010101010104"/>
    <w:charset w:val="00"/>
    <w:family w:val="swiss"/>
    <w:pitch w:val="variable"/>
    <w:sig w:usb0="A00002EF" w:usb1="5200E47B" w:usb2="00000008" w:usb3="00000000" w:csb0="00000097" w:csb1="00000000"/>
  </w:font>
  <w:font w:name="Artifakt ElementOfc">
    <w:panose1 w:val="020B0504010101010104"/>
    <w:charset w:val="4D"/>
    <w:family w:val="swiss"/>
    <w:pitch w:val="variable"/>
    <w:sig w:usb0="A00002EF" w:usb1="5000E47B" w:usb2="00000008" w:usb3="00000000" w:csb0="00000097" w:csb1="00000000"/>
  </w:font>
  <w:font w:name="Arial">
    <w:panose1 w:val="020B0604020202020204"/>
    <w:charset w:val="00"/>
    <w:family w:val="swiss"/>
    <w:pitch w:val="variable"/>
    <w:sig w:usb0="E0002EFF" w:usb1="C000785B" w:usb2="00000009" w:usb3="00000000" w:csb0="000001FF" w:csb1="00000000"/>
  </w:font>
  <w:font w:name="Artifakt LegendOfc">
    <w:panose1 w:val="020B0504010101010104"/>
    <w:charset w:val="4D"/>
    <w:family w:val="swiss"/>
    <w:pitch w:val="variable"/>
    <w:sig w:usb0="A00002EF" w:usb1="5000E47B" w:usb2="00000008"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7ACB6" w14:textId="77777777" w:rsidR="001377C2" w:rsidRPr="00C9634A" w:rsidRDefault="001377C2" w:rsidP="00BD36B9">
    <w:pPr>
      <w:pStyle w:val="Footer"/>
      <w:jc w:val="right"/>
      <w:rPr>
        <w:rFonts w:ascii="Artifakt ElementOfc" w:hAnsi="Artifakt ElementOfc" w:cs="Artifakt ElementOfc"/>
        <w:color w:val="000000"/>
      </w:rPr>
    </w:pPr>
  </w:p>
  <w:p w14:paraId="07396111" w14:textId="59ACD122" w:rsidR="00FB1127" w:rsidRPr="00C47430" w:rsidRDefault="00A0254A" w:rsidP="00FB1127">
    <w:pPr>
      <w:pStyle w:val="Footer"/>
      <w:jc w:val="right"/>
      <w:rPr>
        <w:sz w:val="18"/>
        <w:szCs w:val="18"/>
      </w:rPr>
    </w:pPr>
    <w:r>
      <w:rPr>
        <w:sz w:val="18"/>
        <w:szCs w:val="18"/>
      </w:rPr>
      <w:t xml:space="preserve">Instructor guide: </w:t>
    </w:r>
    <w:r w:rsidR="00CA5C45">
      <w:rPr>
        <w:sz w:val="18"/>
        <w:szCs w:val="18"/>
      </w:rPr>
      <w:t>Introduction to BIM for Construction Management and Planning</w:t>
    </w:r>
    <w:r w:rsidR="00CA5C45" w:rsidRPr="00C47430">
      <w:rPr>
        <w:sz w:val="18"/>
        <w:szCs w:val="18"/>
      </w:rPr>
      <w:t xml:space="preserve">     </w:t>
    </w:r>
    <w:r w:rsidR="00FB1127" w:rsidRPr="00C47430">
      <w:rPr>
        <w:sz w:val="18"/>
        <w:szCs w:val="18"/>
      </w:rPr>
      <w:t xml:space="preserve">Page  </w:t>
    </w:r>
    <w:r w:rsidR="00FB1127" w:rsidRPr="00C47430">
      <w:rPr>
        <w:sz w:val="18"/>
        <w:szCs w:val="18"/>
      </w:rPr>
      <w:fldChar w:fldCharType="begin"/>
    </w:r>
    <w:r w:rsidR="00FB1127" w:rsidRPr="00C47430">
      <w:rPr>
        <w:sz w:val="18"/>
        <w:szCs w:val="18"/>
      </w:rPr>
      <w:instrText xml:space="preserve"> PAGE   \* MERGEFORMAT </w:instrText>
    </w:r>
    <w:r w:rsidR="00FB1127" w:rsidRPr="00C47430">
      <w:rPr>
        <w:sz w:val="18"/>
        <w:szCs w:val="18"/>
      </w:rPr>
      <w:fldChar w:fldCharType="separate"/>
    </w:r>
    <w:r w:rsidR="00FB1127">
      <w:rPr>
        <w:sz w:val="18"/>
        <w:szCs w:val="18"/>
      </w:rPr>
      <w:t>1</w:t>
    </w:r>
    <w:r w:rsidR="00FB1127" w:rsidRPr="00C47430">
      <w:rPr>
        <w:sz w:val="18"/>
        <w:szCs w:val="18"/>
      </w:rPr>
      <w:fldChar w:fldCharType="end"/>
    </w:r>
  </w:p>
  <w:p w14:paraId="3F4D7D54" w14:textId="77777777" w:rsidR="001377C2" w:rsidRPr="00C9634A" w:rsidRDefault="001377C2" w:rsidP="00C4758D">
    <w:pPr>
      <w:pStyle w:val="Footer"/>
      <w:tabs>
        <w:tab w:val="left" w:pos="2415"/>
      </w:tabs>
      <w:rPr>
        <w:rFonts w:ascii="Artifakt ElementOfc" w:hAnsi="Artifakt ElementOfc" w:cs="Artifakt ElementOfc"/>
        <w:color w:val="7F7F7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D4A503" w14:textId="77777777" w:rsidR="001377C2" w:rsidRDefault="001377C2" w:rsidP="00BD36B9">
    <w:pPr>
      <w:pStyle w:val="Footer"/>
      <w:jc w:val="right"/>
      <w:rPr>
        <w:rFonts w:ascii="Artifakt ElementOfc" w:hAnsi="Artifakt ElementOfc" w:cs="Artifakt ElementOfc"/>
        <w:color w:val="000000"/>
      </w:rPr>
    </w:pPr>
  </w:p>
  <w:p w14:paraId="66CB2FC4" w14:textId="0B55E147" w:rsidR="00D74AB0" w:rsidRPr="00C47430" w:rsidRDefault="00D74AB0" w:rsidP="00D74AB0">
    <w:pPr>
      <w:pStyle w:val="Footer"/>
      <w:jc w:val="right"/>
      <w:rPr>
        <w:sz w:val="18"/>
        <w:szCs w:val="18"/>
      </w:rPr>
    </w:pPr>
    <w:r>
      <w:rPr>
        <w:sz w:val="18"/>
        <w:szCs w:val="18"/>
      </w:rPr>
      <w:t xml:space="preserve">Instructor guide: </w:t>
    </w:r>
    <w:r w:rsidR="00A44B24">
      <w:rPr>
        <w:sz w:val="18"/>
        <w:szCs w:val="18"/>
      </w:rPr>
      <w:t>Introduction to BIM for Construction Management and Planning</w:t>
    </w:r>
    <w:r w:rsidRPr="00C47430">
      <w:rPr>
        <w:sz w:val="18"/>
        <w:szCs w:val="18"/>
      </w:rPr>
      <w:t xml:space="preserve">     Page  </w:t>
    </w:r>
    <w:r w:rsidRPr="00C47430">
      <w:rPr>
        <w:sz w:val="18"/>
        <w:szCs w:val="18"/>
      </w:rPr>
      <w:fldChar w:fldCharType="begin"/>
    </w:r>
    <w:r w:rsidRPr="00C47430">
      <w:rPr>
        <w:sz w:val="18"/>
        <w:szCs w:val="18"/>
      </w:rPr>
      <w:instrText xml:space="preserve"> PAGE   \* MERGEFORMAT </w:instrText>
    </w:r>
    <w:r w:rsidRPr="00C47430">
      <w:rPr>
        <w:sz w:val="18"/>
        <w:szCs w:val="18"/>
      </w:rPr>
      <w:fldChar w:fldCharType="separate"/>
    </w:r>
    <w:r>
      <w:rPr>
        <w:sz w:val="18"/>
        <w:szCs w:val="18"/>
      </w:rPr>
      <w:t>1</w:t>
    </w:r>
    <w:r w:rsidRPr="00C47430">
      <w:rPr>
        <w:sz w:val="18"/>
        <w:szCs w:val="18"/>
      </w:rPr>
      <w:fldChar w:fldCharType="end"/>
    </w:r>
  </w:p>
  <w:p w14:paraId="1BF45D94" w14:textId="77777777" w:rsidR="001377C2" w:rsidRPr="00975E11" w:rsidRDefault="001377C2" w:rsidP="00A0025A">
    <w:pPr>
      <w:pStyle w:val="Footer"/>
      <w:rPr>
        <w:rFonts w:ascii="Artifakt LegendOfc" w:hAnsi="Artifakt LegendOfc" w:cs="Artifakt LegendOfc"/>
        <w:color w:val="000000"/>
        <w:spacing w:val="6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43AD06" w14:textId="40032352" w:rsidR="00833118" w:rsidRPr="00C66FCC" w:rsidRDefault="00855253" w:rsidP="00613641">
    <w:pPr>
      <w:pStyle w:val="Footer"/>
      <w:jc w:val="right"/>
      <w:rPr>
        <w:sz w:val="20"/>
        <w:szCs w:val="20"/>
      </w:rPr>
    </w:pPr>
    <w:r w:rsidRPr="00C66FCC">
      <w:rPr>
        <w:sz w:val="20"/>
        <w:szCs w:val="20"/>
      </w:rPr>
      <w:fldChar w:fldCharType="begin"/>
    </w:r>
    <w:r w:rsidRPr="00C66FCC">
      <w:rPr>
        <w:sz w:val="20"/>
        <w:szCs w:val="20"/>
      </w:rPr>
      <w:instrText xml:space="preserve"> STYLEREF "Heading 1" \* MERGEFORMAT </w:instrText>
    </w:r>
    <w:r w:rsidRPr="00C66FCC">
      <w:rPr>
        <w:sz w:val="20"/>
        <w:szCs w:val="20"/>
      </w:rPr>
      <w:fldChar w:fldCharType="separate"/>
    </w:r>
    <w:r w:rsidR="000A0399" w:rsidRPr="000A0399">
      <w:rPr>
        <w:b/>
        <w:bCs/>
        <w:noProof/>
        <w:sz w:val="20"/>
        <w:szCs w:val="20"/>
      </w:rPr>
      <w:t>Instructor guide</w:t>
    </w:r>
    <w:r w:rsidRPr="00C66FCC">
      <w:rPr>
        <w:sz w:val="20"/>
        <w:szCs w:val="20"/>
      </w:rPr>
      <w:fldChar w:fldCharType="end"/>
    </w:r>
    <w:r w:rsidRPr="00C66FCC">
      <w:rPr>
        <w:sz w:val="20"/>
        <w:szCs w:val="20"/>
      </w:rPr>
      <w:t xml:space="preserve">     </w:t>
    </w:r>
    <w:r w:rsidR="00833118" w:rsidRPr="00C66FCC">
      <w:rPr>
        <w:sz w:val="20"/>
        <w:szCs w:val="20"/>
      </w:rPr>
      <w:t xml:space="preserve">Page  </w:t>
    </w:r>
    <w:r w:rsidR="00833118" w:rsidRPr="00C66FCC">
      <w:rPr>
        <w:sz w:val="20"/>
        <w:szCs w:val="20"/>
      </w:rPr>
      <w:fldChar w:fldCharType="begin"/>
    </w:r>
    <w:r w:rsidR="00833118" w:rsidRPr="00C66FCC">
      <w:rPr>
        <w:sz w:val="20"/>
        <w:szCs w:val="20"/>
      </w:rPr>
      <w:instrText xml:space="preserve"> PAGE   \* MERGEFORMAT </w:instrText>
    </w:r>
    <w:r w:rsidR="00833118" w:rsidRPr="00C66FCC">
      <w:rPr>
        <w:sz w:val="20"/>
        <w:szCs w:val="20"/>
      </w:rPr>
      <w:fldChar w:fldCharType="separate"/>
    </w:r>
    <w:r w:rsidR="00833118" w:rsidRPr="00C66FCC">
      <w:rPr>
        <w:sz w:val="20"/>
        <w:szCs w:val="20"/>
      </w:rPr>
      <w:t>1</w:t>
    </w:r>
    <w:r w:rsidR="00833118" w:rsidRPr="00C66FCC">
      <w:rPr>
        <w:sz w:val="20"/>
        <w:szCs w:val="20"/>
      </w:rPr>
      <w:fldChar w:fldCharType="end"/>
    </w:r>
  </w:p>
  <w:p w14:paraId="4E51975F" w14:textId="77777777" w:rsidR="00833118" w:rsidRDefault="00833118">
    <w:pPr>
      <w:pStyle w:val="Footer"/>
    </w:pPr>
  </w:p>
  <w:p w14:paraId="2D4A9336" w14:textId="77777777" w:rsidR="00744F02" w:rsidRDefault="00744F0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28AB1"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F3C36" w14:textId="77777777" w:rsidR="00215F9D" w:rsidRDefault="00215F9D" w:rsidP="00CD5FD8">
      <w:r>
        <w:separator/>
      </w:r>
    </w:p>
  </w:footnote>
  <w:footnote w:type="continuationSeparator" w:id="0">
    <w:p w14:paraId="4DBC83C0" w14:textId="77777777" w:rsidR="00215F9D" w:rsidRDefault="00215F9D"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23B5E" w14:textId="77777777" w:rsidR="001664DF" w:rsidRDefault="001664DF" w:rsidP="001664DF">
    <w:pPr>
      <w:pStyle w:val="Header"/>
    </w:pPr>
    <w:r>
      <w:rPr>
        <w:noProof/>
      </w:rPr>
      <mc:AlternateContent>
        <mc:Choice Requires="wps">
          <w:drawing>
            <wp:anchor distT="0" distB="0" distL="114300" distR="114300" simplePos="0" relativeHeight="251661312" behindDoc="0" locked="0" layoutInCell="1" allowOverlap="1" wp14:anchorId="3E397904" wp14:editId="3DE471A9">
              <wp:simplePos x="0" y="0"/>
              <wp:positionH relativeFrom="column">
                <wp:posOffset>0</wp:posOffset>
              </wp:positionH>
              <wp:positionV relativeFrom="paragraph">
                <wp:posOffset>419100</wp:posOffset>
              </wp:positionV>
              <wp:extent cx="6667500" cy="0"/>
              <wp:effectExtent l="0" t="12700" r="12700" b="12700"/>
              <wp:wrapNone/>
              <wp:docPr id="1" name="Straight Connector 1"/>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A23A0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" strokecolor="#a5a5a5 [2092]" strokeweight="2pt">
              <v:stroke joinstyle="miter"/>
            </v:line>
          </w:pict>
        </mc:Fallback>
      </mc:AlternateContent>
    </w:r>
    <w:r w:rsidRPr="00364645">
      <w:rPr>
        <w:noProof/>
      </w:rPr>
      <w:drawing>
        <wp:inline distT="0" distB="0" distL="0" distR="0" wp14:anchorId="7FE926C0" wp14:editId="2E808318">
          <wp:extent cx="1828800" cy="311785"/>
          <wp:effectExtent l="0" t="0" r="0" b="0"/>
          <wp:docPr id="1213191446" name="Picture 12131914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A2C8CC4" w14:textId="77777777" w:rsidR="001377C2" w:rsidRDefault="001377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EAC32" w14:textId="77777777" w:rsidR="001664DF" w:rsidRDefault="001664DF" w:rsidP="001664DF">
    <w:pPr>
      <w:pStyle w:val="Header"/>
    </w:pPr>
    <w:r>
      <w:rPr>
        <w:noProof/>
      </w:rPr>
      <mc:AlternateContent>
        <mc:Choice Requires="wps">
          <w:drawing>
            <wp:anchor distT="0" distB="0" distL="114300" distR="114300" simplePos="0" relativeHeight="251659264" behindDoc="0" locked="0" layoutInCell="1" allowOverlap="1" wp14:anchorId="1332066A" wp14:editId="012CCA0F">
              <wp:simplePos x="0" y="0"/>
              <wp:positionH relativeFrom="column">
                <wp:posOffset>0</wp:posOffset>
              </wp:positionH>
              <wp:positionV relativeFrom="paragraph">
                <wp:posOffset>419100</wp:posOffset>
              </wp:positionV>
              <wp:extent cx="6667500" cy="0"/>
              <wp:effectExtent l="0" t="12700" r="12700" b="12700"/>
              <wp:wrapNone/>
              <wp:docPr id="25" name="Straight Connector 25"/>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7CAC81" id="Straight Connector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33pt" to="52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" strokecolor="#a5a5a5 [2092]" strokeweight="2pt">
              <v:stroke joinstyle="miter"/>
            </v:line>
          </w:pict>
        </mc:Fallback>
      </mc:AlternateContent>
    </w:r>
    <w:r w:rsidR="001377C2" w:rsidRPr="00364645">
      <w:rPr>
        <w:noProof/>
      </w:rPr>
      <w:drawing>
        <wp:inline distT="0" distB="0" distL="0" distR="0" wp14:anchorId="2E5041BF" wp14:editId="57F6FAE0">
          <wp:extent cx="1828800" cy="311785"/>
          <wp:effectExtent l="0" t="0" r="0" b="0"/>
          <wp:docPr id="1978345946" name="Picture 1978345946"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AA0E2D6" w14:textId="77777777" w:rsidR="001377C2" w:rsidRDefault="001377C2" w:rsidP="001664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A2AED" w14:textId="77777777" w:rsidR="00CD5FD8" w:rsidRDefault="00CD5FD8">
    <w:pPr>
      <w:pStyle w:val="Header"/>
    </w:pPr>
    <w:r w:rsidRPr="00364645">
      <w:rPr>
        <w:noProof/>
      </w:rPr>
      <w:drawing>
        <wp:inline distT="0" distB="0" distL="0" distR="0" wp14:anchorId="39035B73" wp14:editId="50D81482">
          <wp:extent cx="1828800" cy="311785"/>
          <wp:effectExtent l="0" t="0" r="0" b="0"/>
          <wp:docPr id="6"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3E7A395F" w14:textId="77777777" w:rsidR="00744F02" w:rsidRDefault="00744F0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C4934" w14:textId="77777777" w:rsidR="000966C0" w:rsidRDefault="000966C0" w:rsidP="000966C0">
    <w:pPr>
      <w:pStyle w:val="Header"/>
      <w:ind w:left="-720"/>
    </w:pPr>
    <w:r>
      <w:rPr>
        <w:noProof/>
      </w:rPr>
      <mc:AlternateContent>
        <mc:Choice Requires="wps">
          <w:drawing>
            <wp:anchor distT="0" distB="0" distL="114300" distR="114300" simplePos="0" relativeHeight="251663360" behindDoc="0" locked="0" layoutInCell="1" allowOverlap="1" wp14:anchorId="0C978EE1" wp14:editId="2D510470">
              <wp:simplePos x="0" y="0"/>
              <wp:positionH relativeFrom="column">
                <wp:posOffset>-381000</wp:posOffset>
              </wp:positionH>
              <wp:positionV relativeFrom="paragraph">
                <wp:posOffset>419100</wp:posOffset>
              </wp:positionV>
              <wp:extent cx="6667500" cy="0"/>
              <wp:effectExtent l="0" t="12700" r="12700" b="12700"/>
              <wp:wrapNone/>
              <wp:docPr id="7" name="Straight Connector 7"/>
              <wp:cNvGraphicFramePr/>
              <a:graphic xmlns:a="http://schemas.openxmlformats.org/drawingml/2006/main">
                <a:graphicData uri="http://schemas.microsoft.com/office/word/2010/wordprocessingShape">
                  <wps:wsp>
                    <wps:cNvCnPr/>
                    <wps:spPr>
                      <a:xfrm>
                        <a:off x="0" y="0"/>
                        <a:ext cx="6667500"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631450" id="Straight Connector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pt,33pt" to="495pt,33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" strokecolor="#a5a5a5 [2092]" strokeweight="2pt">
              <v:stroke joinstyle="miter"/>
            </v:line>
          </w:pict>
        </mc:Fallback>
      </mc:AlternateContent>
    </w:r>
    <w:r w:rsidRPr="00364645">
      <w:rPr>
        <w:noProof/>
      </w:rPr>
      <w:drawing>
        <wp:inline distT="0" distB="0" distL="0" distR="0" wp14:anchorId="18240718" wp14:editId="3930E55B">
          <wp:extent cx="1828800" cy="311785"/>
          <wp:effectExtent l="0" t="0" r="0" b="0"/>
          <wp:docPr id="8" name="Picture 2"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2FE13C3D" w14:textId="77777777" w:rsidR="00E63D43" w:rsidRPr="000966C0" w:rsidRDefault="00E63D43" w:rsidP="000966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BD0600"/>
    <w:multiLevelType w:val="hybridMultilevel"/>
    <w:tmpl w:val="DAAA5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FE4402"/>
    <w:multiLevelType w:val="hybridMultilevel"/>
    <w:tmpl w:val="A468D040"/>
    <w:lvl w:ilvl="0" w:tplc="D52C762E">
      <w:start w:val="1"/>
      <w:numFmt w:val="bullet"/>
      <w:pStyle w:val="Bullets-new"/>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9607A"/>
    <w:multiLevelType w:val="hybridMultilevel"/>
    <w:tmpl w:val="E962E76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1A94CEB"/>
    <w:multiLevelType w:val="hybridMultilevel"/>
    <w:tmpl w:val="36CE0A4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2397292"/>
    <w:multiLevelType w:val="hybridMultilevel"/>
    <w:tmpl w:val="2AB23B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23C6BBE"/>
    <w:multiLevelType w:val="hybridMultilevel"/>
    <w:tmpl w:val="7F46198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8" w15:restartNumberingAfterBreak="0">
    <w:nsid w:val="04E86346"/>
    <w:multiLevelType w:val="hybridMultilevel"/>
    <w:tmpl w:val="97AC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3C48DA"/>
    <w:multiLevelType w:val="hybridMultilevel"/>
    <w:tmpl w:val="0BC60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206268"/>
    <w:multiLevelType w:val="hybridMultilevel"/>
    <w:tmpl w:val="A1665C9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91A5E0A"/>
    <w:multiLevelType w:val="hybridMultilevel"/>
    <w:tmpl w:val="CCE0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610813"/>
    <w:multiLevelType w:val="hybridMultilevel"/>
    <w:tmpl w:val="2C52D1B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2015C50"/>
    <w:multiLevelType w:val="hybridMultilevel"/>
    <w:tmpl w:val="43B29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373F51"/>
    <w:multiLevelType w:val="hybridMultilevel"/>
    <w:tmpl w:val="A37AE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E17D93"/>
    <w:multiLevelType w:val="hybridMultilevel"/>
    <w:tmpl w:val="832CD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D62040"/>
    <w:multiLevelType w:val="hybridMultilevel"/>
    <w:tmpl w:val="BBBCC4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DAD2B8D"/>
    <w:multiLevelType w:val="hybridMultilevel"/>
    <w:tmpl w:val="D938E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F20C43"/>
    <w:multiLevelType w:val="hybridMultilevel"/>
    <w:tmpl w:val="82EC2792"/>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2000E4F"/>
    <w:multiLevelType w:val="hybridMultilevel"/>
    <w:tmpl w:val="52EED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4C3931"/>
    <w:multiLevelType w:val="hybridMultilevel"/>
    <w:tmpl w:val="981AC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D419B3"/>
    <w:multiLevelType w:val="hybridMultilevel"/>
    <w:tmpl w:val="1CFEC28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3755A8C"/>
    <w:multiLevelType w:val="hybridMultilevel"/>
    <w:tmpl w:val="F3BC3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FA300F"/>
    <w:multiLevelType w:val="hybridMultilevel"/>
    <w:tmpl w:val="ED346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BE3D4E"/>
    <w:multiLevelType w:val="hybridMultilevel"/>
    <w:tmpl w:val="6C14C9B4"/>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89622BB"/>
    <w:multiLevelType w:val="multilevel"/>
    <w:tmpl w:val="53484C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EF603F"/>
    <w:multiLevelType w:val="hybridMultilevel"/>
    <w:tmpl w:val="5E4864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AF61F84"/>
    <w:multiLevelType w:val="hybridMultilevel"/>
    <w:tmpl w:val="A368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B53E83"/>
    <w:multiLevelType w:val="hybridMultilevel"/>
    <w:tmpl w:val="B21A1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D860E3D"/>
    <w:multiLevelType w:val="hybridMultilevel"/>
    <w:tmpl w:val="E3F27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8E40C2"/>
    <w:multiLevelType w:val="multilevel"/>
    <w:tmpl w:val="FBD236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5F87B7B"/>
    <w:multiLevelType w:val="hybridMultilevel"/>
    <w:tmpl w:val="C520E2B6"/>
    <w:lvl w:ilvl="0" w:tplc="FE3CEF7C">
      <w:start w:val="1"/>
      <w:numFmt w:val="bullet"/>
      <w:lvlText w:val=""/>
      <w:lvlJc w:val="left"/>
      <w:pPr>
        <w:tabs>
          <w:tab w:val="num" w:pos="1080"/>
        </w:tabs>
        <w:ind w:left="1080" w:hanging="360"/>
      </w:pPr>
      <w:rPr>
        <w:rFonts w:ascii="Wingdings 2" w:hAnsi="Wingdings 2" w:hint="default"/>
      </w:rPr>
    </w:lvl>
    <w:lvl w:ilvl="1" w:tplc="1FECE91C">
      <w:start w:val="1"/>
      <w:numFmt w:val="bullet"/>
      <w:lvlText w:val=""/>
      <w:lvlJc w:val="left"/>
      <w:pPr>
        <w:tabs>
          <w:tab w:val="num" w:pos="1800"/>
        </w:tabs>
        <w:ind w:left="1800" w:hanging="360"/>
      </w:pPr>
      <w:rPr>
        <w:rFonts w:ascii="Wingdings 2" w:hAnsi="Wingdings 2" w:hint="default"/>
      </w:rPr>
    </w:lvl>
    <w:lvl w:ilvl="2" w:tplc="8F369416" w:tentative="1">
      <w:start w:val="1"/>
      <w:numFmt w:val="bullet"/>
      <w:lvlText w:val=""/>
      <w:lvlJc w:val="left"/>
      <w:pPr>
        <w:tabs>
          <w:tab w:val="num" w:pos="2520"/>
        </w:tabs>
        <w:ind w:left="2520" w:hanging="360"/>
      </w:pPr>
      <w:rPr>
        <w:rFonts w:ascii="Wingdings 2" w:hAnsi="Wingdings 2" w:hint="default"/>
      </w:rPr>
    </w:lvl>
    <w:lvl w:ilvl="3" w:tplc="9B28FE9E" w:tentative="1">
      <w:start w:val="1"/>
      <w:numFmt w:val="bullet"/>
      <w:lvlText w:val=""/>
      <w:lvlJc w:val="left"/>
      <w:pPr>
        <w:tabs>
          <w:tab w:val="num" w:pos="3240"/>
        </w:tabs>
        <w:ind w:left="3240" w:hanging="360"/>
      </w:pPr>
      <w:rPr>
        <w:rFonts w:ascii="Wingdings 2" w:hAnsi="Wingdings 2" w:hint="default"/>
      </w:rPr>
    </w:lvl>
    <w:lvl w:ilvl="4" w:tplc="B6349826" w:tentative="1">
      <w:start w:val="1"/>
      <w:numFmt w:val="bullet"/>
      <w:lvlText w:val=""/>
      <w:lvlJc w:val="left"/>
      <w:pPr>
        <w:tabs>
          <w:tab w:val="num" w:pos="3960"/>
        </w:tabs>
        <w:ind w:left="3960" w:hanging="360"/>
      </w:pPr>
      <w:rPr>
        <w:rFonts w:ascii="Wingdings 2" w:hAnsi="Wingdings 2" w:hint="default"/>
      </w:rPr>
    </w:lvl>
    <w:lvl w:ilvl="5" w:tplc="7346A10C" w:tentative="1">
      <w:start w:val="1"/>
      <w:numFmt w:val="bullet"/>
      <w:lvlText w:val=""/>
      <w:lvlJc w:val="left"/>
      <w:pPr>
        <w:tabs>
          <w:tab w:val="num" w:pos="4680"/>
        </w:tabs>
        <w:ind w:left="4680" w:hanging="360"/>
      </w:pPr>
      <w:rPr>
        <w:rFonts w:ascii="Wingdings 2" w:hAnsi="Wingdings 2" w:hint="default"/>
      </w:rPr>
    </w:lvl>
    <w:lvl w:ilvl="6" w:tplc="BAF0283A" w:tentative="1">
      <w:start w:val="1"/>
      <w:numFmt w:val="bullet"/>
      <w:lvlText w:val=""/>
      <w:lvlJc w:val="left"/>
      <w:pPr>
        <w:tabs>
          <w:tab w:val="num" w:pos="5400"/>
        </w:tabs>
        <w:ind w:left="5400" w:hanging="360"/>
      </w:pPr>
      <w:rPr>
        <w:rFonts w:ascii="Wingdings 2" w:hAnsi="Wingdings 2" w:hint="default"/>
      </w:rPr>
    </w:lvl>
    <w:lvl w:ilvl="7" w:tplc="C576CA8C" w:tentative="1">
      <w:start w:val="1"/>
      <w:numFmt w:val="bullet"/>
      <w:lvlText w:val=""/>
      <w:lvlJc w:val="left"/>
      <w:pPr>
        <w:tabs>
          <w:tab w:val="num" w:pos="6120"/>
        </w:tabs>
        <w:ind w:left="6120" w:hanging="360"/>
      </w:pPr>
      <w:rPr>
        <w:rFonts w:ascii="Wingdings 2" w:hAnsi="Wingdings 2" w:hint="default"/>
      </w:rPr>
    </w:lvl>
    <w:lvl w:ilvl="8" w:tplc="16AC3602" w:tentative="1">
      <w:start w:val="1"/>
      <w:numFmt w:val="bullet"/>
      <w:lvlText w:val=""/>
      <w:lvlJc w:val="left"/>
      <w:pPr>
        <w:tabs>
          <w:tab w:val="num" w:pos="6840"/>
        </w:tabs>
        <w:ind w:left="6840" w:hanging="360"/>
      </w:pPr>
      <w:rPr>
        <w:rFonts w:ascii="Wingdings 2" w:hAnsi="Wingdings 2" w:hint="default"/>
      </w:rPr>
    </w:lvl>
  </w:abstractNum>
  <w:abstractNum w:abstractNumId="32" w15:restartNumberingAfterBreak="0">
    <w:nsid w:val="46A455BC"/>
    <w:multiLevelType w:val="hybridMultilevel"/>
    <w:tmpl w:val="4EDCD42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4C2A2333"/>
    <w:multiLevelType w:val="hybridMultilevel"/>
    <w:tmpl w:val="253E28E8"/>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35536C"/>
    <w:multiLevelType w:val="hybridMultilevel"/>
    <w:tmpl w:val="2DB4A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0C5A47"/>
    <w:multiLevelType w:val="hybridMultilevel"/>
    <w:tmpl w:val="5A423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F167CB"/>
    <w:multiLevelType w:val="hybridMultilevel"/>
    <w:tmpl w:val="48B6D652"/>
    <w:lvl w:ilvl="0" w:tplc="74E886D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DE564F"/>
    <w:multiLevelType w:val="hybridMultilevel"/>
    <w:tmpl w:val="9B78A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8350ACD"/>
    <w:multiLevelType w:val="hybridMultilevel"/>
    <w:tmpl w:val="5E2C5AF0"/>
    <w:lvl w:ilvl="0" w:tplc="123E30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D522479"/>
    <w:multiLevelType w:val="hybridMultilevel"/>
    <w:tmpl w:val="9858FA66"/>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6FAF6710"/>
    <w:multiLevelType w:val="hybridMultilevel"/>
    <w:tmpl w:val="1FE04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210889"/>
    <w:multiLevelType w:val="hybridMultilevel"/>
    <w:tmpl w:val="29122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8D2D17"/>
    <w:multiLevelType w:val="hybridMultilevel"/>
    <w:tmpl w:val="342C0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833FB3"/>
    <w:multiLevelType w:val="hybridMultilevel"/>
    <w:tmpl w:val="0A70E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1802665">
    <w:abstractNumId w:val="1"/>
  </w:num>
  <w:num w:numId="2" w16cid:durableId="521018371">
    <w:abstractNumId w:val="0"/>
  </w:num>
  <w:num w:numId="3" w16cid:durableId="378869364">
    <w:abstractNumId w:val="17"/>
  </w:num>
  <w:num w:numId="4" w16cid:durableId="815994810">
    <w:abstractNumId w:val="42"/>
  </w:num>
  <w:num w:numId="5" w16cid:durableId="699353818">
    <w:abstractNumId w:val="33"/>
  </w:num>
  <w:num w:numId="6" w16cid:durableId="1203832045">
    <w:abstractNumId w:val="2"/>
  </w:num>
  <w:num w:numId="7" w16cid:durableId="738359619">
    <w:abstractNumId w:val="37"/>
  </w:num>
  <w:num w:numId="8" w16cid:durableId="1673144776">
    <w:abstractNumId w:val="29"/>
  </w:num>
  <w:num w:numId="9" w16cid:durableId="199635654">
    <w:abstractNumId w:val="22"/>
  </w:num>
  <w:num w:numId="10" w16cid:durableId="186022319">
    <w:abstractNumId w:val="13"/>
  </w:num>
  <w:num w:numId="11" w16cid:durableId="1896357745">
    <w:abstractNumId w:val="3"/>
  </w:num>
  <w:num w:numId="12" w16cid:durableId="1657687274">
    <w:abstractNumId w:val="40"/>
  </w:num>
  <w:num w:numId="13" w16cid:durableId="1799105437">
    <w:abstractNumId w:val="36"/>
  </w:num>
  <w:num w:numId="14" w16cid:durableId="1945070487">
    <w:abstractNumId w:val="38"/>
  </w:num>
  <w:num w:numId="15" w16cid:durableId="704250934">
    <w:abstractNumId w:val="16"/>
  </w:num>
  <w:num w:numId="16" w16cid:durableId="1344363221">
    <w:abstractNumId w:val="25"/>
  </w:num>
  <w:num w:numId="17" w16cid:durableId="1980569537">
    <w:abstractNumId w:val="41"/>
  </w:num>
  <w:num w:numId="18" w16cid:durableId="306010865">
    <w:abstractNumId w:val="15"/>
  </w:num>
  <w:num w:numId="19" w16cid:durableId="1083183976">
    <w:abstractNumId w:val="26"/>
  </w:num>
  <w:num w:numId="20" w16cid:durableId="614287586">
    <w:abstractNumId w:val="18"/>
  </w:num>
  <w:num w:numId="21" w16cid:durableId="192348324">
    <w:abstractNumId w:val="10"/>
  </w:num>
  <w:num w:numId="22" w16cid:durableId="660349531">
    <w:abstractNumId w:val="7"/>
  </w:num>
  <w:num w:numId="23" w16cid:durableId="594291022">
    <w:abstractNumId w:val="19"/>
  </w:num>
  <w:num w:numId="24" w16cid:durableId="77287438">
    <w:abstractNumId w:val="30"/>
  </w:num>
  <w:num w:numId="25" w16cid:durableId="1349406676">
    <w:abstractNumId w:val="34"/>
  </w:num>
  <w:num w:numId="26" w16cid:durableId="358820623">
    <w:abstractNumId w:val="31"/>
  </w:num>
  <w:num w:numId="27" w16cid:durableId="1553229775">
    <w:abstractNumId w:val="28"/>
  </w:num>
  <w:num w:numId="28" w16cid:durableId="1810783038">
    <w:abstractNumId w:val="14"/>
  </w:num>
  <w:num w:numId="29" w16cid:durableId="208808058">
    <w:abstractNumId w:val="21"/>
  </w:num>
  <w:num w:numId="30" w16cid:durableId="1690910243">
    <w:abstractNumId w:val="9"/>
  </w:num>
  <w:num w:numId="31" w16cid:durableId="2133090290">
    <w:abstractNumId w:val="12"/>
  </w:num>
  <w:num w:numId="32" w16cid:durableId="2109232107">
    <w:abstractNumId w:val="23"/>
  </w:num>
  <w:num w:numId="33" w16cid:durableId="726993300">
    <w:abstractNumId w:val="24"/>
  </w:num>
  <w:num w:numId="34" w16cid:durableId="707223317">
    <w:abstractNumId w:val="44"/>
  </w:num>
  <w:num w:numId="35" w16cid:durableId="1750690109">
    <w:abstractNumId w:val="32"/>
  </w:num>
  <w:num w:numId="36" w16cid:durableId="1335958200">
    <w:abstractNumId w:val="20"/>
  </w:num>
  <w:num w:numId="37" w16cid:durableId="1788964135">
    <w:abstractNumId w:val="39"/>
  </w:num>
  <w:num w:numId="38" w16cid:durableId="326979932">
    <w:abstractNumId w:val="11"/>
  </w:num>
  <w:num w:numId="39" w16cid:durableId="1107236423">
    <w:abstractNumId w:val="6"/>
  </w:num>
  <w:num w:numId="40" w16cid:durableId="1812600244">
    <w:abstractNumId w:val="35"/>
  </w:num>
  <w:num w:numId="41" w16cid:durableId="2032950177">
    <w:abstractNumId w:val="8"/>
  </w:num>
  <w:num w:numId="42" w16cid:durableId="795686833">
    <w:abstractNumId w:val="27"/>
  </w:num>
  <w:num w:numId="43" w16cid:durableId="412698998">
    <w:abstractNumId w:val="43"/>
  </w:num>
  <w:num w:numId="44" w16cid:durableId="1294748770">
    <w:abstractNumId w:val="4"/>
  </w:num>
  <w:num w:numId="45" w16cid:durableId="12649952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AF1"/>
    <w:rsid w:val="00001AA8"/>
    <w:rsid w:val="00006579"/>
    <w:rsid w:val="00006C63"/>
    <w:rsid w:val="00007B65"/>
    <w:rsid w:val="00012857"/>
    <w:rsid w:val="0001534D"/>
    <w:rsid w:val="00023CDA"/>
    <w:rsid w:val="000240B1"/>
    <w:rsid w:val="000275D3"/>
    <w:rsid w:val="000277E4"/>
    <w:rsid w:val="000313C3"/>
    <w:rsid w:val="00031CB7"/>
    <w:rsid w:val="0003343C"/>
    <w:rsid w:val="00034285"/>
    <w:rsid w:val="00050C89"/>
    <w:rsid w:val="00055512"/>
    <w:rsid w:val="00062623"/>
    <w:rsid w:val="00065997"/>
    <w:rsid w:val="00066647"/>
    <w:rsid w:val="00067C60"/>
    <w:rsid w:val="0007073E"/>
    <w:rsid w:val="0007683E"/>
    <w:rsid w:val="00082CB4"/>
    <w:rsid w:val="000927F3"/>
    <w:rsid w:val="000966C0"/>
    <w:rsid w:val="0009675A"/>
    <w:rsid w:val="000A0399"/>
    <w:rsid w:val="000A12F6"/>
    <w:rsid w:val="000A37D8"/>
    <w:rsid w:val="000B1968"/>
    <w:rsid w:val="000B24B0"/>
    <w:rsid w:val="000B3A93"/>
    <w:rsid w:val="000B41D8"/>
    <w:rsid w:val="000B49C2"/>
    <w:rsid w:val="000B7A2D"/>
    <w:rsid w:val="000D0B19"/>
    <w:rsid w:val="000E3C0C"/>
    <w:rsid w:val="000E79BA"/>
    <w:rsid w:val="000F1AC8"/>
    <w:rsid w:val="00105213"/>
    <w:rsid w:val="001111F4"/>
    <w:rsid w:val="00111449"/>
    <w:rsid w:val="00132781"/>
    <w:rsid w:val="0013316C"/>
    <w:rsid w:val="001377C2"/>
    <w:rsid w:val="001563B7"/>
    <w:rsid w:val="0016190D"/>
    <w:rsid w:val="00163AAF"/>
    <w:rsid w:val="00164FBC"/>
    <w:rsid w:val="001664DF"/>
    <w:rsid w:val="001668B3"/>
    <w:rsid w:val="00175E50"/>
    <w:rsid w:val="001765ED"/>
    <w:rsid w:val="0018656F"/>
    <w:rsid w:val="00190D62"/>
    <w:rsid w:val="00193CEB"/>
    <w:rsid w:val="001952DD"/>
    <w:rsid w:val="001978FF"/>
    <w:rsid w:val="001A0B92"/>
    <w:rsid w:val="001A2A7D"/>
    <w:rsid w:val="001A465C"/>
    <w:rsid w:val="001A5DB5"/>
    <w:rsid w:val="001B4907"/>
    <w:rsid w:val="001B4D30"/>
    <w:rsid w:val="001B5012"/>
    <w:rsid w:val="001B7929"/>
    <w:rsid w:val="001C442D"/>
    <w:rsid w:val="001C5493"/>
    <w:rsid w:val="001D5949"/>
    <w:rsid w:val="001E01A1"/>
    <w:rsid w:val="001E3541"/>
    <w:rsid w:val="001E58D4"/>
    <w:rsid w:val="001F1253"/>
    <w:rsid w:val="001F1535"/>
    <w:rsid w:val="001F1732"/>
    <w:rsid w:val="001F1765"/>
    <w:rsid w:val="0020450B"/>
    <w:rsid w:val="0020528B"/>
    <w:rsid w:val="002109F9"/>
    <w:rsid w:val="00211C13"/>
    <w:rsid w:val="00215F9D"/>
    <w:rsid w:val="00217691"/>
    <w:rsid w:val="00224593"/>
    <w:rsid w:val="0022750D"/>
    <w:rsid w:val="0023106D"/>
    <w:rsid w:val="002314C9"/>
    <w:rsid w:val="0023570A"/>
    <w:rsid w:val="002427BB"/>
    <w:rsid w:val="002449A7"/>
    <w:rsid w:val="00254AB5"/>
    <w:rsid w:val="00264E1A"/>
    <w:rsid w:val="00267242"/>
    <w:rsid w:val="00271760"/>
    <w:rsid w:val="00273A08"/>
    <w:rsid w:val="00274E29"/>
    <w:rsid w:val="00275857"/>
    <w:rsid w:val="00276C41"/>
    <w:rsid w:val="00276F9E"/>
    <w:rsid w:val="002812C8"/>
    <w:rsid w:val="002823C9"/>
    <w:rsid w:val="0028260A"/>
    <w:rsid w:val="0028345A"/>
    <w:rsid w:val="002837CA"/>
    <w:rsid w:val="0028563C"/>
    <w:rsid w:val="00286CED"/>
    <w:rsid w:val="00290E0B"/>
    <w:rsid w:val="00294352"/>
    <w:rsid w:val="00294778"/>
    <w:rsid w:val="00296811"/>
    <w:rsid w:val="002A2990"/>
    <w:rsid w:val="002A32D1"/>
    <w:rsid w:val="002A4D13"/>
    <w:rsid w:val="002A6CB6"/>
    <w:rsid w:val="002B1CD7"/>
    <w:rsid w:val="002B2CC1"/>
    <w:rsid w:val="002B3DA6"/>
    <w:rsid w:val="002C1A1F"/>
    <w:rsid w:val="002C2169"/>
    <w:rsid w:val="002C73C4"/>
    <w:rsid w:val="002D1E26"/>
    <w:rsid w:val="002E2744"/>
    <w:rsid w:val="002E3DD5"/>
    <w:rsid w:val="002E605B"/>
    <w:rsid w:val="002F14FC"/>
    <w:rsid w:val="002F2ACE"/>
    <w:rsid w:val="002F40BB"/>
    <w:rsid w:val="002F4855"/>
    <w:rsid w:val="002F6EDA"/>
    <w:rsid w:val="0030095E"/>
    <w:rsid w:val="00302042"/>
    <w:rsid w:val="00303426"/>
    <w:rsid w:val="0030428B"/>
    <w:rsid w:val="00310053"/>
    <w:rsid w:val="00311A9D"/>
    <w:rsid w:val="0032296E"/>
    <w:rsid w:val="0032311A"/>
    <w:rsid w:val="00323320"/>
    <w:rsid w:val="00323466"/>
    <w:rsid w:val="00325D78"/>
    <w:rsid w:val="00330F81"/>
    <w:rsid w:val="00334D69"/>
    <w:rsid w:val="003362C6"/>
    <w:rsid w:val="00344794"/>
    <w:rsid w:val="00344FCF"/>
    <w:rsid w:val="003478AD"/>
    <w:rsid w:val="00351A15"/>
    <w:rsid w:val="0035234C"/>
    <w:rsid w:val="003564FC"/>
    <w:rsid w:val="0036023D"/>
    <w:rsid w:val="00361139"/>
    <w:rsid w:val="00361428"/>
    <w:rsid w:val="00363026"/>
    <w:rsid w:val="0037183C"/>
    <w:rsid w:val="003758A3"/>
    <w:rsid w:val="00375BDE"/>
    <w:rsid w:val="003777CF"/>
    <w:rsid w:val="00383DE1"/>
    <w:rsid w:val="00390E25"/>
    <w:rsid w:val="00394E2B"/>
    <w:rsid w:val="0039567C"/>
    <w:rsid w:val="00396B75"/>
    <w:rsid w:val="003A0136"/>
    <w:rsid w:val="003A1D53"/>
    <w:rsid w:val="003A5094"/>
    <w:rsid w:val="003B37D2"/>
    <w:rsid w:val="003B4E39"/>
    <w:rsid w:val="003B6EB5"/>
    <w:rsid w:val="003C679F"/>
    <w:rsid w:val="003D05D5"/>
    <w:rsid w:val="003D0CAC"/>
    <w:rsid w:val="003D4B1B"/>
    <w:rsid w:val="003D7631"/>
    <w:rsid w:val="003E2366"/>
    <w:rsid w:val="003E511F"/>
    <w:rsid w:val="003E6C6C"/>
    <w:rsid w:val="003F3DBA"/>
    <w:rsid w:val="003F417C"/>
    <w:rsid w:val="003F6305"/>
    <w:rsid w:val="003F6890"/>
    <w:rsid w:val="004011CC"/>
    <w:rsid w:val="004019E6"/>
    <w:rsid w:val="00404856"/>
    <w:rsid w:val="00406D93"/>
    <w:rsid w:val="00410C86"/>
    <w:rsid w:val="004110D0"/>
    <w:rsid w:val="00412C66"/>
    <w:rsid w:val="00416531"/>
    <w:rsid w:val="00416BDD"/>
    <w:rsid w:val="00420698"/>
    <w:rsid w:val="00426AAC"/>
    <w:rsid w:val="00427B59"/>
    <w:rsid w:val="004308ED"/>
    <w:rsid w:val="00431F2F"/>
    <w:rsid w:val="00435233"/>
    <w:rsid w:val="00441221"/>
    <w:rsid w:val="0044428D"/>
    <w:rsid w:val="00450360"/>
    <w:rsid w:val="00452901"/>
    <w:rsid w:val="00461DA0"/>
    <w:rsid w:val="00464A12"/>
    <w:rsid w:val="0046576B"/>
    <w:rsid w:val="00466FEC"/>
    <w:rsid w:val="0046708B"/>
    <w:rsid w:val="00471EF5"/>
    <w:rsid w:val="00474765"/>
    <w:rsid w:val="00477020"/>
    <w:rsid w:val="00480DD9"/>
    <w:rsid w:val="004832B9"/>
    <w:rsid w:val="00484594"/>
    <w:rsid w:val="00484862"/>
    <w:rsid w:val="0049607B"/>
    <w:rsid w:val="00496666"/>
    <w:rsid w:val="004A0196"/>
    <w:rsid w:val="004A0253"/>
    <w:rsid w:val="004B3372"/>
    <w:rsid w:val="004B3CAA"/>
    <w:rsid w:val="004B5DB5"/>
    <w:rsid w:val="004C7D9E"/>
    <w:rsid w:val="004D24AF"/>
    <w:rsid w:val="004D29FA"/>
    <w:rsid w:val="004E0D4C"/>
    <w:rsid w:val="004E1414"/>
    <w:rsid w:val="004E2198"/>
    <w:rsid w:val="004E429E"/>
    <w:rsid w:val="004E42BF"/>
    <w:rsid w:val="00512813"/>
    <w:rsid w:val="005138C1"/>
    <w:rsid w:val="00516314"/>
    <w:rsid w:val="0052086B"/>
    <w:rsid w:val="00522F3E"/>
    <w:rsid w:val="00525972"/>
    <w:rsid w:val="00526A1A"/>
    <w:rsid w:val="00527EBD"/>
    <w:rsid w:val="00535681"/>
    <w:rsid w:val="00543646"/>
    <w:rsid w:val="00547D13"/>
    <w:rsid w:val="00547FBC"/>
    <w:rsid w:val="00552014"/>
    <w:rsid w:val="0056357A"/>
    <w:rsid w:val="00570067"/>
    <w:rsid w:val="005770EE"/>
    <w:rsid w:val="00580136"/>
    <w:rsid w:val="00590BD9"/>
    <w:rsid w:val="005919EA"/>
    <w:rsid w:val="0059389B"/>
    <w:rsid w:val="005949CB"/>
    <w:rsid w:val="005975BA"/>
    <w:rsid w:val="005A42D7"/>
    <w:rsid w:val="005B05B1"/>
    <w:rsid w:val="005B0C11"/>
    <w:rsid w:val="005B0D74"/>
    <w:rsid w:val="005B25F9"/>
    <w:rsid w:val="005B26FB"/>
    <w:rsid w:val="005C4DE2"/>
    <w:rsid w:val="005C5C67"/>
    <w:rsid w:val="005C6FA4"/>
    <w:rsid w:val="005C7579"/>
    <w:rsid w:val="005D1F67"/>
    <w:rsid w:val="005D38CB"/>
    <w:rsid w:val="005E5B7F"/>
    <w:rsid w:val="005E6F56"/>
    <w:rsid w:val="005F2CD8"/>
    <w:rsid w:val="0060037A"/>
    <w:rsid w:val="00601D5B"/>
    <w:rsid w:val="00602568"/>
    <w:rsid w:val="00603C0C"/>
    <w:rsid w:val="00604AD7"/>
    <w:rsid w:val="00605225"/>
    <w:rsid w:val="00605ACD"/>
    <w:rsid w:val="00605E73"/>
    <w:rsid w:val="00606933"/>
    <w:rsid w:val="006145C3"/>
    <w:rsid w:val="00615832"/>
    <w:rsid w:val="0061596A"/>
    <w:rsid w:val="00617B3B"/>
    <w:rsid w:val="006304E1"/>
    <w:rsid w:val="006327C8"/>
    <w:rsid w:val="006335F9"/>
    <w:rsid w:val="0064218D"/>
    <w:rsid w:val="00655A3A"/>
    <w:rsid w:val="00661C7B"/>
    <w:rsid w:val="006623E8"/>
    <w:rsid w:val="006641D4"/>
    <w:rsid w:val="00665232"/>
    <w:rsid w:val="00665458"/>
    <w:rsid w:val="006679B3"/>
    <w:rsid w:val="0067074F"/>
    <w:rsid w:val="00671761"/>
    <w:rsid w:val="00680676"/>
    <w:rsid w:val="006868B3"/>
    <w:rsid w:val="00692B04"/>
    <w:rsid w:val="00693B10"/>
    <w:rsid w:val="006946EF"/>
    <w:rsid w:val="006A1D51"/>
    <w:rsid w:val="006A2503"/>
    <w:rsid w:val="006A41A0"/>
    <w:rsid w:val="006A7466"/>
    <w:rsid w:val="006B2C9E"/>
    <w:rsid w:val="006B665F"/>
    <w:rsid w:val="006C3003"/>
    <w:rsid w:val="006C45B4"/>
    <w:rsid w:val="006C48A0"/>
    <w:rsid w:val="006C4CE4"/>
    <w:rsid w:val="006C741D"/>
    <w:rsid w:val="006C7766"/>
    <w:rsid w:val="006D0204"/>
    <w:rsid w:val="006D5931"/>
    <w:rsid w:val="006E44AB"/>
    <w:rsid w:val="006E4D16"/>
    <w:rsid w:val="006E7957"/>
    <w:rsid w:val="006F4BDC"/>
    <w:rsid w:val="006F62CA"/>
    <w:rsid w:val="006F7C14"/>
    <w:rsid w:val="00700ECC"/>
    <w:rsid w:val="00701541"/>
    <w:rsid w:val="00701EB3"/>
    <w:rsid w:val="007027CB"/>
    <w:rsid w:val="00702B80"/>
    <w:rsid w:val="00705839"/>
    <w:rsid w:val="00705BAD"/>
    <w:rsid w:val="00712920"/>
    <w:rsid w:val="00714EC5"/>
    <w:rsid w:val="007174D6"/>
    <w:rsid w:val="00720261"/>
    <w:rsid w:val="00722D12"/>
    <w:rsid w:val="00725EE3"/>
    <w:rsid w:val="00726239"/>
    <w:rsid w:val="007267A0"/>
    <w:rsid w:val="00731E1F"/>
    <w:rsid w:val="00735979"/>
    <w:rsid w:val="00737B5D"/>
    <w:rsid w:val="00741D44"/>
    <w:rsid w:val="0074294C"/>
    <w:rsid w:val="00744F02"/>
    <w:rsid w:val="00746003"/>
    <w:rsid w:val="00746453"/>
    <w:rsid w:val="00756446"/>
    <w:rsid w:val="00756B2D"/>
    <w:rsid w:val="00760315"/>
    <w:rsid w:val="007615E3"/>
    <w:rsid w:val="00762222"/>
    <w:rsid w:val="00763124"/>
    <w:rsid w:val="00765248"/>
    <w:rsid w:val="007663E9"/>
    <w:rsid w:val="0077494D"/>
    <w:rsid w:val="0077712E"/>
    <w:rsid w:val="00787025"/>
    <w:rsid w:val="007A1DA4"/>
    <w:rsid w:val="007A720C"/>
    <w:rsid w:val="007B181F"/>
    <w:rsid w:val="007B1A65"/>
    <w:rsid w:val="007B32D6"/>
    <w:rsid w:val="007C7D3A"/>
    <w:rsid w:val="007D2B81"/>
    <w:rsid w:val="007D3BA4"/>
    <w:rsid w:val="007F3976"/>
    <w:rsid w:val="007F44AD"/>
    <w:rsid w:val="00801F08"/>
    <w:rsid w:val="00804236"/>
    <w:rsid w:val="00806071"/>
    <w:rsid w:val="0081772F"/>
    <w:rsid w:val="008228BC"/>
    <w:rsid w:val="00822BEA"/>
    <w:rsid w:val="00826576"/>
    <w:rsid w:val="00830381"/>
    <w:rsid w:val="00833118"/>
    <w:rsid w:val="00833835"/>
    <w:rsid w:val="00835AC8"/>
    <w:rsid w:val="008437DD"/>
    <w:rsid w:val="00845F49"/>
    <w:rsid w:val="00854A0B"/>
    <w:rsid w:val="008550E0"/>
    <w:rsid w:val="00855253"/>
    <w:rsid w:val="00855A4D"/>
    <w:rsid w:val="00857CAF"/>
    <w:rsid w:val="00857D17"/>
    <w:rsid w:val="008641A3"/>
    <w:rsid w:val="00864E9F"/>
    <w:rsid w:val="00865A58"/>
    <w:rsid w:val="00870B3C"/>
    <w:rsid w:val="00872AF1"/>
    <w:rsid w:val="008741B7"/>
    <w:rsid w:val="00875059"/>
    <w:rsid w:val="008751E5"/>
    <w:rsid w:val="00880F44"/>
    <w:rsid w:val="008832E1"/>
    <w:rsid w:val="00883AF2"/>
    <w:rsid w:val="00886D25"/>
    <w:rsid w:val="00891B48"/>
    <w:rsid w:val="00894963"/>
    <w:rsid w:val="008A2612"/>
    <w:rsid w:val="008A2EE8"/>
    <w:rsid w:val="008A5871"/>
    <w:rsid w:val="008B0A47"/>
    <w:rsid w:val="008C0E50"/>
    <w:rsid w:val="008C4BF7"/>
    <w:rsid w:val="008C6A4A"/>
    <w:rsid w:val="008D770D"/>
    <w:rsid w:val="008E1342"/>
    <w:rsid w:val="008F089A"/>
    <w:rsid w:val="008F52A1"/>
    <w:rsid w:val="00901D6D"/>
    <w:rsid w:val="00902E89"/>
    <w:rsid w:val="00903AAB"/>
    <w:rsid w:val="00903CA4"/>
    <w:rsid w:val="00907000"/>
    <w:rsid w:val="009074EC"/>
    <w:rsid w:val="00907E18"/>
    <w:rsid w:val="00916F57"/>
    <w:rsid w:val="0091709C"/>
    <w:rsid w:val="009210D1"/>
    <w:rsid w:val="0092222C"/>
    <w:rsid w:val="00922F2C"/>
    <w:rsid w:val="00926469"/>
    <w:rsid w:val="00927098"/>
    <w:rsid w:val="00930997"/>
    <w:rsid w:val="0093728F"/>
    <w:rsid w:val="00937D28"/>
    <w:rsid w:val="00940D91"/>
    <w:rsid w:val="00941499"/>
    <w:rsid w:val="00945953"/>
    <w:rsid w:val="00952595"/>
    <w:rsid w:val="009558A1"/>
    <w:rsid w:val="00964402"/>
    <w:rsid w:val="00977374"/>
    <w:rsid w:val="0098351E"/>
    <w:rsid w:val="00991FCC"/>
    <w:rsid w:val="009922FB"/>
    <w:rsid w:val="00992D19"/>
    <w:rsid w:val="00997A59"/>
    <w:rsid w:val="009A12F4"/>
    <w:rsid w:val="009A2BDF"/>
    <w:rsid w:val="009A3270"/>
    <w:rsid w:val="009B3C99"/>
    <w:rsid w:val="009C46AE"/>
    <w:rsid w:val="009C673E"/>
    <w:rsid w:val="009D172D"/>
    <w:rsid w:val="009D556A"/>
    <w:rsid w:val="00A0254A"/>
    <w:rsid w:val="00A1076F"/>
    <w:rsid w:val="00A13EEB"/>
    <w:rsid w:val="00A208C7"/>
    <w:rsid w:val="00A21E0A"/>
    <w:rsid w:val="00A268BB"/>
    <w:rsid w:val="00A32FF3"/>
    <w:rsid w:val="00A44B24"/>
    <w:rsid w:val="00A44C0F"/>
    <w:rsid w:val="00A53115"/>
    <w:rsid w:val="00A53251"/>
    <w:rsid w:val="00A61BCC"/>
    <w:rsid w:val="00A6447F"/>
    <w:rsid w:val="00A67160"/>
    <w:rsid w:val="00A67828"/>
    <w:rsid w:val="00A67EA3"/>
    <w:rsid w:val="00A722AB"/>
    <w:rsid w:val="00A746E0"/>
    <w:rsid w:val="00A75D41"/>
    <w:rsid w:val="00A82B6E"/>
    <w:rsid w:val="00A8747C"/>
    <w:rsid w:val="00A9030E"/>
    <w:rsid w:val="00A9439E"/>
    <w:rsid w:val="00AA037B"/>
    <w:rsid w:val="00AA3D0B"/>
    <w:rsid w:val="00AA47AB"/>
    <w:rsid w:val="00AA6AF4"/>
    <w:rsid w:val="00AC127B"/>
    <w:rsid w:val="00AD236A"/>
    <w:rsid w:val="00AD2E8C"/>
    <w:rsid w:val="00AD4508"/>
    <w:rsid w:val="00AE0AD2"/>
    <w:rsid w:val="00AF2DB4"/>
    <w:rsid w:val="00B005E6"/>
    <w:rsid w:val="00B00E0E"/>
    <w:rsid w:val="00B10890"/>
    <w:rsid w:val="00B124B8"/>
    <w:rsid w:val="00B12552"/>
    <w:rsid w:val="00B133A1"/>
    <w:rsid w:val="00B22125"/>
    <w:rsid w:val="00B246AE"/>
    <w:rsid w:val="00B30CA5"/>
    <w:rsid w:val="00B31BCB"/>
    <w:rsid w:val="00B36A29"/>
    <w:rsid w:val="00B425AC"/>
    <w:rsid w:val="00B43E5F"/>
    <w:rsid w:val="00B4453C"/>
    <w:rsid w:val="00B452FA"/>
    <w:rsid w:val="00B508FD"/>
    <w:rsid w:val="00B527E3"/>
    <w:rsid w:val="00B6002E"/>
    <w:rsid w:val="00B70D22"/>
    <w:rsid w:val="00B710FE"/>
    <w:rsid w:val="00B7703D"/>
    <w:rsid w:val="00B77485"/>
    <w:rsid w:val="00B8192C"/>
    <w:rsid w:val="00B82C94"/>
    <w:rsid w:val="00B846D9"/>
    <w:rsid w:val="00B903FD"/>
    <w:rsid w:val="00BA248C"/>
    <w:rsid w:val="00BA61AA"/>
    <w:rsid w:val="00BA70EC"/>
    <w:rsid w:val="00BB4117"/>
    <w:rsid w:val="00BC1661"/>
    <w:rsid w:val="00BC25E2"/>
    <w:rsid w:val="00BC28AE"/>
    <w:rsid w:val="00BC4546"/>
    <w:rsid w:val="00BD1DCB"/>
    <w:rsid w:val="00BD4D81"/>
    <w:rsid w:val="00BD5382"/>
    <w:rsid w:val="00BE01C3"/>
    <w:rsid w:val="00BE398C"/>
    <w:rsid w:val="00BE47C0"/>
    <w:rsid w:val="00BF066E"/>
    <w:rsid w:val="00BF45CE"/>
    <w:rsid w:val="00BF4914"/>
    <w:rsid w:val="00C00C8A"/>
    <w:rsid w:val="00C066BE"/>
    <w:rsid w:val="00C06AF1"/>
    <w:rsid w:val="00C10678"/>
    <w:rsid w:val="00C14E49"/>
    <w:rsid w:val="00C171A4"/>
    <w:rsid w:val="00C17208"/>
    <w:rsid w:val="00C317B5"/>
    <w:rsid w:val="00C4407D"/>
    <w:rsid w:val="00C50A5C"/>
    <w:rsid w:val="00C515FF"/>
    <w:rsid w:val="00C53499"/>
    <w:rsid w:val="00C56524"/>
    <w:rsid w:val="00C5722E"/>
    <w:rsid w:val="00C600F2"/>
    <w:rsid w:val="00C60328"/>
    <w:rsid w:val="00C66FCC"/>
    <w:rsid w:val="00C678A2"/>
    <w:rsid w:val="00C741B9"/>
    <w:rsid w:val="00C82AF4"/>
    <w:rsid w:val="00C848C4"/>
    <w:rsid w:val="00C861CB"/>
    <w:rsid w:val="00C87D89"/>
    <w:rsid w:val="00C92F8B"/>
    <w:rsid w:val="00C95141"/>
    <w:rsid w:val="00C968BA"/>
    <w:rsid w:val="00C96CF8"/>
    <w:rsid w:val="00CA44EA"/>
    <w:rsid w:val="00CA4E2F"/>
    <w:rsid w:val="00CA5B1A"/>
    <w:rsid w:val="00CA5C45"/>
    <w:rsid w:val="00CB151C"/>
    <w:rsid w:val="00CB4422"/>
    <w:rsid w:val="00CB7230"/>
    <w:rsid w:val="00CD5FD8"/>
    <w:rsid w:val="00CD6F60"/>
    <w:rsid w:val="00CF66AE"/>
    <w:rsid w:val="00D02FCD"/>
    <w:rsid w:val="00D03B94"/>
    <w:rsid w:val="00D129C0"/>
    <w:rsid w:val="00D2027B"/>
    <w:rsid w:val="00D22D5E"/>
    <w:rsid w:val="00D233AD"/>
    <w:rsid w:val="00D314B2"/>
    <w:rsid w:val="00D32213"/>
    <w:rsid w:val="00D32A29"/>
    <w:rsid w:val="00D32A9F"/>
    <w:rsid w:val="00D338A3"/>
    <w:rsid w:val="00D41281"/>
    <w:rsid w:val="00D50619"/>
    <w:rsid w:val="00D5368A"/>
    <w:rsid w:val="00D63876"/>
    <w:rsid w:val="00D675BA"/>
    <w:rsid w:val="00D704C2"/>
    <w:rsid w:val="00D74AB0"/>
    <w:rsid w:val="00D7626F"/>
    <w:rsid w:val="00D84F1E"/>
    <w:rsid w:val="00D94613"/>
    <w:rsid w:val="00D972D4"/>
    <w:rsid w:val="00DA1FF9"/>
    <w:rsid w:val="00DA2102"/>
    <w:rsid w:val="00DA2B5F"/>
    <w:rsid w:val="00DA564E"/>
    <w:rsid w:val="00DA6F2C"/>
    <w:rsid w:val="00DB6313"/>
    <w:rsid w:val="00DC46FE"/>
    <w:rsid w:val="00DC5563"/>
    <w:rsid w:val="00DC76B2"/>
    <w:rsid w:val="00DD2ABC"/>
    <w:rsid w:val="00DD6809"/>
    <w:rsid w:val="00DE5BB4"/>
    <w:rsid w:val="00DE71CF"/>
    <w:rsid w:val="00DE7D36"/>
    <w:rsid w:val="00DF41FD"/>
    <w:rsid w:val="00DF4531"/>
    <w:rsid w:val="00DF4F4A"/>
    <w:rsid w:val="00E02B58"/>
    <w:rsid w:val="00E031C5"/>
    <w:rsid w:val="00E03B5C"/>
    <w:rsid w:val="00E04594"/>
    <w:rsid w:val="00E0499D"/>
    <w:rsid w:val="00E07242"/>
    <w:rsid w:val="00E07DDB"/>
    <w:rsid w:val="00E13323"/>
    <w:rsid w:val="00E212C4"/>
    <w:rsid w:val="00E2195F"/>
    <w:rsid w:val="00E31605"/>
    <w:rsid w:val="00E33AC7"/>
    <w:rsid w:val="00E33EDE"/>
    <w:rsid w:val="00E36246"/>
    <w:rsid w:val="00E40DF7"/>
    <w:rsid w:val="00E41074"/>
    <w:rsid w:val="00E46AF9"/>
    <w:rsid w:val="00E52B3A"/>
    <w:rsid w:val="00E57DD4"/>
    <w:rsid w:val="00E63D43"/>
    <w:rsid w:val="00E64204"/>
    <w:rsid w:val="00E64B37"/>
    <w:rsid w:val="00E7140A"/>
    <w:rsid w:val="00E72ECF"/>
    <w:rsid w:val="00E74B76"/>
    <w:rsid w:val="00E867C1"/>
    <w:rsid w:val="00E91244"/>
    <w:rsid w:val="00E945D7"/>
    <w:rsid w:val="00E94766"/>
    <w:rsid w:val="00EC01F1"/>
    <w:rsid w:val="00EC7FB3"/>
    <w:rsid w:val="00ED0106"/>
    <w:rsid w:val="00ED1B85"/>
    <w:rsid w:val="00ED3730"/>
    <w:rsid w:val="00ED40C3"/>
    <w:rsid w:val="00EE04AA"/>
    <w:rsid w:val="00EE23FC"/>
    <w:rsid w:val="00EE2F8A"/>
    <w:rsid w:val="00EE538E"/>
    <w:rsid w:val="00EE618A"/>
    <w:rsid w:val="00EE6433"/>
    <w:rsid w:val="00EF0411"/>
    <w:rsid w:val="00EF1C8B"/>
    <w:rsid w:val="00F13B00"/>
    <w:rsid w:val="00F14A7D"/>
    <w:rsid w:val="00F15E16"/>
    <w:rsid w:val="00F222D7"/>
    <w:rsid w:val="00F23332"/>
    <w:rsid w:val="00F27906"/>
    <w:rsid w:val="00F30A9A"/>
    <w:rsid w:val="00F420CC"/>
    <w:rsid w:val="00F4506A"/>
    <w:rsid w:val="00F51D31"/>
    <w:rsid w:val="00F54F27"/>
    <w:rsid w:val="00F55F55"/>
    <w:rsid w:val="00F57046"/>
    <w:rsid w:val="00F57E36"/>
    <w:rsid w:val="00F609DA"/>
    <w:rsid w:val="00F60B53"/>
    <w:rsid w:val="00F64A8E"/>
    <w:rsid w:val="00F65C0B"/>
    <w:rsid w:val="00F73320"/>
    <w:rsid w:val="00F75EFC"/>
    <w:rsid w:val="00F77896"/>
    <w:rsid w:val="00F87639"/>
    <w:rsid w:val="00F902BE"/>
    <w:rsid w:val="00F903F9"/>
    <w:rsid w:val="00F93F30"/>
    <w:rsid w:val="00F965AC"/>
    <w:rsid w:val="00FA1F06"/>
    <w:rsid w:val="00FA3141"/>
    <w:rsid w:val="00FA5209"/>
    <w:rsid w:val="00FB1127"/>
    <w:rsid w:val="00FB181F"/>
    <w:rsid w:val="00FB1D3D"/>
    <w:rsid w:val="00FB4249"/>
    <w:rsid w:val="00FC07AE"/>
    <w:rsid w:val="00FC12DE"/>
    <w:rsid w:val="00FC24D4"/>
    <w:rsid w:val="00FC4123"/>
    <w:rsid w:val="00FC70A6"/>
    <w:rsid w:val="00FD04E7"/>
    <w:rsid w:val="00FD17BD"/>
    <w:rsid w:val="00FD606C"/>
    <w:rsid w:val="00FD72C9"/>
    <w:rsid w:val="00FD737C"/>
    <w:rsid w:val="00FD77E5"/>
    <w:rsid w:val="00FE298F"/>
    <w:rsid w:val="00FE421E"/>
    <w:rsid w:val="00FF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79A78"/>
  <w15:chartTrackingRefBased/>
  <w15:docId w15:val="{90C9A262-2FCB-3743-998E-73DE4681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876"/>
    <w:pPr>
      <w:spacing w:after="160" w:line="259" w:lineRule="auto"/>
    </w:pPr>
    <w:rPr>
      <w:rFonts w:ascii="Artifakt Element" w:eastAsia="Calibri" w:hAnsi="Artifakt Element" w:cs="Times New Roman"/>
      <w:sz w:val="22"/>
      <w:szCs w:val="22"/>
    </w:rPr>
  </w:style>
  <w:style w:type="paragraph" w:styleId="Heading1">
    <w:name w:val="heading 1"/>
    <w:basedOn w:val="Normal"/>
    <w:next w:val="Normal"/>
    <w:link w:val="Heading1Char"/>
    <w:uiPriority w:val="9"/>
    <w:qFormat/>
    <w:rsid w:val="00855253"/>
    <w:pPr>
      <w:keepNext/>
      <w:keepLines/>
      <w:spacing w:before="240" w:after="240"/>
      <w:outlineLvl w:val="0"/>
    </w:pPr>
    <w:rPr>
      <w:rFonts w:eastAsiaTheme="majorEastAsia" w:cstheme="majorBidi"/>
      <w:b/>
      <w:color w:val="000000" w:themeColor="text1"/>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aliases w:val="Footer new"/>
    <w:basedOn w:val="Normal"/>
    <w:link w:val="FooterChar"/>
    <w:uiPriority w:val="99"/>
    <w:unhideWhenUsed/>
    <w:qFormat/>
    <w:rsid w:val="00CD5FD8"/>
    <w:pPr>
      <w:tabs>
        <w:tab w:val="center" w:pos="4680"/>
        <w:tab w:val="right" w:pos="9360"/>
      </w:tabs>
    </w:pPr>
  </w:style>
  <w:style w:type="character" w:customStyle="1" w:styleId="FooterChar">
    <w:name w:val="Footer Char"/>
    <w:aliases w:val="Footer new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ind w:left="720"/>
      <w:contextualSpacing/>
    </w:pPr>
    <w:rPr>
      <w:rFonts w:ascii="Artifakt ElementOfc" w:hAnsi="Artifakt ElementOfc" w:cs="Artifakt ElementOfc"/>
      <w:color w:val="000000"/>
    </w:rPr>
  </w:style>
  <w:style w:type="paragraph" w:styleId="ListBullet2">
    <w:name w:val="List Bullet 2"/>
    <w:basedOn w:val="Normal"/>
    <w:uiPriority w:val="99"/>
    <w:unhideWhenUsed/>
    <w:rsid w:val="00CD5FD8"/>
    <w:pPr>
      <w:numPr>
        <w:numId w:val="1"/>
      </w:numPr>
      <w:contextualSpacing/>
    </w:pPr>
    <w:rPr>
      <w:rFonts w:ascii="Artifakt ElementOfc" w:hAnsi="Artifakt ElementOfc" w:cs="Artifakt ElementOfc"/>
      <w:color w:val="000000"/>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5253"/>
    <w:rPr>
      <w:rFonts w:ascii="Artifakt Element" w:eastAsiaTheme="majorEastAsia" w:hAnsi="Artifakt Element" w:cstheme="majorBidi"/>
      <w:b/>
      <w:color w:val="000000" w:themeColor="text1"/>
      <w:sz w:val="28"/>
      <w:szCs w:val="32"/>
    </w:rPr>
  </w:style>
  <w:style w:type="paragraph" w:styleId="Caption">
    <w:name w:val="caption"/>
    <w:basedOn w:val="Normal"/>
    <w:next w:val="Normal"/>
    <w:uiPriority w:val="35"/>
    <w:unhideWhenUsed/>
    <w:qFormat/>
    <w:rsid w:val="0077494D"/>
    <w:pPr>
      <w:spacing w:after="200"/>
    </w:pPr>
    <w:rPr>
      <w:i/>
      <w:iCs/>
      <w:color w:val="44546A" w:themeColor="text2"/>
      <w:sz w:val="18"/>
      <w:szCs w:val="18"/>
    </w:rPr>
  </w:style>
  <w:style w:type="paragraph" w:customStyle="1" w:styleId="captions">
    <w:name w:val="captions"/>
    <w:basedOn w:val="Caption"/>
    <w:qFormat/>
    <w:rsid w:val="00BD1DCB"/>
    <w:rPr>
      <w:rFonts w:ascii="Artifakt ElementOfc" w:hAnsi="Artifakt ElementOfc"/>
      <w:noProof/>
      <w:color w:val="000000" w:themeColor="text1"/>
      <w:sz w:val="20"/>
    </w:rPr>
  </w:style>
  <w:style w:type="paragraph" w:styleId="ListParagraph">
    <w:name w:val="List Paragraph"/>
    <w:aliases w:val="Enabler"/>
    <w:basedOn w:val="Normal"/>
    <w:uiPriority w:val="34"/>
    <w:qFormat/>
    <w:rsid w:val="001377C2"/>
    <w:pPr>
      <w:spacing w:after="200" w:line="276" w:lineRule="auto"/>
      <w:ind w:left="720"/>
      <w:contextualSpacing/>
    </w:pPr>
  </w:style>
  <w:style w:type="paragraph" w:customStyle="1" w:styleId="LessonNumberandTitle">
    <w:name w:val="Lesson Number and Title"/>
    <w:basedOn w:val="Normal"/>
    <w:link w:val="LessonNumberandTitleChar"/>
    <w:qFormat/>
    <w:rsid w:val="001377C2"/>
    <w:pPr>
      <w:jc w:val="center"/>
    </w:pPr>
    <w:rPr>
      <w:rFonts w:ascii="Arial" w:hAnsi="Arial" w:cs="Arial"/>
      <w:b/>
      <w:color w:val="0696D7"/>
      <w:sz w:val="36"/>
      <w:szCs w:val="36"/>
    </w:rPr>
  </w:style>
  <w:style w:type="character" w:customStyle="1" w:styleId="LessonNumberandTitleChar">
    <w:name w:val="Lesson Number and Title Char"/>
    <w:link w:val="LessonNumberandTitle"/>
    <w:rsid w:val="001377C2"/>
    <w:rPr>
      <w:rFonts w:ascii="Arial" w:eastAsia="Calibri" w:hAnsi="Arial" w:cs="Arial"/>
      <w:b/>
      <w:color w:val="0696D7"/>
      <w:sz w:val="36"/>
      <w:szCs w:val="36"/>
    </w:rPr>
  </w:style>
  <w:style w:type="character" w:styleId="Hyperlink">
    <w:name w:val="Hyperlink"/>
    <w:basedOn w:val="DefaultParagraphFont"/>
    <w:uiPriority w:val="99"/>
    <w:unhideWhenUsed/>
    <w:rsid w:val="001377C2"/>
    <w:rPr>
      <w:color w:val="0563C1" w:themeColor="hyperlink"/>
      <w:u w:val="single"/>
    </w:rPr>
  </w:style>
  <w:style w:type="paragraph" w:customStyle="1" w:styleId="copy">
    <w:name w:val="copy"/>
    <w:basedOn w:val="Normal"/>
    <w:qFormat/>
    <w:rsid w:val="00D63876"/>
    <w:pPr>
      <w:tabs>
        <w:tab w:val="left" w:pos="2089"/>
      </w:tabs>
    </w:pPr>
    <w:rPr>
      <w:rFonts w:cs="Artifakt ElementOfc"/>
      <w:color w:val="000000"/>
    </w:rPr>
  </w:style>
  <w:style w:type="paragraph" w:customStyle="1" w:styleId="Bullets-new">
    <w:name w:val="Bullets-new"/>
    <w:basedOn w:val="ListParagraph"/>
    <w:qFormat/>
    <w:rsid w:val="00D63876"/>
    <w:pPr>
      <w:numPr>
        <w:numId w:val="11"/>
      </w:numPr>
    </w:pPr>
    <w:rPr>
      <w:rFonts w:cs="Artifakt ElementOfc"/>
      <w:color w:val="000000"/>
      <w:shd w:val="clear" w:color="auto" w:fill="FFFFFF"/>
    </w:rPr>
  </w:style>
  <w:style w:type="paragraph" w:customStyle="1" w:styleId="subhead">
    <w:name w:val="subhead"/>
    <w:basedOn w:val="LessonNumberandTitle"/>
    <w:qFormat/>
    <w:rsid w:val="001E01A1"/>
    <w:pPr>
      <w:jc w:val="left"/>
    </w:pPr>
    <w:rPr>
      <w:rFonts w:ascii="Artifakt Element" w:hAnsi="Artifakt Element" w:cs="Artifakt ElementOfc"/>
      <w:bCs/>
      <w:color w:val="000000"/>
      <w:sz w:val="24"/>
      <w:szCs w:val="24"/>
    </w:rPr>
  </w:style>
  <w:style w:type="paragraph" w:customStyle="1" w:styleId="Default">
    <w:name w:val="Default"/>
    <w:rsid w:val="00DB6313"/>
    <w:pPr>
      <w:autoSpaceDE w:val="0"/>
      <w:autoSpaceDN w:val="0"/>
      <w:adjustRightInd w:val="0"/>
    </w:pPr>
    <w:rPr>
      <w:rFonts w:ascii="Artifakt ElementOfc" w:hAnsi="Artifakt ElementOfc" w:cs="Artifakt ElementOfc"/>
      <w:color w:val="000000"/>
    </w:rPr>
  </w:style>
  <w:style w:type="paragraph" w:styleId="Revision">
    <w:name w:val="Revision"/>
    <w:hidden/>
    <w:uiPriority w:val="99"/>
    <w:semiHidden/>
    <w:rsid w:val="00665458"/>
    <w:rPr>
      <w:rFonts w:ascii="Artifakt Element" w:eastAsia="Calibri" w:hAnsi="Artifakt Element" w:cs="Times New Roman"/>
      <w:sz w:val="22"/>
      <w:szCs w:val="22"/>
    </w:rPr>
  </w:style>
  <w:style w:type="character" w:styleId="CommentReference">
    <w:name w:val="annotation reference"/>
    <w:basedOn w:val="DefaultParagraphFont"/>
    <w:uiPriority w:val="99"/>
    <w:semiHidden/>
    <w:unhideWhenUsed/>
    <w:rsid w:val="00F609DA"/>
    <w:rPr>
      <w:sz w:val="16"/>
      <w:szCs w:val="16"/>
    </w:rPr>
  </w:style>
  <w:style w:type="paragraph" w:styleId="CommentText">
    <w:name w:val="annotation text"/>
    <w:basedOn w:val="Normal"/>
    <w:link w:val="CommentTextChar"/>
    <w:uiPriority w:val="99"/>
    <w:semiHidden/>
    <w:unhideWhenUsed/>
    <w:rsid w:val="00F609DA"/>
    <w:pPr>
      <w:spacing w:line="240" w:lineRule="auto"/>
    </w:pPr>
    <w:rPr>
      <w:sz w:val="20"/>
      <w:szCs w:val="20"/>
    </w:rPr>
  </w:style>
  <w:style w:type="character" w:customStyle="1" w:styleId="CommentTextChar">
    <w:name w:val="Comment Text Char"/>
    <w:basedOn w:val="DefaultParagraphFont"/>
    <w:link w:val="CommentText"/>
    <w:uiPriority w:val="99"/>
    <w:semiHidden/>
    <w:rsid w:val="00F609DA"/>
    <w:rPr>
      <w:rFonts w:ascii="Artifakt Element" w:eastAsia="Calibri" w:hAnsi="Artifakt Element" w:cs="Times New Roman"/>
      <w:sz w:val="20"/>
      <w:szCs w:val="20"/>
    </w:rPr>
  </w:style>
  <w:style w:type="paragraph" w:styleId="CommentSubject">
    <w:name w:val="annotation subject"/>
    <w:basedOn w:val="CommentText"/>
    <w:next w:val="CommentText"/>
    <w:link w:val="CommentSubjectChar"/>
    <w:uiPriority w:val="99"/>
    <w:semiHidden/>
    <w:unhideWhenUsed/>
    <w:rsid w:val="00F609DA"/>
    <w:rPr>
      <w:b/>
      <w:bCs/>
    </w:rPr>
  </w:style>
  <w:style w:type="character" w:customStyle="1" w:styleId="CommentSubjectChar">
    <w:name w:val="Comment Subject Char"/>
    <w:basedOn w:val="CommentTextChar"/>
    <w:link w:val="CommentSubject"/>
    <w:uiPriority w:val="99"/>
    <w:semiHidden/>
    <w:rsid w:val="00F609DA"/>
    <w:rPr>
      <w:rFonts w:ascii="Artifakt Element" w:eastAsia="Calibri" w:hAnsi="Artifakt Element"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275227">
      <w:bodyDiv w:val="1"/>
      <w:marLeft w:val="0"/>
      <w:marRight w:val="0"/>
      <w:marTop w:val="0"/>
      <w:marBottom w:val="0"/>
      <w:divBdr>
        <w:top w:val="none" w:sz="0" w:space="0" w:color="auto"/>
        <w:left w:val="none" w:sz="0" w:space="0" w:color="auto"/>
        <w:bottom w:val="none" w:sz="0" w:space="0" w:color="auto"/>
        <w:right w:val="none" w:sz="0" w:space="0" w:color="auto"/>
      </w:divBdr>
    </w:div>
    <w:div w:id="197062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ohnsoka/Library/CloudStorage/OneDrive-Autodesk/Documents/AEX_Resources/Secondary/NewCourses/ProjectLibrary/ImmerseToLearn/current-samples-for-projects/InstructorGuide-sample/asof100523/Instructor%20guide%20Artifakt_updated%208.16.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8f0b367-6fb6-4894-b66a-8a4224b66502">
      <Terms xmlns="http://schemas.microsoft.com/office/infopath/2007/PartnerControls"/>
    </lcf76f155ced4ddcb4097134ff3c332f>
    <Date xmlns="b8f0b367-6fb6-4894-b66a-8a4224b66502">2023-01-13T21:11:30+00:00</Date>
    <TaxCatchAll xmlns="93223889-762c-4667-adf6-c362352e07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61CEAA220E249BA71EE09B02D65A1" ma:contentTypeVersion="21" ma:contentTypeDescription="Create a new document." ma:contentTypeScope="" ma:versionID="9df6b0356eb59b2510adfc2a4e2eb803">
  <xsd:schema xmlns:xsd="http://www.w3.org/2001/XMLSchema" xmlns:xs="http://www.w3.org/2001/XMLSchema" xmlns:p="http://schemas.microsoft.com/office/2006/metadata/properties" xmlns:ns2="b8f0b367-6fb6-4894-b66a-8a4224b66502" xmlns:ns3="93223889-762c-4667-adf6-c362352e077a" targetNamespace="http://schemas.microsoft.com/office/2006/metadata/properties" ma:root="true" ma:fieldsID="f9d5622f702e5a754dcb5326ec666967" ns2:_="" ns3:_="">
    <xsd:import namespace="b8f0b367-6fb6-4894-b66a-8a4224b66502"/>
    <xsd:import namespace="93223889-762c-4667-adf6-c362352e077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Date"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0b367-6fb6-4894-b66a-8a4224b665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e" ma:index="20" nillable="true" ma:displayName="Date" ma:default="[today]" ma:format="DateTime" ma:internalName="Date">
      <xsd:simpleType>
        <xsd:restriction base="dms:DateTime"/>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3486984-7067-43be-b043-3c90f94ef9b2"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223889-762c-4667-adf6-c362352e077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c394182-f5af-4871-9466-1f425eb1e629}" ma:internalName="TaxCatchAll" ma:showField="CatchAllData" ma:web="93223889-762c-4667-adf6-c362352e0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887255-8CA6-43CA-932E-F63F6D23C359}">
  <ds:schemaRefs>
    <ds:schemaRef ds:uri="http://schemas.microsoft.com/sharepoint/v3/contenttype/forms"/>
  </ds:schemaRefs>
</ds:datastoreItem>
</file>

<file path=customXml/itemProps2.xml><?xml version="1.0" encoding="utf-8"?>
<ds:datastoreItem xmlns:ds="http://schemas.openxmlformats.org/officeDocument/2006/customXml" ds:itemID="{A4F598AE-89D7-4627-89D9-35DF78830979}">
  <ds:schemaRefs>
    <ds:schemaRef ds:uri="http://schemas.microsoft.com/office/2006/metadata/properties"/>
    <ds:schemaRef ds:uri="http://schemas.microsoft.com/office/infopath/2007/PartnerControls"/>
    <ds:schemaRef ds:uri="b8f0b367-6fb6-4894-b66a-8a4224b66502"/>
    <ds:schemaRef ds:uri="93223889-762c-4667-adf6-c362352e077a"/>
  </ds:schemaRefs>
</ds:datastoreItem>
</file>

<file path=customXml/itemProps3.xml><?xml version="1.0" encoding="utf-8"?>
<ds:datastoreItem xmlns:ds="http://schemas.openxmlformats.org/officeDocument/2006/customXml" ds:itemID="{3AFAD976-21AA-4060-BAFB-00E71982A2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0b367-6fb6-4894-b66a-8a4224b66502"/>
    <ds:schemaRef ds:uri="93223889-762c-4667-adf6-c362352e0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Instructor guide Artifakt_updated 8.16.23.dotx</Template>
  <TotalTime>93</TotalTime>
  <Pages>28</Pages>
  <Words>3476</Words>
  <Characters>19816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Karyn Johnson</dc:creator>
  <cp:keywords/>
  <dc:description/>
  <cp:lastModifiedBy>Karyn Johnson</cp:lastModifiedBy>
  <cp:revision>66</cp:revision>
  <cp:lastPrinted>2024-01-31T01:57:00Z</cp:lastPrinted>
  <dcterms:created xsi:type="dcterms:W3CDTF">2025-02-10T15:46:00Z</dcterms:created>
  <dcterms:modified xsi:type="dcterms:W3CDTF">2025-04-07T18:46:00Z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0x010100AF361CEAA220E249BA71EE09B02D65A1</vt:lpwstr>
  </property>
</Properties>
</file>